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A1D" w:rsidRDefault="00C12A1D" w:rsidP="00C12A1D">
      <w:r>
        <w:br w:type="page"/>
      </w:r>
      <w:r>
        <w:lastRenderedPageBreak/>
        <w:t>GAMS 24.1.3  r41464 Released Jul 26, 2013 WEX-WEI x86_64/MS Windows 01/19/16 16:18:25 Page 1</w:t>
      </w:r>
    </w:p>
    <w:p w:rsidR="00C12A1D" w:rsidRDefault="00C12A1D" w:rsidP="00C12A1D">
      <w:r>
        <w:t>G e n e r a l   A l g e b r a i c   M o d e l i n g   S y s t e m</w:t>
      </w:r>
    </w:p>
    <w:p w:rsidR="00C12A1D" w:rsidRDefault="00C12A1D" w:rsidP="00C12A1D">
      <w:r>
        <w:t>C o m p i l a t i o n</w:t>
      </w:r>
    </w:p>
    <w:p w:rsidR="00C12A1D" w:rsidRDefault="00C12A1D" w:rsidP="00C12A1D"/>
    <w:p w:rsidR="00C12A1D" w:rsidRDefault="00C12A1D" w:rsidP="00C12A1D"/>
    <w:p w:rsidR="00C12A1D" w:rsidRDefault="00C12A1D" w:rsidP="00C12A1D">
      <w:r>
        <w:t xml:space="preserve">      The code solves the problem for a single TMDL (not the whole range) to get</w:t>
      </w:r>
    </w:p>
    <w:p w:rsidR="00C12A1D" w:rsidRDefault="00C12A1D" w:rsidP="00C12A1D">
      <w:r>
        <w:t xml:space="preserve">       the</w:t>
      </w:r>
    </w:p>
    <w:p w:rsidR="00C12A1D" w:rsidRDefault="00C12A1D" w:rsidP="00C12A1D">
      <w:r>
        <w:t xml:space="preserve">      detail data on each problem solution.</w:t>
      </w:r>
    </w:p>
    <w:p w:rsidR="00C12A1D" w:rsidRDefault="00C12A1D" w:rsidP="00C12A1D">
      <w:r>
        <w:t xml:space="preserve">       </w:t>
      </w:r>
    </w:p>
    <w:p w:rsidR="00C12A1D" w:rsidRDefault="00C12A1D" w:rsidP="00C12A1D">
      <w:r>
        <w:t xml:space="preserve">      The code solves te deterministic trading problem for Mercury.</w:t>
      </w:r>
    </w:p>
    <w:p w:rsidR="00C12A1D" w:rsidRDefault="00C12A1D" w:rsidP="00C12A1D">
      <w:r>
        <w:t xml:space="preserve">      The choice is between a set of possible treatment options and the option o</w:t>
      </w:r>
    </w:p>
    <w:p w:rsidR="00C12A1D" w:rsidRDefault="00C12A1D" w:rsidP="00C12A1D">
      <w:r>
        <w:t xml:space="preserve">      f</w:t>
      </w:r>
    </w:p>
    <w:p w:rsidR="00C12A1D" w:rsidRDefault="00C12A1D" w:rsidP="00C12A1D">
      <w:r>
        <w:t xml:space="preserve">      trading.</w:t>
      </w:r>
    </w:p>
    <w:p w:rsidR="00C12A1D" w:rsidRDefault="00C12A1D" w:rsidP="00C12A1D">
      <w:r>
        <w:t xml:space="preserve">      The details of the three treatement technologies are:</w:t>
      </w:r>
    </w:p>
    <w:p w:rsidR="00C12A1D" w:rsidRDefault="00C12A1D" w:rsidP="00C12A1D">
      <w:r>
        <w:t xml:space="preserve">      1. Coagulation and Filteration</w:t>
      </w:r>
    </w:p>
    <w:p w:rsidR="00C12A1D" w:rsidRDefault="00C12A1D" w:rsidP="00C12A1D">
      <w:r>
        <w:t xml:space="preserve">      2. Activated Carbon</w:t>
      </w:r>
    </w:p>
    <w:p w:rsidR="00C12A1D" w:rsidRDefault="00C12A1D" w:rsidP="00C12A1D">
      <w:r>
        <w:t xml:space="preserve">      3. Ion Exchange</w:t>
      </w:r>
    </w:p>
    <w:p w:rsidR="00C12A1D" w:rsidRDefault="00C12A1D" w:rsidP="00C12A1D">
      <w:r>
        <w:t xml:space="preserve">      The code takes the value of TMDL and does the rest of the calculations aut</w:t>
      </w:r>
    </w:p>
    <w:p w:rsidR="00C12A1D" w:rsidRDefault="00C12A1D" w:rsidP="00C12A1D">
      <w:r>
        <w:t xml:space="preserve">      omatically.</w:t>
      </w:r>
    </w:p>
    <w:p w:rsidR="00C12A1D" w:rsidRDefault="00C12A1D" w:rsidP="00C12A1D">
      <w:r>
        <w:t xml:space="preserve">      This will be used to see the variations of the results with TMDL changes.</w:t>
      </w:r>
    </w:p>
    <w:p w:rsidR="00C12A1D" w:rsidRDefault="00C12A1D" w:rsidP="00C12A1D">
      <w:r>
        <w:t xml:space="preserve">      The code also considers the health cost for the humans. So an increased TM</w:t>
      </w:r>
    </w:p>
    <w:p w:rsidR="00C12A1D" w:rsidRDefault="00C12A1D" w:rsidP="00C12A1D">
      <w:r>
        <w:t xml:space="preserve">      DL</w:t>
      </w:r>
    </w:p>
    <w:p w:rsidR="00C12A1D" w:rsidRDefault="00C12A1D" w:rsidP="00C12A1D">
      <w:r>
        <w:t xml:space="preserve">      results in an increased value of the health. The health cost is derived fr</w:t>
      </w:r>
    </w:p>
    <w:p w:rsidR="00C12A1D" w:rsidRDefault="00C12A1D" w:rsidP="00C12A1D">
      <w:r>
        <w:t xml:space="preserve">      om the</w:t>
      </w:r>
    </w:p>
    <w:p w:rsidR="00C12A1D" w:rsidRDefault="00C12A1D" w:rsidP="00C12A1D">
      <w:r>
        <w:t xml:space="preserve">      WQS, the resulting conc. of Hg in fishes, the LC50 value for the aquatic l</w:t>
      </w:r>
    </w:p>
    <w:p w:rsidR="00C12A1D" w:rsidRDefault="00C12A1D" w:rsidP="00C12A1D">
      <w:r>
        <w:lastRenderedPageBreak/>
        <w:t xml:space="preserve">      ife</w:t>
      </w:r>
    </w:p>
    <w:p w:rsidR="00C12A1D" w:rsidRDefault="00C12A1D" w:rsidP="00C12A1D">
      <w:r>
        <w:t xml:space="preserve">      (assumed to be close to that of humans) and the dietary intake of fish by </w:t>
      </w:r>
    </w:p>
    <w:p w:rsidR="00C12A1D" w:rsidRDefault="00C12A1D" w:rsidP="00C12A1D">
      <w:r>
        <w:t xml:space="preserve">      humans.</w:t>
      </w:r>
    </w:p>
    <w:p w:rsidR="00C12A1D" w:rsidRDefault="00C12A1D" w:rsidP="00C12A1D">
      <w:r>
        <w:t xml:space="preserve">  19   </w:t>
      </w:r>
    </w:p>
    <w:p w:rsidR="00C12A1D" w:rsidRDefault="00C12A1D" w:rsidP="00C12A1D">
      <w:r>
        <w:t xml:space="preserve">  20  Sets i Number of industries /1*29/</w:t>
      </w:r>
    </w:p>
    <w:p w:rsidR="00C12A1D" w:rsidRDefault="00C12A1D" w:rsidP="00C12A1D">
      <w:r>
        <w:t xml:space="preserve">  21       j Number of treatment options /1*3/</w:t>
      </w:r>
    </w:p>
    <w:p w:rsidR="00C12A1D" w:rsidRDefault="00C12A1D" w:rsidP="00C12A1D">
      <w:r>
        <w:t xml:space="preserve">  22       alias(i,k);</w:t>
      </w:r>
    </w:p>
    <w:p w:rsidR="00C12A1D" w:rsidRDefault="00C12A1D" w:rsidP="00C12A1D">
      <w:r>
        <w:t xml:space="preserve">  23   </w:t>
      </w:r>
    </w:p>
    <w:p w:rsidR="00C12A1D" w:rsidRDefault="00C12A1D" w:rsidP="00C12A1D">
      <w:r>
        <w:t xml:space="preserve">  24  Parameter TMDL Total Maximum Daily Load /32/</w:t>
      </w:r>
    </w:p>
    <w:p w:rsidR="00C12A1D" w:rsidRDefault="00C12A1D" w:rsidP="00C12A1D">
      <w:r>
        <w:t xml:space="preserve">  25           HSC Highest Segment Concentration (ng per lit) /5.0/</w:t>
      </w:r>
    </w:p>
    <w:p w:rsidR="00C12A1D" w:rsidRDefault="00C12A1D" w:rsidP="00C12A1D">
      <w:r>
        <w:t xml:space="preserve">  26           CAL Current Annual Load (Kilograms per year) /58.8/</w:t>
      </w:r>
    </w:p>
    <w:p w:rsidR="00C12A1D" w:rsidRDefault="00C12A1D" w:rsidP="00C12A1D">
      <w:r>
        <w:t xml:space="preserve">  27   </w:t>
      </w:r>
    </w:p>
    <w:p w:rsidR="00C12A1D" w:rsidRDefault="00C12A1D" w:rsidP="00C12A1D">
      <w:r>
        <w:t xml:space="preserve">  28           r trading ratio /1.1/</w:t>
      </w:r>
    </w:p>
    <w:p w:rsidR="00C12A1D" w:rsidRDefault="00C12A1D" w:rsidP="00C12A1D">
      <w:r>
        <w:t xml:space="preserve">  29           F trading transaction cost (dollars per Kg) /400000000/</w:t>
      </w:r>
    </w:p>
    <w:p w:rsidR="00C12A1D" w:rsidRDefault="00C12A1D" w:rsidP="00C12A1D">
      <w:r>
        <w:t xml:space="preserve">  30   </w:t>
      </w:r>
    </w:p>
    <w:p w:rsidR="00C12A1D" w:rsidRDefault="00C12A1D" w:rsidP="00C12A1D">
      <w:r>
        <w:t xml:space="preserve">  31           TC Plant costs for the three technologies /1 1.0,2 1.55,3 0.65/</w:t>
      </w:r>
    </w:p>
    <w:p w:rsidR="00C12A1D" w:rsidRDefault="00C12A1D" w:rsidP="00C12A1D">
      <w:r>
        <w:t xml:space="preserve">  32           q Reductions possible by the treatment technologies /1 2,2 3,3 1/</w:t>
      </w:r>
    </w:p>
    <w:p w:rsidR="00C12A1D" w:rsidRDefault="00C12A1D" w:rsidP="00C12A1D">
      <w:r>
        <w:t xml:space="preserve">  33   </w:t>
      </w:r>
    </w:p>
    <w:p w:rsidR="00C12A1D" w:rsidRDefault="00C12A1D" w:rsidP="00C12A1D">
      <w:r>
        <w:t xml:space="preserve">  34           water_intake Intake of water by an average individual per day in </w:t>
      </w:r>
    </w:p>
    <w:p w:rsidR="00C12A1D" w:rsidRDefault="00C12A1D" w:rsidP="00C12A1D">
      <w:r>
        <w:t xml:space="preserve">      liters /2.0/</w:t>
      </w:r>
    </w:p>
    <w:p w:rsidR="00C12A1D" w:rsidRDefault="00C12A1D" w:rsidP="00C12A1D">
      <w:r>
        <w:t xml:space="preserve">  35           fish_intake Intake of fish food by an everage individual in kg pe</w:t>
      </w:r>
    </w:p>
    <w:p w:rsidR="00C12A1D" w:rsidRDefault="00C12A1D" w:rsidP="00C12A1D">
      <w:r>
        <w:t xml:space="preserve">      r day /0.0175/</w:t>
      </w:r>
    </w:p>
    <w:p w:rsidR="00C12A1D" w:rsidRDefault="00C12A1D" w:rsidP="00C12A1D">
      <w:r>
        <w:t xml:space="preserve">  36           safe_hg Safe concentration of Hg in fishes in mg per kg /0.4/</w:t>
      </w:r>
    </w:p>
    <w:p w:rsidR="00C12A1D" w:rsidRDefault="00C12A1D" w:rsidP="00C12A1D">
      <w:r>
        <w:t xml:space="preserve">  37           LC50 The LC50 value of HG (taken from fishes) in micrograms per l</w:t>
      </w:r>
    </w:p>
    <w:p w:rsidR="00C12A1D" w:rsidRDefault="00C12A1D" w:rsidP="00C12A1D">
      <w:r>
        <w:t xml:space="preserve">      iter /350/</w:t>
      </w:r>
    </w:p>
    <w:p w:rsidR="00C12A1D" w:rsidRDefault="00C12A1D" w:rsidP="00C12A1D">
      <w:r>
        <w:lastRenderedPageBreak/>
        <w:t xml:space="preserve">  38   </w:t>
      </w:r>
    </w:p>
    <w:p w:rsidR="00C12A1D" w:rsidRDefault="00C12A1D" w:rsidP="00C12A1D">
      <w:r>
        <w:t xml:space="preserve">  39           Compensation Compensation for each dead person in dollar /1000000</w:t>
      </w:r>
    </w:p>
    <w:p w:rsidR="00C12A1D" w:rsidRDefault="00C12A1D" w:rsidP="00C12A1D">
      <w:r>
        <w:t xml:space="preserve">      /</w:t>
      </w:r>
    </w:p>
    <w:p w:rsidR="00C12A1D" w:rsidRDefault="00C12A1D" w:rsidP="00C12A1D">
      <w:r>
        <w:t xml:space="preserve">  40           population total population consuming the water /10000/;</w:t>
      </w:r>
    </w:p>
    <w:p w:rsidR="00C12A1D" w:rsidRDefault="00C12A1D" w:rsidP="00C12A1D">
      <w:r>
        <w:t xml:space="preserve">  41   </w:t>
      </w:r>
    </w:p>
    <w:p w:rsidR="00C12A1D" w:rsidRDefault="00C12A1D" w:rsidP="00C12A1D">
      <w:r>
        <w:t xml:space="preserve">  42   </w:t>
      </w:r>
    </w:p>
    <w:p w:rsidR="00C12A1D" w:rsidRDefault="00C12A1D" w:rsidP="00C12A1D">
      <w:r>
        <w:t xml:space="preserve">  43  Table Data Date related to the industries</w:t>
      </w:r>
    </w:p>
    <w:p w:rsidR="00C12A1D" w:rsidRDefault="00C12A1D" w:rsidP="00C12A1D">
      <w:r>
        <w:t xml:space="preserve">  44  *Data(i,1) is the total volumetric discharge in MGD</w:t>
      </w:r>
    </w:p>
    <w:p w:rsidR="00C12A1D" w:rsidRDefault="00C12A1D" w:rsidP="00C12A1D">
      <w:r>
        <w:t xml:space="preserve">  45  *Data(i,2) is the current discharge concentration in nanograms/liter</w:t>
      </w:r>
    </w:p>
    <w:p w:rsidR="00C12A1D" w:rsidRDefault="00C12A1D" w:rsidP="00C12A1D">
      <w:r>
        <w:t xml:space="preserve">  46  *Data(i,3) is the available capital with the industry in Million Dollars</w:t>
      </w:r>
    </w:p>
    <w:p w:rsidR="00C12A1D" w:rsidRDefault="00C12A1D" w:rsidP="00C12A1D">
      <w:r>
        <w:t xml:space="preserve">  47           1       2       3</w:t>
      </w:r>
    </w:p>
    <w:p w:rsidR="00C12A1D" w:rsidRDefault="00C12A1D" w:rsidP="00C12A1D">
      <w:r>
        <w:t xml:space="preserve">  48  1        46.1    4.65    68</w:t>
      </w:r>
    </w:p>
    <w:p w:rsidR="00C12A1D" w:rsidRDefault="00C12A1D" w:rsidP="00C12A1D">
      <w:r>
        <w:t xml:space="preserve">  49  2        1.5     3.7     8</w:t>
      </w:r>
    </w:p>
    <w:p w:rsidR="00C12A1D" w:rsidRDefault="00C12A1D" w:rsidP="00C12A1D">
      <w:r>
        <w:t xml:space="preserve">  50  3        4.6     4.3     15</w:t>
      </w:r>
    </w:p>
    <w:p w:rsidR="00C12A1D" w:rsidRDefault="00C12A1D" w:rsidP="00C12A1D">
      <w:r>
        <w:t xml:space="preserve">  51  4        1.5     3.4     5</w:t>
      </w:r>
    </w:p>
    <w:p w:rsidR="00C12A1D" w:rsidRDefault="00C12A1D" w:rsidP="00C12A1D">
      <w:r>
        <w:t xml:space="preserve">  52  5        2       3.88    10</w:t>
      </w:r>
    </w:p>
    <w:p w:rsidR="00C12A1D" w:rsidRDefault="00C12A1D" w:rsidP="00C12A1D">
      <w:r>
        <w:t xml:space="preserve">  53  6        2.24    3.7     12</w:t>
      </w:r>
    </w:p>
    <w:p w:rsidR="00C12A1D" w:rsidRDefault="00C12A1D" w:rsidP="00C12A1D">
      <w:r>
        <w:t xml:space="preserve">  54  7        1.2     3.9     9</w:t>
      </w:r>
    </w:p>
    <w:p w:rsidR="00C12A1D" w:rsidRDefault="00C12A1D" w:rsidP="00C12A1D">
      <w:r>
        <w:t xml:space="preserve">  55  8        27      4.83    30</w:t>
      </w:r>
    </w:p>
    <w:p w:rsidR="00C12A1D" w:rsidRDefault="00C12A1D" w:rsidP="00C12A1D">
      <w:r>
        <w:t xml:space="preserve">  56  9        4.5     4.0     15</w:t>
      </w:r>
    </w:p>
    <w:p w:rsidR="00C12A1D" w:rsidRDefault="00C12A1D" w:rsidP="00C12A1D">
      <w:r>
        <w:t xml:space="preserve">  57  10       1       3.1     5</w:t>
      </w:r>
    </w:p>
    <w:p w:rsidR="00C12A1D" w:rsidRDefault="00C12A1D" w:rsidP="00C12A1D">
      <w:r>
        <w:t xml:space="preserve">  58  11       1       3.06    5</w:t>
      </w:r>
    </w:p>
    <w:p w:rsidR="00C12A1D" w:rsidRDefault="00C12A1D" w:rsidP="00C12A1D">
      <w:r>
        <w:t xml:space="preserve">  59  12       1       3.22    5</w:t>
      </w:r>
    </w:p>
    <w:p w:rsidR="00C12A1D" w:rsidRDefault="00C12A1D" w:rsidP="00C12A1D">
      <w:r>
        <w:t xml:space="preserve">  60  13       2       3.31    9</w:t>
      </w:r>
    </w:p>
    <w:p w:rsidR="00C12A1D" w:rsidRDefault="00C12A1D" w:rsidP="00C12A1D">
      <w:r>
        <w:t xml:space="preserve">  61  14       3.765   4.8     10</w:t>
      </w:r>
    </w:p>
    <w:p w:rsidR="00C12A1D" w:rsidRDefault="00C12A1D" w:rsidP="00C12A1D">
      <w:r>
        <w:lastRenderedPageBreak/>
        <w:t xml:space="preserve">  62  15       18      4.33    60</w:t>
      </w:r>
    </w:p>
    <w:p w:rsidR="00C12A1D" w:rsidRDefault="00C12A1D" w:rsidP="00C12A1D">
      <w:r>
        <w:t xml:space="preserve">  63  16       7.2     5.1     20</w:t>
      </w:r>
    </w:p>
    <w:p w:rsidR="00C12A1D" w:rsidRDefault="00C12A1D" w:rsidP="00C12A1D">
      <w:r>
        <w:t xml:space="preserve">  64  17       58.6    4.87    100</w:t>
      </w:r>
    </w:p>
    <w:p w:rsidR="00C12A1D" w:rsidRDefault="00C12A1D" w:rsidP="00C12A1D">
      <w:r>
        <w:t xml:space="preserve">  65  18       23      4.52    40</w:t>
      </w:r>
    </w:p>
    <w:p w:rsidR="00C12A1D" w:rsidRDefault="00C12A1D" w:rsidP="00C12A1D">
      <w:r>
        <w:t xml:space="preserve">  66  19       1.152   5.05    10</w:t>
      </w:r>
    </w:p>
    <w:p w:rsidR="00C12A1D" w:rsidRDefault="00C12A1D" w:rsidP="00C12A1D">
      <w:r>
        <w:t xml:space="preserve">  67  20       0.362   4.14    5</w:t>
      </w:r>
    </w:p>
    <w:p w:rsidR="00C12A1D" w:rsidRDefault="00C12A1D" w:rsidP="00C12A1D">
      <w:r>
        <w:t xml:space="preserve">  68  21       108     4.58    130</w:t>
      </w:r>
    </w:p>
    <w:p w:rsidR="00C12A1D" w:rsidRDefault="00C12A1D" w:rsidP="00C12A1D">
      <w:r>
        <w:t xml:space="preserve">  69  22       4.68    5.2     12</w:t>
      </w:r>
    </w:p>
    <w:p w:rsidR="00C12A1D" w:rsidRDefault="00C12A1D" w:rsidP="00C12A1D">
      <w:r>
        <w:t xml:space="preserve">  70  23       28.09   4.41    45</w:t>
      </w:r>
    </w:p>
    <w:p w:rsidR="00C12A1D" w:rsidRDefault="00C12A1D" w:rsidP="00C12A1D">
      <w:r>
        <w:t xml:space="preserve">  71  24       1.921   3.9     10</w:t>
      </w:r>
    </w:p>
    <w:p w:rsidR="00C12A1D" w:rsidRDefault="00C12A1D" w:rsidP="00C12A1D">
      <w:r>
        <w:t xml:space="preserve">  72  25       0.544   4.5     7</w:t>
      </w:r>
    </w:p>
    <w:p w:rsidR="00C12A1D" w:rsidRDefault="00C12A1D" w:rsidP="00C12A1D">
      <w:r>
        <w:t xml:space="preserve">  73  26       0.5     3.95    10</w:t>
      </w:r>
    </w:p>
    <w:p w:rsidR="00C12A1D" w:rsidRDefault="00C12A1D" w:rsidP="00C12A1D">
      <w:r>
        <w:t xml:space="preserve">  74  27       0.003   3.72    5</w:t>
      </w:r>
    </w:p>
    <w:p w:rsidR="00C12A1D" w:rsidRDefault="00C12A1D" w:rsidP="00C12A1D">
      <w:r>
        <w:t xml:space="preserve">  75  28       1.246   4.1     5</w:t>
      </w:r>
    </w:p>
    <w:p w:rsidR="00C12A1D" w:rsidRDefault="00C12A1D" w:rsidP="00C12A1D">
      <w:r>
        <w:t xml:space="preserve">  76  29       0.054   3.4     3;</w:t>
      </w:r>
    </w:p>
    <w:p w:rsidR="00C12A1D" w:rsidRDefault="00C12A1D" w:rsidP="00C12A1D">
      <w:r>
        <w:t xml:space="preserve">  77   </w:t>
      </w:r>
    </w:p>
    <w:p w:rsidR="00C12A1D" w:rsidRDefault="00C12A1D" w:rsidP="00C12A1D">
      <w:r>
        <w:t xml:space="preserve">  78   </w:t>
      </w:r>
    </w:p>
    <w:p w:rsidR="00C12A1D" w:rsidRDefault="00C12A1D" w:rsidP="00C12A1D">
      <w:r>
        <w:t xml:space="preserve">  79  scalar k1 conversion from gallons to liters /3.7845/</w:t>
      </w:r>
    </w:p>
    <w:p w:rsidR="00C12A1D" w:rsidRDefault="00C12A1D" w:rsidP="00C12A1D">
      <w:r>
        <w:t xml:space="preserve">  80         k2 scalar used as a couter;</w:t>
      </w:r>
    </w:p>
    <w:p w:rsidR="00C12A1D" w:rsidRDefault="00C12A1D" w:rsidP="00C12A1D">
      <w:r>
        <w:t xml:space="preserve">  81   </w:t>
      </w:r>
    </w:p>
    <w:p w:rsidR="00C12A1D" w:rsidRDefault="00C12A1D" w:rsidP="00C12A1D">
      <w:r>
        <w:t xml:space="preserve">  82  Parameter cost cost incurred by each industry due to waste treatment setup</w:t>
      </w:r>
    </w:p>
    <w:p w:rsidR="00C12A1D" w:rsidRDefault="00C12A1D" w:rsidP="00C12A1D">
      <w:r>
        <w:t xml:space="preserve">  83           cost_total The total overall cost incurred which is to be minimiz</w:t>
      </w:r>
    </w:p>
    <w:p w:rsidR="00C12A1D" w:rsidRDefault="00C12A1D" w:rsidP="00C12A1D">
      <w:r>
        <w:t xml:space="preserve">      ed</w:t>
      </w:r>
    </w:p>
    <w:p w:rsidR="00C12A1D" w:rsidRDefault="00C12A1D" w:rsidP="00C12A1D">
      <w:r>
        <w:t xml:space="preserve">  84           cost_combined Combined cost including the technology cost and hea</w:t>
      </w:r>
    </w:p>
    <w:p w:rsidR="00C12A1D" w:rsidRDefault="00C12A1D" w:rsidP="00C12A1D">
      <w:r>
        <w:t xml:space="preserve">      lth care cost</w:t>
      </w:r>
    </w:p>
    <w:p w:rsidR="00C12A1D" w:rsidRDefault="00C12A1D" w:rsidP="00C12A1D">
      <w:r>
        <w:lastRenderedPageBreak/>
        <w:t xml:space="preserve">  85           cost_health The actual health cost incurred due to the pollutant </w:t>
      </w:r>
    </w:p>
    <w:p w:rsidR="00C12A1D" w:rsidRDefault="00C12A1D" w:rsidP="00C12A1D">
      <w:r>
        <w:t xml:space="preserve">      discharge</w:t>
      </w:r>
    </w:p>
    <w:p w:rsidR="00C12A1D" w:rsidRDefault="00C12A1D" w:rsidP="00C12A1D">
      <w:r>
        <w:t xml:space="preserve">  86           target_reduction The total reduction from all the industries targ</w:t>
      </w:r>
    </w:p>
    <w:p w:rsidR="00C12A1D" w:rsidRDefault="00C12A1D" w:rsidP="00C12A1D">
      <w:r>
        <w:t xml:space="preserve">      etted</w:t>
      </w:r>
    </w:p>
    <w:p w:rsidR="00C12A1D" w:rsidRDefault="00C12A1D" w:rsidP="00C12A1D">
      <w:r>
        <w:t xml:space="preserve">  87           red_final Final reduction in the discharge achieved by each indus</w:t>
      </w:r>
    </w:p>
    <w:p w:rsidR="00C12A1D" w:rsidRDefault="00C12A1D" w:rsidP="00C12A1D">
      <w:r>
        <w:t xml:space="preserve">      try after optimization</w:t>
      </w:r>
    </w:p>
    <w:p w:rsidR="00C12A1D" w:rsidRDefault="00C12A1D" w:rsidP="00C12A1D">
      <w:r>
        <w:t xml:space="preserve">  88           red_total The final combined reduction from the industries</w:t>
      </w:r>
    </w:p>
    <w:p w:rsidR="00C12A1D" w:rsidRDefault="00C12A1D" w:rsidP="00C12A1D">
      <w:r>
        <w:t xml:space="preserve">  89           WQS Water Quality Standard (ng per lit)</w:t>
      </w:r>
    </w:p>
    <w:p w:rsidR="00C12A1D" w:rsidRDefault="00C12A1D" w:rsidP="00C12A1D">
      <w:r>
        <w:t xml:space="preserve">  90           WQS_final Final water standard achieved after reduction</w:t>
      </w:r>
    </w:p>
    <w:p w:rsidR="00C12A1D" w:rsidRDefault="00C12A1D" w:rsidP="00C12A1D">
      <w:r>
        <w:t xml:space="preserve">  91           WQS_avg The average WQS for the industries after the reduction</w:t>
      </w:r>
    </w:p>
    <w:p w:rsidR="00C12A1D" w:rsidRDefault="00C12A1D" w:rsidP="00C12A1D">
      <w:r>
        <w:t xml:space="preserve">  92           reduction Desired reduction in Kg per year</w:t>
      </w:r>
    </w:p>
    <w:p w:rsidR="00C12A1D" w:rsidRDefault="00C12A1D" w:rsidP="00C12A1D">
      <w:r>
        <w:t xml:space="preserve">  93           mortality The number of people dying due to the contamination</w:t>
      </w:r>
    </w:p>
    <w:p w:rsidR="00C12A1D" w:rsidRDefault="00C12A1D" w:rsidP="00C12A1D">
      <w:r>
        <w:t xml:space="preserve">  94   </w:t>
      </w:r>
    </w:p>
    <w:p w:rsidR="00C12A1D" w:rsidRDefault="00C12A1D" w:rsidP="00C12A1D">
      <w:r>
        <w:t xml:space="preserve">  95           Tech_cost cost incurred by each industry due to waste treatment s</w:t>
      </w:r>
    </w:p>
    <w:p w:rsidR="00C12A1D" w:rsidRDefault="00C12A1D" w:rsidP="00C12A1D">
      <w:r>
        <w:t xml:space="preserve">      etup</w:t>
      </w:r>
    </w:p>
    <w:p w:rsidR="00C12A1D" w:rsidRDefault="00C12A1D" w:rsidP="00C12A1D">
      <w:r>
        <w:t xml:space="preserve">  96           Tech_cost_total The total overall cost incurred which is to be mi</w:t>
      </w:r>
    </w:p>
    <w:p w:rsidR="00C12A1D" w:rsidRDefault="00C12A1D" w:rsidP="00C12A1D">
      <w:r>
        <w:t xml:space="preserve">      nimized</w:t>
      </w:r>
    </w:p>
    <w:p w:rsidR="00C12A1D" w:rsidRDefault="00C12A1D" w:rsidP="00C12A1D">
      <w:r>
        <w:t xml:space="preserve">  97   </w:t>
      </w:r>
    </w:p>
    <w:p w:rsidR="00C12A1D" w:rsidRDefault="00C12A1D" w:rsidP="00C12A1D">
      <w:r>
        <w:t xml:space="preserve">  98           Results To store and display the final results;</w:t>
      </w:r>
    </w:p>
    <w:p w:rsidR="00C12A1D" w:rsidRDefault="00C12A1D" w:rsidP="00C12A1D">
      <w:r>
        <w:t xml:space="preserve">  99   </w:t>
      </w:r>
    </w:p>
    <w:p w:rsidR="00C12A1D" w:rsidRDefault="00C12A1D" w:rsidP="00C12A1D">
      <w:r>
        <w:t xml:space="preserve"> 100  Parameter v</w:t>
      </w:r>
    </w:p>
    <w:p w:rsidR="00C12A1D" w:rsidRDefault="00C12A1D" w:rsidP="00C12A1D">
      <w:r>
        <w:t xml:space="preserve"> 101            u;</w:t>
      </w:r>
    </w:p>
    <w:p w:rsidR="00C12A1D" w:rsidRDefault="00C12A1D" w:rsidP="00C12A1D">
      <w:r>
        <w:t xml:space="preserve"> 102   </w:t>
      </w:r>
    </w:p>
    <w:p w:rsidR="00C12A1D" w:rsidRDefault="00C12A1D" w:rsidP="00C12A1D">
      <w:r>
        <w:t xml:space="preserve"> 103  WQS=(HSC/CAL)*TMDL;</w:t>
      </w:r>
    </w:p>
    <w:p w:rsidR="00C12A1D" w:rsidRDefault="00C12A1D" w:rsidP="00C12A1D">
      <w:r>
        <w:t xml:space="preserve"> 104  reduction(i,'1')=(Data(i,'2')-WQS)*Data(i,'1')*k1*10**(-6)*365;</w:t>
      </w:r>
    </w:p>
    <w:p w:rsidR="00C12A1D" w:rsidRDefault="00C12A1D" w:rsidP="00C12A1D">
      <w:r>
        <w:lastRenderedPageBreak/>
        <w:t xml:space="preserve"> 105   </w:t>
      </w:r>
    </w:p>
    <w:p w:rsidR="00C12A1D" w:rsidRDefault="00C12A1D" w:rsidP="00C12A1D">
      <w:r>
        <w:t xml:space="preserve"> 106  binary variables b binary variable specifying the process selection;</w:t>
      </w:r>
    </w:p>
    <w:p w:rsidR="00C12A1D" w:rsidRDefault="00C12A1D" w:rsidP="00C12A1D">
      <w:r>
        <w:t xml:space="preserve"> 107   </w:t>
      </w:r>
    </w:p>
    <w:p w:rsidR="00C12A1D" w:rsidRDefault="00C12A1D" w:rsidP="00C12A1D">
      <w:r>
        <w:t xml:space="preserve"> 108  variable t Variable deciding the amount of mercury traded between various </w:t>
      </w:r>
    </w:p>
    <w:p w:rsidR="00C12A1D" w:rsidRDefault="00C12A1D" w:rsidP="00C12A1D">
      <w:r>
        <w:t xml:space="preserve">      industries</w:t>
      </w:r>
    </w:p>
    <w:p w:rsidR="00C12A1D" w:rsidRDefault="00C12A1D" w:rsidP="00C12A1D">
      <w:r>
        <w:t xml:space="preserve"> 109           Tobj Objective function</w:t>
      </w:r>
    </w:p>
    <w:p w:rsidR="00C12A1D" w:rsidRDefault="00C12A1D" w:rsidP="00C12A1D">
      <w:r>
        <w:t xml:space="preserve"> 110           obj Objective function;</w:t>
      </w:r>
    </w:p>
    <w:p w:rsidR="00C12A1D" w:rsidRDefault="00C12A1D" w:rsidP="00C12A1D">
      <w:r>
        <w:t xml:space="preserve"> 111   </w:t>
      </w:r>
    </w:p>
    <w:p w:rsidR="00C12A1D" w:rsidRDefault="00C12A1D" w:rsidP="00C12A1D">
      <w:r>
        <w:t xml:space="preserve"> 112  *=========================================================================</w:t>
      </w:r>
    </w:p>
    <w:p w:rsidR="00C12A1D" w:rsidRDefault="00C12A1D" w:rsidP="00C12A1D">
      <w:r>
        <w:t xml:space="preserve">      ======</w:t>
      </w:r>
    </w:p>
    <w:p w:rsidR="00C12A1D" w:rsidRDefault="00C12A1D" w:rsidP="00C12A1D">
      <w:r>
        <w:t xml:space="preserve"> 113  * First solving the Technology only model to generate constraints for the </w:t>
      </w:r>
    </w:p>
    <w:p w:rsidR="00C12A1D" w:rsidRDefault="00C12A1D" w:rsidP="00C12A1D">
      <w:r>
        <w:t xml:space="preserve">      problem</w:t>
      </w:r>
    </w:p>
    <w:p w:rsidR="00C12A1D" w:rsidRDefault="00C12A1D" w:rsidP="00C12A1D">
      <w:r>
        <w:t xml:space="preserve"> 114  * The constraint states that no industry should be required to spend more </w:t>
      </w:r>
    </w:p>
    <w:p w:rsidR="00C12A1D" w:rsidRDefault="00C12A1D" w:rsidP="00C12A1D">
      <w:r>
        <w:t xml:space="preserve">      as a results</w:t>
      </w:r>
    </w:p>
    <w:p w:rsidR="00C12A1D" w:rsidRDefault="00C12A1D" w:rsidP="00C12A1D">
      <w:r>
        <w:t xml:space="preserve"> 115  * of trading.</w:t>
      </w:r>
    </w:p>
    <w:p w:rsidR="00C12A1D" w:rsidRDefault="00C12A1D" w:rsidP="00C12A1D">
      <w:r>
        <w:t xml:space="preserve"> 116  * Definig the Technology only problem</w:t>
      </w:r>
    </w:p>
    <w:p w:rsidR="00C12A1D" w:rsidRDefault="00C12A1D" w:rsidP="00C12A1D">
      <w:r>
        <w:t xml:space="preserve"> 117  Equations Tobjective</w:t>
      </w:r>
    </w:p>
    <w:p w:rsidR="00C12A1D" w:rsidRDefault="00C12A1D" w:rsidP="00C12A1D">
      <w:r>
        <w:t xml:space="preserve"> 118           Tc1</w:t>
      </w:r>
    </w:p>
    <w:p w:rsidR="00C12A1D" w:rsidRDefault="00C12A1D" w:rsidP="00C12A1D">
      <w:r>
        <w:t xml:space="preserve"> 119           Tc3;</w:t>
      </w:r>
    </w:p>
    <w:p w:rsidR="00C12A1D" w:rsidRDefault="00C12A1D" w:rsidP="00C12A1D">
      <w:r>
        <w:t xml:space="preserve"> 120   </w:t>
      </w:r>
    </w:p>
    <w:p w:rsidR="00C12A1D" w:rsidRDefault="00C12A1D" w:rsidP="00C12A1D">
      <w:r>
        <w:t xml:space="preserve"> 121  Tobjective.. Tobj =e=1000*365*sum((i,j),TC(j)*Data(i,'1')*b(i,j));</w:t>
      </w:r>
    </w:p>
    <w:p w:rsidR="00C12A1D" w:rsidRDefault="00C12A1D" w:rsidP="00C12A1D">
      <w:r>
        <w:t xml:space="preserve"> 122  Tc1(i)..  sum(j,b(i,j)) =l= 3;</w:t>
      </w:r>
    </w:p>
    <w:p w:rsidR="00C12A1D" w:rsidRDefault="00C12A1D" w:rsidP="00C12A1D">
      <w:r>
        <w:t xml:space="preserve"> 123  Tc3(i).. 10**(-6)*k1*365*sum(j,q(j)*Data(i,'1')*b(i,j)) =g= reduction(i,'1</w:t>
      </w:r>
    </w:p>
    <w:p w:rsidR="00C12A1D" w:rsidRDefault="00C12A1D" w:rsidP="00C12A1D">
      <w:r>
        <w:t xml:space="preserve">      ');</w:t>
      </w:r>
    </w:p>
    <w:p w:rsidR="00C12A1D" w:rsidRDefault="00C12A1D" w:rsidP="00C12A1D">
      <w:r>
        <w:t xml:space="preserve"> 124  * The reduction constraint is multiplied by 1000 on both sides to avoid</w:t>
      </w:r>
    </w:p>
    <w:p w:rsidR="00C12A1D" w:rsidRDefault="00C12A1D" w:rsidP="00C12A1D">
      <w:r>
        <w:lastRenderedPageBreak/>
        <w:t xml:space="preserve"> 125  * numerical errors arising due to small values.</w:t>
      </w:r>
    </w:p>
    <w:p w:rsidR="00C12A1D" w:rsidRDefault="00C12A1D" w:rsidP="00C12A1D">
      <w:r>
        <w:t xml:space="preserve"> 126   </w:t>
      </w:r>
    </w:p>
    <w:p w:rsidR="00C12A1D" w:rsidRDefault="00C12A1D" w:rsidP="00C12A1D">
      <w:r>
        <w:t xml:space="preserve"> 127  model Tech_problem /Tobjective, Tc1, Tc3/;</w:t>
      </w:r>
    </w:p>
    <w:p w:rsidR="00C12A1D" w:rsidRDefault="00C12A1D" w:rsidP="00C12A1D">
      <w:r>
        <w:t xml:space="preserve"> 128   </w:t>
      </w:r>
    </w:p>
    <w:p w:rsidR="00C12A1D" w:rsidRDefault="00C12A1D" w:rsidP="00C12A1D">
      <w:r>
        <w:t xml:space="preserve"> 129   </w:t>
      </w:r>
    </w:p>
    <w:p w:rsidR="00C12A1D" w:rsidRDefault="00C12A1D" w:rsidP="00C12A1D">
      <w:r>
        <w:t xml:space="preserve"> 130   </w:t>
      </w:r>
    </w:p>
    <w:p w:rsidR="00C12A1D" w:rsidRDefault="00C12A1D" w:rsidP="00C12A1D">
      <w:r>
        <w:t xml:space="preserve"> 131   </w:t>
      </w:r>
    </w:p>
    <w:p w:rsidR="00C12A1D" w:rsidRDefault="00C12A1D" w:rsidP="00C12A1D">
      <w:r>
        <w:t xml:space="preserve"> 132   </w:t>
      </w:r>
    </w:p>
    <w:p w:rsidR="00C12A1D" w:rsidRDefault="00C12A1D" w:rsidP="00C12A1D">
      <w:r>
        <w:t xml:space="preserve"> 133   </w:t>
      </w:r>
    </w:p>
    <w:p w:rsidR="00C12A1D" w:rsidRDefault="00C12A1D" w:rsidP="00C12A1D">
      <w:r>
        <w:t xml:space="preserve"> 134  *=========================================================================</w:t>
      </w:r>
    </w:p>
    <w:p w:rsidR="00C12A1D" w:rsidRDefault="00C12A1D" w:rsidP="00C12A1D">
      <w:r>
        <w:t xml:space="preserve">      ======</w:t>
      </w:r>
    </w:p>
    <w:p w:rsidR="00C12A1D" w:rsidRDefault="00C12A1D" w:rsidP="00C12A1D">
      <w:r>
        <w:t xml:space="preserve"> 135   </w:t>
      </w:r>
    </w:p>
    <w:p w:rsidR="00C12A1D" w:rsidRDefault="00C12A1D" w:rsidP="00C12A1D">
      <w:r>
        <w:t xml:space="preserve"> 136  * Definig the Trading option problem</w:t>
      </w:r>
    </w:p>
    <w:p w:rsidR="00C12A1D" w:rsidRDefault="00C12A1D" w:rsidP="00C12A1D">
      <w:r>
        <w:t xml:space="preserve"> 137  Equations objective</w:t>
      </w:r>
    </w:p>
    <w:p w:rsidR="00C12A1D" w:rsidRDefault="00C12A1D" w:rsidP="00C12A1D">
      <w:r>
        <w:t xml:space="preserve"> 138           c1</w:t>
      </w:r>
    </w:p>
    <w:p w:rsidR="00C12A1D" w:rsidRDefault="00C12A1D" w:rsidP="00C12A1D">
      <w:r>
        <w:t xml:space="preserve"> 139           c3</w:t>
      </w:r>
    </w:p>
    <w:p w:rsidR="00C12A1D" w:rsidRDefault="00C12A1D" w:rsidP="00C12A1D">
      <w:r>
        <w:t xml:space="preserve"> 140           c4</w:t>
      </w:r>
    </w:p>
    <w:p w:rsidR="00C12A1D" w:rsidRDefault="00C12A1D" w:rsidP="00C12A1D">
      <w:r>
        <w:t xml:space="preserve"> 141           c5</w:t>
      </w:r>
    </w:p>
    <w:p w:rsidR="00C12A1D" w:rsidRDefault="00C12A1D" w:rsidP="00C12A1D">
      <w:r>
        <w:t xml:space="preserve"> 142           c6;</w:t>
      </w:r>
    </w:p>
    <w:p w:rsidR="00C12A1D" w:rsidRDefault="00C12A1D" w:rsidP="00C12A1D">
      <w:r>
        <w:t xml:space="preserve"> 143   </w:t>
      </w:r>
    </w:p>
    <w:p w:rsidR="00C12A1D" w:rsidRDefault="00C12A1D" w:rsidP="00C12A1D">
      <w:r>
        <w:t xml:space="preserve"> 144  objective.. obj =e= 1000*365*sum((i,j),TC(j)*Data(i,'1')*b(i,j));</w:t>
      </w:r>
    </w:p>
    <w:p w:rsidR="00C12A1D" w:rsidRDefault="00C12A1D" w:rsidP="00C12A1D">
      <w:r>
        <w:t xml:space="preserve"> 145  c1(i)..  sum(j,b(i,j)) =l= 3;</w:t>
      </w:r>
    </w:p>
    <w:p w:rsidR="00C12A1D" w:rsidRDefault="00C12A1D" w:rsidP="00C12A1D">
      <w:r>
        <w:t xml:space="preserve"> 146  c3(i).. t(i,i) =e= 0;</w:t>
      </w:r>
    </w:p>
    <w:p w:rsidR="00C12A1D" w:rsidRDefault="00C12A1D" w:rsidP="00C12A1D">
      <w:r>
        <w:t xml:space="preserve"> 147  c4(i).. 10**(-6)*k1*365*sum(j,q(j)*Data(i,'1')*b(i,j))+(sum(k,t(i,k))-r*su</w:t>
      </w:r>
    </w:p>
    <w:p w:rsidR="00C12A1D" w:rsidRDefault="00C12A1D" w:rsidP="00C12A1D">
      <w:r>
        <w:t xml:space="preserve">      m(k,t(k,i))) =g= reduction(i,'1');</w:t>
      </w:r>
    </w:p>
    <w:p w:rsidR="00C12A1D" w:rsidRDefault="00C12A1D" w:rsidP="00C12A1D">
      <w:r>
        <w:lastRenderedPageBreak/>
        <w:t xml:space="preserve"> 148  * Expressing the trading and reduction quantities in grams/year to inceras</w:t>
      </w:r>
    </w:p>
    <w:p w:rsidR="00C12A1D" w:rsidRDefault="00C12A1D" w:rsidP="00C12A1D">
      <w:r>
        <w:t xml:space="preserve">      e absolute values</w:t>
      </w:r>
    </w:p>
    <w:p w:rsidR="00C12A1D" w:rsidRDefault="00C12A1D" w:rsidP="00C12A1D">
      <w:r>
        <w:t xml:space="preserve"> 149  c5(i).. Tech_cost(i) =g= 1000*365*sum(j,b(i,j)*Data(i,'1')*TC(j))+F*(sum(k</w:t>
      </w:r>
    </w:p>
    <w:p w:rsidR="00C12A1D" w:rsidRDefault="00C12A1D" w:rsidP="00C12A1D">
      <w:r>
        <w:t xml:space="preserve">      ,t.l(i,k))-sum(k,t.l(k,i)))/1000;</w:t>
      </w:r>
    </w:p>
    <w:p w:rsidR="00C12A1D" w:rsidRDefault="00C12A1D" w:rsidP="00C12A1D">
      <w:r>
        <w:t xml:space="preserve"> 150  c6(i).. 10**(-6)*k1*365*sum(j,q(j)*Data(i,'1')*b(i,j))+(sum(k,t(i,k))-r*su</w:t>
      </w:r>
    </w:p>
    <w:p w:rsidR="00C12A1D" w:rsidRDefault="00C12A1D" w:rsidP="00C12A1D">
      <w:r>
        <w:t xml:space="preserve">      m(k,t(k,i))) =g= 0;</w:t>
      </w:r>
    </w:p>
    <w:p w:rsidR="00C12A1D" w:rsidRDefault="00C12A1D" w:rsidP="00C12A1D">
      <w:r>
        <w:t xml:space="preserve"> 151  t.lo(i,k) = 0;</w:t>
      </w:r>
    </w:p>
    <w:p w:rsidR="00C12A1D" w:rsidRDefault="00C12A1D" w:rsidP="00C12A1D">
      <w:r>
        <w:t xml:space="preserve"> 152   </w:t>
      </w:r>
    </w:p>
    <w:p w:rsidR="00C12A1D" w:rsidRDefault="00C12A1D" w:rsidP="00C12A1D">
      <w:r>
        <w:t xml:space="preserve"> 153  model problem /objective,c1, c3, c4, c5, c6/;</w:t>
      </w:r>
    </w:p>
    <w:p w:rsidR="00C12A1D" w:rsidRDefault="00C12A1D" w:rsidP="00C12A1D">
      <w:r>
        <w:t xml:space="preserve"> 154   </w:t>
      </w:r>
    </w:p>
    <w:p w:rsidR="00C12A1D" w:rsidRDefault="00C12A1D" w:rsidP="00C12A1D">
      <w:r>
        <w:t xml:space="preserve"> 155  *=== Solving the Technology only problem to generate constraint for the ma</w:t>
      </w:r>
    </w:p>
    <w:p w:rsidR="00C12A1D" w:rsidRDefault="00C12A1D" w:rsidP="00C12A1D">
      <w:r>
        <w:t xml:space="preserve">      in problem===</w:t>
      </w:r>
    </w:p>
    <w:p w:rsidR="00C12A1D" w:rsidRDefault="00C12A1D" w:rsidP="00C12A1D">
      <w:r>
        <w:t xml:space="preserve"> 156  options Optcr=0.001;</w:t>
      </w:r>
    </w:p>
    <w:p w:rsidR="00C12A1D" w:rsidRDefault="00C12A1D" w:rsidP="00C12A1D">
      <w:r>
        <w:t xml:space="preserve"> 157  solve Tech_problem using mip minimizing Tobj;</w:t>
      </w:r>
    </w:p>
    <w:p w:rsidR="00C12A1D" w:rsidRDefault="00C12A1D" w:rsidP="00C12A1D">
      <w:r>
        <w:t xml:space="preserve"> 158   </w:t>
      </w:r>
    </w:p>
    <w:p w:rsidR="00C12A1D" w:rsidRDefault="00C12A1D" w:rsidP="00C12A1D">
      <w:r>
        <w:t xml:space="preserve"> 159  Tech_cost(i)=1000*365*sum(j,b.l(i,j)*Data(i,'1')*TC(j));</w:t>
      </w:r>
    </w:p>
    <w:p w:rsidR="00C12A1D" w:rsidRDefault="00C12A1D" w:rsidP="00C12A1D">
      <w:r>
        <w:t xml:space="preserve"> 160  Tech_cost_total=sum(i,Tech_cost(i));</w:t>
      </w:r>
    </w:p>
    <w:p w:rsidR="00C12A1D" w:rsidRDefault="00C12A1D" w:rsidP="00C12A1D">
      <w:r>
        <w:t xml:space="preserve"> 161  *=========================================================================</w:t>
      </w:r>
    </w:p>
    <w:p w:rsidR="00C12A1D" w:rsidRDefault="00C12A1D" w:rsidP="00C12A1D">
      <w:r>
        <w:t xml:space="preserve">      ======</w:t>
      </w:r>
    </w:p>
    <w:p w:rsidR="00C12A1D" w:rsidRDefault="00C12A1D" w:rsidP="00C12A1D">
      <w:r>
        <w:t xml:space="preserve"> 162   </w:t>
      </w:r>
    </w:p>
    <w:p w:rsidR="00C12A1D" w:rsidRDefault="00C12A1D" w:rsidP="00C12A1D">
      <w:r>
        <w:t xml:space="preserve"> 163  options Optcr=0.001;</w:t>
      </w:r>
    </w:p>
    <w:p w:rsidR="00C12A1D" w:rsidRDefault="00C12A1D" w:rsidP="00C12A1D">
      <w:r>
        <w:t xml:space="preserve"> 164  solve problem using mip minimizing obj;</w:t>
      </w:r>
    </w:p>
    <w:p w:rsidR="00C12A1D" w:rsidRDefault="00C12A1D" w:rsidP="00C12A1D">
      <w:r>
        <w:t xml:space="preserve"> 165   </w:t>
      </w:r>
    </w:p>
    <w:p w:rsidR="00C12A1D" w:rsidRDefault="00C12A1D" w:rsidP="00C12A1D">
      <w:r>
        <w:t xml:space="preserve"> 166   </w:t>
      </w:r>
    </w:p>
    <w:p w:rsidR="00C12A1D" w:rsidRDefault="00C12A1D" w:rsidP="00C12A1D">
      <w:r>
        <w:t xml:space="preserve"> 167   </w:t>
      </w:r>
    </w:p>
    <w:p w:rsidR="00C12A1D" w:rsidRDefault="00C12A1D" w:rsidP="00C12A1D">
      <w:r>
        <w:lastRenderedPageBreak/>
        <w:t xml:space="preserve"> 168   </w:t>
      </w:r>
    </w:p>
    <w:p w:rsidR="00C12A1D" w:rsidRDefault="00C12A1D" w:rsidP="00C12A1D">
      <w:r>
        <w:t xml:space="preserve"> 169   </w:t>
      </w:r>
    </w:p>
    <w:p w:rsidR="00C12A1D" w:rsidRDefault="00C12A1D" w:rsidP="00C12A1D">
      <w:r>
        <w:t xml:space="preserve"> 170   </w:t>
      </w:r>
    </w:p>
    <w:p w:rsidR="00C12A1D" w:rsidRDefault="00C12A1D" w:rsidP="00C12A1D">
      <w:r>
        <w:t xml:space="preserve"> 171   </w:t>
      </w:r>
    </w:p>
    <w:p w:rsidR="00C12A1D" w:rsidRDefault="00C12A1D" w:rsidP="00C12A1D">
      <w:r>
        <w:t xml:space="preserve"> 172   </w:t>
      </w:r>
    </w:p>
    <w:p w:rsidR="00C12A1D" w:rsidRDefault="00C12A1D" w:rsidP="00C12A1D">
      <w:r>
        <w:t xml:space="preserve"> 173   </w:t>
      </w:r>
    </w:p>
    <w:p w:rsidR="00C12A1D" w:rsidRDefault="00C12A1D" w:rsidP="00C12A1D">
      <w:r>
        <w:t xml:space="preserve"> 174  target_reduction=sum(i,reduction(i,'1'));</w:t>
      </w:r>
    </w:p>
    <w:p w:rsidR="00C12A1D" w:rsidRDefault="00C12A1D" w:rsidP="00C12A1D">
      <w:r>
        <w:t xml:space="preserve"> 175   </w:t>
      </w:r>
    </w:p>
    <w:p w:rsidR="00C12A1D" w:rsidRDefault="00C12A1D" w:rsidP="00C12A1D">
      <w:r>
        <w:t xml:space="preserve"> 176  *=========================================================================</w:t>
      </w:r>
    </w:p>
    <w:p w:rsidR="00C12A1D" w:rsidRDefault="00C12A1D" w:rsidP="00C12A1D">
      <w:r>
        <w:t xml:space="preserve">      ======</w:t>
      </w:r>
    </w:p>
    <w:p w:rsidR="00C12A1D" w:rsidRDefault="00C12A1D" w:rsidP="00C12A1D">
      <w:r>
        <w:t xml:space="preserve"> 177  red_final(i,'1')=10**(-6)*k1*365*sum(j,q(j)*Data(i,'1')*b.l(i,j))+(sum(k,t</w:t>
      </w:r>
    </w:p>
    <w:p w:rsidR="00C12A1D" w:rsidRDefault="00C12A1D" w:rsidP="00C12A1D">
      <w:r>
        <w:t xml:space="preserve">      .l(i,k))-r*sum(k,t.l(k,i)));</w:t>
      </w:r>
    </w:p>
    <w:p w:rsidR="00C12A1D" w:rsidRDefault="00C12A1D" w:rsidP="00C12A1D">
      <w:r>
        <w:t xml:space="preserve"> 178  red_total=sum(i,red_final(i,'1'));</w:t>
      </w:r>
    </w:p>
    <w:p w:rsidR="00C12A1D" w:rsidRDefault="00C12A1D" w:rsidP="00C12A1D">
      <w:r>
        <w:t xml:space="preserve"> 179  * In grams/year</w:t>
      </w:r>
    </w:p>
    <w:p w:rsidR="00C12A1D" w:rsidRDefault="00C12A1D" w:rsidP="00C12A1D">
      <w:r>
        <w:t xml:space="preserve"> 180   </w:t>
      </w:r>
    </w:p>
    <w:p w:rsidR="00C12A1D" w:rsidRDefault="00C12A1D" w:rsidP="00C12A1D">
      <w:r>
        <w:t xml:space="preserve"> 181  cost(i,'1')=1000*365*sum(j,b.l(i,j)*Data(i,'1')*TC(j))+F*(sum(k,t.l(i,k))-</w:t>
      </w:r>
    </w:p>
    <w:p w:rsidR="00C12A1D" w:rsidRDefault="00C12A1D" w:rsidP="00C12A1D">
      <w:r>
        <w:t xml:space="preserve">      sum(k,t.l(k,i)))/1000;</w:t>
      </w:r>
    </w:p>
    <w:p w:rsidR="00C12A1D" w:rsidRDefault="00C12A1D" w:rsidP="00C12A1D">
      <w:r>
        <w:t xml:space="preserve"> 182  cost_total=sum(i,cost(i,'1'));</w:t>
      </w:r>
    </w:p>
    <w:p w:rsidR="00C12A1D" w:rsidRDefault="00C12A1D" w:rsidP="00C12A1D">
      <w:r>
        <w:t xml:space="preserve"> 183  *=========================================================================</w:t>
      </w:r>
    </w:p>
    <w:p w:rsidR="00C12A1D" w:rsidRDefault="00C12A1D" w:rsidP="00C12A1D">
      <w:r>
        <w:t xml:space="preserve">      ======</w:t>
      </w:r>
    </w:p>
    <w:p w:rsidR="00C12A1D" w:rsidRDefault="00C12A1D" w:rsidP="00C12A1D">
      <w:r>
        <w:t xml:space="preserve"> 184  u(i,k)=t.l(k,i);</w:t>
      </w:r>
    </w:p>
    <w:p w:rsidR="00C12A1D" w:rsidRDefault="00C12A1D" w:rsidP="00C12A1D">
      <w:r>
        <w:t xml:space="preserve"> 185   </w:t>
      </w:r>
    </w:p>
    <w:p w:rsidR="00C12A1D" w:rsidRDefault="00C12A1D" w:rsidP="00C12A1D">
      <w:r>
        <w:t xml:space="preserve"> 186  * Calculation of the actual health care cost after the actual discharges a</w:t>
      </w:r>
    </w:p>
    <w:p w:rsidR="00C12A1D" w:rsidRDefault="00C12A1D" w:rsidP="00C12A1D">
      <w:r>
        <w:t xml:space="preserve">      re known from the solution</w:t>
      </w:r>
    </w:p>
    <w:p w:rsidR="00C12A1D" w:rsidRDefault="00C12A1D" w:rsidP="00C12A1D">
      <w:r>
        <w:t xml:space="preserve"> 187  WQS_final(i,'1')=Data(i,'2')-red_final(i,'1')/(Data(i,'1')*k1*10**(-6)*365</w:t>
      </w:r>
    </w:p>
    <w:p w:rsidR="00C12A1D" w:rsidRDefault="00C12A1D" w:rsidP="00C12A1D">
      <w:r>
        <w:lastRenderedPageBreak/>
        <w:t xml:space="preserve">      );</w:t>
      </w:r>
    </w:p>
    <w:p w:rsidR="00C12A1D" w:rsidRDefault="00C12A1D" w:rsidP="00C12A1D">
      <w:r>
        <w:t xml:space="preserve"> 188  * The second term in this equation converts the final reduction in the uni</w:t>
      </w:r>
    </w:p>
    <w:p w:rsidR="00C12A1D" w:rsidRDefault="00C12A1D" w:rsidP="00C12A1D">
      <w:r>
        <w:t xml:space="preserve">      ts of micro-grams/liter.</w:t>
      </w:r>
    </w:p>
    <w:p w:rsidR="00C12A1D" w:rsidRDefault="00C12A1D" w:rsidP="00C12A1D">
      <w:r>
        <w:t xml:space="preserve"> 189  * The Data(i,'2') is also in same units so the WQS_final is also in micro-</w:t>
      </w:r>
    </w:p>
    <w:p w:rsidR="00C12A1D" w:rsidRDefault="00C12A1D" w:rsidP="00C12A1D">
      <w:r>
        <w:t xml:space="preserve">      grams/liter.</w:t>
      </w:r>
    </w:p>
    <w:p w:rsidR="00C12A1D" w:rsidRDefault="00C12A1D" w:rsidP="00C12A1D">
      <w:r>
        <w:t xml:space="preserve"> 190   </w:t>
      </w:r>
    </w:p>
    <w:p w:rsidR="00C12A1D" w:rsidRDefault="00C12A1D" w:rsidP="00C12A1D">
      <w:r>
        <w:t xml:space="preserve"> 191  WQS_avg=sum(i,WQS_final(i,'1')*(Data(i,'1')*k1*10**(-6)*365))/sum(i,(Data(</w:t>
      </w:r>
    </w:p>
    <w:p w:rsidR="00C12A1D" w:rsidRDefault="00C12A1D" w:rsidP="00C12A1D">
      <w:r>
        <w:t xml:space="preserve">      i,'1')*k1*10**(-6)*365));</w:t>
      </w:r>
    </w:p>
    <w:p w:rsidR="00C12A1D" w:rsidRDefault="00C12A1D" w:rsidP="00C12A1D">
      <w:r>
        <w:t xml:space="preserve"> 192  mortality=((WQS_avg*safe_hg/2.8)*fish_intake*1000*0.5*population/(LC50*wat</w:t>
      </w:r>
    </w:p>
    <w:p w:rsidR="00C12A1D" w:rsidRDefault="00C12A1D" w:rsidP="00C12A1D">
      <w:r>
        <w:t xml:space="preserve">      er_intake));</w:t>
      </w:r>
    </w:p>
    <w:p w:rsidR="00C12A1D" w:rsidRDefault="00C12A1D" w:rsidP="00C12A1D">
      <w:r>
        <w:t xml:space="preserve"> 193   </w:t>
      </w:r>
    </w:p>
    <w:p w:rsidR="00C12A1D" w:rsidRDefault="00C12A1D" w:rsidP="00C12A1D">
      <w:r>
        <w:t xml:space="preserve"> 194  cost_health=mortality*compensation;</w:t>
      </w:r>
    </w:p>
    <w:p w:rsidR="00C12A1D" w:rsidRDefault="00C12A1D" w:rsidP="00C12A1D">
      <w:r>
        <w:t xml:space="preserve"> 195  cost_combined=cost_total+cost_health;</w:t>
      </w:r>
    </w:p>
    <w:p w:rsidR="00C12A1D" w:rsidRDefault="00C12A1D" w:rsidP="00C12A1D">
      <w:r>
        <w:t xml:space="preserve"> 196   </w:t>
      </w:r>
    </w:p>
    <w:p w:rsidR="00C12A1D" w:rsidRDefault="00C12A1D" w:rsidP="00C12A1D">
      <w:r>
        <w:t xml:space="preserve"> 197  v=sum((i,k), t.l(i,k));</w:t>
      </w:r>
    </w:p>
    <w:p w:rsidR="00C12A1D" w:rsidRDefault="00C12A1D" w:rsidP="00C12A1D">
      <w:r>
        <w:t xml:space="preserve"> 198   </w:t>
      </w:r>
    </w:p>
    <w:p w:rsidR="00C12A1D" w:rsidRDefault="00C12A1D" w:rsidP="00C12A1D">
      <w:r>
        <w:t xml:space="preserve"> 199  Results('1','1')=red_total;</w:t>
      </w:r>
    </w:p>
    <w:p w:rsidR="00C12A1D" w:rsidRDefault="00C12A1D" w:rsidP="00C12A1D">
      <w:r>
        <w:t xml:space="preserve"> 200  Results('1','2')=cost_health;</w:t>
      </w:r>
    </w:p>
    <w:p w:rsidR="00C12A1D" w:rsidRDefault="00C12A1D" w:rsidP="00C12A1D">
      <w:r>
        <w:t xml:space="preserve"> 201  Results('1','3')=cost_total;</w:t>
      </w:r>
    </w:p>
    <w:p w:rsidR="00C12A1D" w:rsidRDefault="00C12A1D" w:rsidP="00C12A1D">
      <w:r>
        <w:t xml:space="preserve"> 202  Results('1','4')=cost_combined;</w:t>
      </w:r>
    </w:p>
    <w:p w:rsidR="00C12A1D" w:rsidRDefault="00C12A1D" w:rsidP="00C12A1D">
      <w:r>
        <w:t xml:space="preserve"> 203  Results('1','5')=v;</w:t>
      </w:r>
    </w:p>
    <w:p w:rsidR="00C12A1D" w:rsidRDefault="00C12A1D" w:rsidP="00C12A1D">
      <w:r>
        <w:t xml:space="preserve"> 204   </w:t>
      </w:r>
    </w:p>
    <w:p w:rsidR="00C12A1D" w:rsidRDefault="00C12A1D" w:rsidP="00C12A1D">
      <w:r>
        <w:t xml:space="preserve"> 205  display WQS, red_final,WQS_final, b.l, Results, cost, t.l;</w:t>
      </w:r>
    </w:p>
    <w:p w:rsidR="00C12A1D" w:rsidRDefault="00C12A1D" w:rsidP="00C12A1D"/>
    <w:p w:rsidR="00C12A1D" w:rsidRDefault="00C12A1D" w:rsidP="00C12A1D"/>
    <w:p w:rsidR="00C12A1D" w:rsidRDefault="00C12A1D" w:rsidP="00C12A1D">
      <w:r>
        <w:lastRenderedPageBreak/>
        <w:t>COMPILATION TIME     =        0.000 SECONDS      3 MB  24.1.3 r41464 WEX-WEI</w:t>
      </w:r>
    </w:p>
    <w:p w:rsidR="00C12A1D" w:rsidRDefault="00C12A1D" w:rsidP="00C12A1D">
      <w:r>
        <w:br w:type="page"/>
      </w:r>
      <w:r>
        <w:lastRenderedPageBreak/>
        <w:t>GAMS 24.1.3  r41464 Released Jul 26, 2013 WEX-WEI x86_64/MS Windows 01/19/16 16:18:25 Page 2</w:t>
      </w:r>
    </w:p>
    <w:p w:rsidR="00C12A1D" w:rsidRDefault="00C12A1D" w:rsidP="00C12A1D">
      <w:r>
        <w:t>G e n e r a l   A l g e b r a i c   M o d e l i n g   S y s t e m</w:t>
      </w:r>
    </w:p>
    <w:p w:rsidR="00C12A1D" w:rsidRDefault="00C12A1D" w:rsidP="00C12A1D">
      <w:r>
        <w:t>Equation Listing    SOLVE Tech_problem Using MIP From line 157</w:t>
      </w:r>
    </w:p>
    <w:p w:rsidR="00C12A1D" w:rsidRDefault="00C12A1D" w:rsidP="00C12A1D"/>
    <w:p w:rsidR="00C12A1D" w:rsidRDefault="00C12A1D" w:rsidP="00C12A1D"/>
    <w:p w:rsidR="00C12A1D" w:rsidRDefault="00C12A1D" w:rsidP="00C12A1D">
      <w:r>
        <w:t xml:space="preserve">---- Tobjective  =E=  </w:t>
      </w:r>
    </w:p>
    <w:p w:rsidR="00C12A1D" w:rsidRDefault="00C12A1D" w:rsidP="00C12A1D"/>
    <w:p w:rsidR="00C12A1D" w:rsidRDefault="00C12A1D" w:rsidP="00C12A1D">
      <w:r>
        <w:t>Tobjective..  - 16826500*b(1,1) - 26081075*b(1,2) - 10937225*b(1,3)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- 547500*b(2,1) - 848625*b(2,2) - 355875*b(2,3) - 1679000*b(3,1)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- 2602450*b(3,2) - 1091350*b(3,3) - 547500*b(4,1) - 848625*b(4,2)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- 355875*b(4,3) - 730000*b(5,1) - 1131500*b(5,2) - 474500*b(5,3)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- 817600*b(6,1) - 1267280*b(6,2) - 531440*b(6,3) - 438000*b(7,1)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- 678900*b(7,2) - 284700*b(7,3) - 9855000*b(8,1) - 15275250*b(8,2)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- 6405750*b(8,3) - 1642500*b(9,1) - 2545875*b(9,2) - 1067625*b(9,3)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- 365000*b(10,1) - 565750*b(10,2) - 237250*b(10,3) - 365000*b(11,1)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- 565750*b(11,2) - 237250*b(11,3) - 365000*b(12,1) - 565750*b(12,2)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lastRenderedPageBreak/>
        <w:t xml:space="preserve">      - 237250*b(12,3) - 730000*b(13,1) - 1131500*b(13,2) - 474500*b(13,3)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- 1374225*b(14,1) - 2130048.75*b(14,2) - 893246.25*b(14,3)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- 6570000*b(15,1) - 10183500*b(15,2) - 4270500*b(15,3) - 2628000*b(16,1)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- 4073400*b(16,2) - 1708200*b(16,3) - 21389000*b(17,1) - 33152950*b(17,2)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- 13902850*b(17,3) - 8395000*b(18,1) - 13012250*b(18,2) - 5456750*b(18,3)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- 420480*b(19,1) - 651744*b(19,2) - 273312*b(19,3) - 132130*b(20,1)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- 204801.5*b(20,2) - 85884.5*b(20,3) - 39420000*b(21,1) - 61101000*b(21,2)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- 25623000*b(21,3) - 1708200*b(22,1) - 2647710*b(22,2) - 1110330*b(22,3)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- 10252850*b(23,1) - 15891917.5*b(23,2) - 6664352.5*b(23,3)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- 701165*b(24,1) - 1086805.75*b(24,2) - 455757.25*b(24,3) - 198560*b(25,1)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- 307768*b(25,2) - 129064*b(25,3) - 182500*b(26,1) - 282875*b(26,2)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- 118625*b(26,3) - 1095*b(27,1) - 1697.25*b(27,2) - 711.75*b(27,3)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- 454790*b(28,1) - 704924.5*b(28,2) - 295613.5*b(28,3) - 19710*b(29,1)</w:t>
      </w:r>
    </w:p>
    <w:p w:rsidR="00C12A1D" w:rsidRDefault="00C12A1D" w:rsidP="00C12A1D">
      <w:r>
        <w:lastRenderedPageBreak/>
        <w:t xml:space="preserve">     </w:t>
      </w:r>
    </w:p>
    <w:p w:rsidR="00C12A1D" w:rsidRDefault="00C12A1D" w:rsidP="00C12A1D">
      <w:r>
        <w:t xml:space="preserve">      - 30550.5*b(29,2) - 12811.5*b(29,3) + Tobj =E= 0 ; (LHS = 0)</w:t>
      </w:r>
    </w:p>
    <w:p w:rsidR="00C12A1D" w:rsidRDefault="00C12A1D" w:rsidP="00C12A1D">
      <w:r>
        <w:t xml:space="preserve">     </w:t>
      </w:r>
    </w:p>
    <w:p w:rsidR="00C12A1D" w:rsidRDefault="00C12A1D" w:rsidP="00C12A1D"/>
    <w:p w:rsidR="00C12A1D" w:rsidRDefault="00C12A1D" w:rsidP="00C12A1D">
      <w:r>
        <w:t xml:space="preserve">---- Tc1  =L=  </w:t>
      </w:r>
    </w:p>
    <w:p w:rsidR="00C12A1D" w:rsidRDefault="00C12A1D" w:rsidP="00C12A1D"/>
    <w:p w:rsidR="00C12A1D" w:rsidRDefault="00C12A1D" w:rsidP="00C12A1D">
      <w:r>
        <w:t>Tc1(1)..  b(1,1) + b(1,2) + b(1,3) =L= 3 ; (LHS = 0)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>Tc1(2)..  b(2,1) + b(2,2) + b(2,3) =L= 3 ; (LHS = 0)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>Tc1(3)..  b(3,1) + b(3,2) + b(3,3) =L= 3 ; (LHS = 0)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>REMAINING 26 ENTRIES SKIPPED</w:t>
      </w:r>
    </w:p>
    <w:p w:rsidR="00C12A1D" w:rsidRDefault="00C12A1D" w:rsidP="00C12A1D"/>
    <w:p w:rsidR="00C12A1D" w:rsidRDefault="00C12A1D" w:rsidP="00C12A1D"/>
    <w:p w:rsidR="00C12A1D" w:rsidRDefault="00C12A1D" w:rsidP="00C12A1D">
      <w:r>
        <w:t xml:space="preserve">---- Tc3  =G=  </w:t>
      </w:r>
    </w:p>
    <w:p w:rsidR="00C12A1D" w:rsidRDefault="00C12A1D" w:rsidP="00C12A1D"/>
    <w:p w:rsidR="00C12A1D" w:rsidRDefault="00C12A1D" w:rsidP="00C12A1D">
      <w:r>
        <w:t>Tc3(1)..  0.1273597785*b(1,1) + 0.19103966775*b(1,2) + 0.0636798892499999*b(1,3)</w:t>
      </w:r>
    </w:p>
    <w:p w:rsidR="00C12A1D" w:rsidRDefault="00C12A1D" w:rsidP="00C12A1D">
      <w:r>
        <w:t xml:space="preserve">      =G= 0.122832874808418 ; (LHS = 0, INFES = 0.122832874808418 ****)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>Tc3(2)..  0.00414402749999999*b(2,1) + 0.00621604124999999*b(2,2)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+ 0.00207201375*b(2,3) =G= 0.00202831822193877 ;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(LHS = 0, INFES = 0.00202831822193877 ****)</w:t>
      </w:r>
    </w:p>
    <w:p w:rsidR="00C12A1D" w:rsidRDefault="00C12A1D" w:rsidP="00C12A1D">
      <w:r>
        <w:lastRenderedPageBreak/>
        <w:t xml:space="preserve">     </w:t>
      </w:r>
    </w:p>
    <w:p w:rsidR="00C12A1D" w:rsidRDefault="00C12A1D" w:rsidP="00C12A1D">
      <w:r>
        <w:t>Tc3(3)..  0.012708351*b(3,1) + 0.0190625265*b(3,2) + 0.00635417549999999*b(3,3)</w:t>
      </w:r>
    </w:p>
    <w:p w:rsidR="00C12A1D" w:rsidRDefault="00C12A1D" w:rsidP="00C12A1D">
      <w:r>
        <w:t xml:space="preserve">      =G= 0.0100326811806122 ; (LHS = 0, INFES = 0.0100326811806122 ****)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>REMAINING 26 ENTRIES SKIPPED</w:t>
      </w:r>
    </w:p>
    <w:p w:rsidR="00C12A1D" w:rsidRDefault="00C12A1D" w:rsidP="00C12A1D"/>
    <w:p w:rsidR="00C12A1D" w:rsidRDefault="00C12A1D" w:rsidP="00C12A1D">
      <w:r>
        <w:br w:type="page"/>
      </w:r>
      <w:r>
        <w:lastRenderedPageBreak/>
        <w:t>GAMS 24.1.3  r41464 Released Jul 26, 2013 WEX-WEI x86_64/MS Windows 01/19/16 16:18:25 Page 3</w:t>
      </w:r>
    </w:p>
    <w:p w:rsidR="00C12A1D" w:rsidRDefault="00C12A1D" w:rsidP="00C12A1D">
      <w:r>
        <w:t>G e n e r a l   A l g e b r a i c   M o d e l i n g   S y s t e m</w:t>
      </w:r>
    </w:p>
    <w:p w:rsidR="00C12A1D" w:rsidRDefault="00C12A1D" w:rsidP="00C12A1D">
      <w:r>
        <w:t>Column Listing      SOLVE Tech_problem Using MIP From line 157</w:t>
      </w:r>
    </w:p>
    <w:p w:rsidR="00C12A1D" w:rsidRDefault="00C12A1D" w:rsidP="00C12A1D"/>
    <w:p w:rsidR="00C12A1D" w:rsidRDefault="00C12A1D" w:rsidP="00C12A1D"/>
    <w:p w:rsidR="00C12A1D" w:rsidRDefault="00C12A1D" w:rsidP="00C12A1D">
      <w:r>
        <w:t>---- b  binary variable specifying the process selection</w:t>
      </w:r>
    </w:p>
    <w:p w:rsidR="00C12A1D" w:rsidRDefault="00C12A1D" w:rsidP="00C12A1D"/>
    <w:p w:rsidR="00C12A1D" w:rsidRDefault="00C12A1D" w:rsidP="00C12A1D">
      <w:r>
        <w:t>b(1,1)</w:t>
      </w:r>
    </w:p>
    <w:p w:rsidR="00C12A1D" w:rsidRDefault="00C12A1D" w:rsidP="00C12A1D">
      <w:r>
        <w:t xml:space="preserve">                (.LO, .L, .UP, .M = 0, 0, 1, 0)</w:t>
      </w:r>
    </w:p>
    <w:p w:rsidR="00C12A1D" w:rsidRDefault="00C12A1D" w:rsidP="00C12A1D">
      <w:r>
        <w:t xml:space="preserve">  -1.682650E+7  Tobjective</w:t>
      </w:r>
    </w:p>
    <w:p w:rsidR="00C12A1D" w:rsidRDefault="00C12A1D" w:rsidP="00C12A1D">
      <w:r>
        <w:t xml:space="preserve">        1       Tc1(1)</w:t>
      </w:r>
    </w:p>
    <w:p w:rsidR="00C12A1D" w:rsidRDefault="00C12A1D" w:rsidP="00C12A1D">
      <w:r>
        <w:t xml:space="preserve">        0.1274  Tc3(1)</w:t>
      </w:r>
    </w:p>
    <w:p w:rsidR="00C12A1D" w:rsidRDefault="00C12A1D" w:rsidP="00C12A1D"/>
    <w:p w:rsidR="00C12A1D" w:rsidRDefault="00C12A1D" w:rsidP="00C12A1D">
      <w:r>
        <w:t>b(1,2)</w:t>
      </w:r>
    </w:p>
    <w:p w:rsidR="00C12A1D" w:rsidRDefault="00C12A1D" w:rsidP="00C12A1D">
      <w:r>
        <w:t xml:space="preserve">                (.LO, .L, .UP, .M = 0, 0, 1, 0)</w:t>
      </w:r>
    </w:p>
    <w:p w:rsidR="00C12A1D" w:rsidRDefault="00C12A1D" w:rsidP="00C12A1D">
      <w:r>
        <w:t xml:space="preserve">  -2.608108E+7  Tobjective</w:t>
      </w:r>
    </w:p>
    <w:p w:rsidR="00C12A1D" w:rsidRDefault="00C12A1D" w:rsidP="00C12A1D">
      <w:r>
        <w:t xml:space="preserve">        1       Tc1(1)</w:t>
      </w:r>
    </w:p>
    <w:p w:rsidR="00C12A1D" w:rsidRDefault="00C12A1D" w:rsidP="00C12A1D">
      <w:r>
        <w:t xml:space="preserve">        0.191   Tc3(1)</w:t>
      </w:r>
    </w:p>
    <w:p w:rsidR="00C12A1D" w:rsidRDefault="00C12A1D" w:rsidP="00C12A1D"/>
    <w:p w:rsidR="00C12A1D" w:rsidRDefault="00C12A1D" w:rsidP="00C12A1D">
      <w:r>
        <w:t>b(1,3)</w:t>
      </w:r>
    </w:p>
    <w:p w:rsidR="00C12A1D" w:rsidRDefault="00C12A1D" w:rsidP="00C12A1D">
      <w:r>
        <w:t xml:space="preserve">                (.LO, .L, .UP, .M = 0, 0, 1, 0)</w:t>
      </w:r>
    </w:p>
    <w:p w:rsidR="00C12A1D" w:rsidRDefault="00C12A1D" w:rsidP="00C12A1D">
      <w:r>
        <w:t xml:space="preserve">  -1.093723E+7  Tobjective</w:t>
      </w:r>
    </w:p>
    <w:p w:rsidR="00C12A1D" w:rsidRDefault="00C12A1D" w:rsidP="00C12A1D">
      <w:r>
        <w:t xml:space="preserve">        1       Tc1(1)</w:t>
      </w:r>
    </w:p>
    <w:p w:rsidR="00C12A1D" w:rsidRDefault="00C12A1D" w:rsidP="00C12A1D">
      <w:r>
        <w:t xml:space="preserve">        0.0637  Tc3(1)</w:t>
      </w:r>
    </w:p>
    <w:p w:rsidR="00C12A1D" w:rsidRDefault="00C12A1D" w:rsidP="00C12A1D"/>
    <w:p w:rsidR="00C12A1D" w:rsidRDefault="00C12A1D" w:rsidP="00C12A1D">
      <w:r>
        <w:lastRenderedPageBreak/>
        <w:t>REMAINING 84 ENTRIES SKIPPED</w:t>
      </w:r>
    </w:p>
    <w:p w:rsidR="00C12A1D" w:rsidRDefault="00C12A1D" w:rsidP="00C12A1D"/>
    <w:p w:rsidR="00C12A1D" w:rsidRDefault="00C12A1D" w:rsidP="00C12A1D">
      <w:r>
        <w:t>---- Tobj  Objective function</w:t>
      </w:r>
    </w:p>
    <w:p w:rsidR="00C12A1D" w:rsidRDefault="00C12A1D" w:rsidP="00C12A1D"/>
    <w:p w:rsidR="00C12A1D" w:rsidRDefault="00C12A1D" w:rsidP="00C12A1D">
      <w:r>
        <w:t>Tobj</w:t>
      </w:r>
    </w:p>
    <w:p w:rsidR="00C12A1D" w:rsidRDefault="00C12A1D" w:rsidP="00C12A1D">
      <w:r>
        <w:t xml:space="preserve">                (.LO, .L, .UP, .M = -INF, 0, +INF, 0)</w:t>
      </w:r>
    </w:p>
    <w:p w:rsidR="00C12A1D" w:rsidRDefault="00C12A1D" w:rsidP="00C12A1D">
      <w:r>
        <w:t xml:space="preserve">        1       Tobjective</w:t>
      </w:r>
    </w:p>
    <w:p w:rsidR="00C12A1D" w:rsidRDefault="00C12A1D" w:rsidP="00C12A1D"/>
    <w:p w:rsidR="00C12A1D" w:rsidRDefault="00C12A1D" w:rsidP="00C12A1D">
      <w:r>
        <w:br w:type="page"/>
      </w:r>
      <w:r>
        <w:lastRenderedPageBreak/>
        <w:t>GAMS 24.1.3  r41464 Released Jul 26, 2013 WEX-WEI x86_64/MS Windows 01/19/16 16:18:25 Page 4</w:t>
      </w:r>
    </w:p>
    <w:p w:rsidR="00C12A1D" w:rsidRDefault="00C12A1D" w:rsidP="00C12A1D">
      <w:r>
        <w:t>G e n e r a l   A l g e b r a i c   M o d e l i n g   S y s t e m</w:t>
      </w:r>
    </w:p>
    <w:p w:rsidR="00C12A1D" w:rsidRDefault="00C12A1D" w:rsidP="00C12A1D">
      <w:r>
        <w:t>Model Statistics    SOLVE Tech_problem Using MIP From line 157</w:t>
      </w:r>
    </w:p>
    <w:p w:rsidR="00C12A1D" w:rsidRDefault="00C12A1D" w:rsidP="00C12A1D"/>
    <w:p w:rsidR="00C12A1D" w:rsidRDefault="00C12A1D" w:rsidP="00C12A1D"/>
    <w:p w:rsidR="00C12A1D" w:rsidRDefault="00C12A1D" w:rsidP="00C12A1D">
      <w:r>
        <w:t>MODEL STATISTICS</w:t>
      </w:r>
    </w:p>
    <w:p w:rsidR="00C12A1D" w:rsidRDefault="00C12A1D" w:rsidP="00C12A1D"/>
    <w:p w:rsidR="00C12A1D" w:rsidRDefault="00C12A1D" w:rsidP="00C12A1D">
      <w:r>
        <w:t>BLOCKS OF EQUATIONS           3     SINGLE EQUATIONS           59</w:t>
      </w:r>
    </w:p>
    <w:p w:rsidR="00C12A1D" w:rsidRDefault="00C12A1D" w:rsidP="00C12A1D">
      <w:r>
        <w:t>BLOCKS OF VARIABLES           2     SINGLE VARIABLES           88</w:t>
      </w:r>
    </w:p>
    <w:p w:rsidR="00C12A1D" w:rsidRDefault="00C12A1D" w:rsidP="00C12A1D">
      <w:r>
        <w:t>NON ZERO ELEMENTS           262     DISCRETE VARIABLES         87</w:t>
      </w:r>
    </w:p>
    <w:p w:rsidR="00C12A1D" w:rsidRDefault="00C12A1D" w:rsidP="00C12A1D"/>
    <w:p w:rsidR="00C12A1D" w:rsidRDefault="00C12A1D" w:rsidP="00C12A1D"/>
    <w:p w:rsidR="00C12A1D" w:rsidRDefault="00C12A1D" w:rsidP="00C12A1D">
      <w:r>
        <w:t>GENERATION TIME      =        0.016 SECONDS      4 MB  24.1.3 r41464 WEX-WEI</w:t>
      </w:r>
    </w:p>
    <w:p w:rsidR="00C12A1D" w:rsidRDefault="00C12A1D" w:rsidP="00C12A1D"/>
    <w:p w:rsidR="00C12A1D" w:rsidRDefault="00C12A1D" w:rsidP="00C12A1D"/>
    <w:p w:rsidR="00C12A1D" w:rsidRDefault="00C12A1D" w:rsidP="00C12A1D">
      <w:r>
        <w:t>EXECUTION TIME       =        0.016 SECONDS      4 MB  24.1.3 r41464 WEX-WEI</w:t>
      </w:r>
    </w:p>
    <w:p w:rsidR="00C12A1D" w:rsidRDefault="00C12A1D" w:rsidP="00C12A1D">
      <w:r>
        <w:br w:type="page"/>
      </w:r>
      <w:r>
        <w:lastRenderedPageBreak/>
        <w:t>GAMS 24.1.3  r41464 Released Jul 26, 2013 WEX-WEI x86_64/MS Windows 01/19/16 16:18:25 Page 5</w:t>
      </w:r>
    </w:p>
    <w:p w:rsidR="00C12A1D" w:rsidRDefault="00C12A1D" w:rsidP="00C12A1D">
      <w:r>
        <w:t>G e n e r a l   A l g e b r a i c   M o d e l i n g   S y s t e m</w:t>
      </w:r>
    </w:p>
    <w:p w:rsidR="00C12A1D" w:rsidRDefault="00C12A1D" w:rsidP="00C12A1D">
      <w:r>
        <w:t>Solution Report     SOLVE Tech_problem Using MIP From line 157</w:t>
      </w:r>
    </w:p>
    <w:p w:rsidR="00C12A1D" w:rsidRDefault="00C12A1D" w:rsidP="00C12A1D"/>
    <w:p w:rsidR="00C12A1D" w:rsidRDefault="00C12A1D" w:rsidP="00C12A1D"/>
    <w:p w:rsidR="00C12A1D" w:rsidRDefault="00C12A1D" w:rsidP="00C12A1D">
      <w:r>
        <w:t xml:space="preserve">               S O L V E      S U M M A R Y</w:t>
      </w:r>
    </w:p>
    <w:p w:rsidR="00C12A1D" w:rsidRDefault="00C12A1D" w:rsidP="00C12A1D"/>
    <w:p w:rsidR="00C12A1D" w:rsidRDefault="00C12A1D" w:rsidP="00C12A1D">
      <w:r>
        <w:t xml:space="preserve">     MODEL   Tech_problem        OBJECTIVE  Tobj</w:t>
      </w:r>
    </w:p>
    <w:p w:rsidR="00C12A1D" w:rsidRDefault="00C12A1D" w:rsidP="00C12A1D">
      <w:r>
        <w:t xml:space="preserve">     TYPE    MIP                 DIRECTION  MINIMIZE</w:t>
      </w:r>
    </w:p>
    <w:p w:rsidR="00C12A1D" w:rsidRDefault="00C12A1D" w:rsidP="00C12A1D">
      <w:r>
        <w:t xml:space="preserve">     SOLVER  CPLEX               FROM LINE  157</w:t>
      </w:r>
    </w:p>
    <w:p w:rsidR="00C12A1D" w:rsidRDefault="00C12A1D" w:rsidP="00C12A1D"/>
    <w:p w:rsidR="00C12A1D" w:rsidRDefault="00C12A1D" w:rsidP="00C12A1D">
      <w:r>
        <w:t xml:space="preserve">**** SOLVER STATUS     1 Normal Completion         </w:t>
      </w:r>
    </w:p>
    <w:p w:rsidR="00C12A1D" w:rsidRDefault="00C12A1D" w:rsidP="00C12A1D">
      <w:r>
        <w:t xml:space="preserve">**** MODEL STATUS      1 Optimal                   </w:t>
      </w:r>
    </w:p>
    <w:p w:rsidR="00C12A1D" w:rsidRDefault="00C12A1D" w:rsidP="00C12A1D">
      <w:r>
        <w:t>**** OBJECTIVE VALUE        147997061.0000</w:t>
      </w:r>
    </w:p>
    <w:p w:rsidR="00C12A1D" w:rsidRDefault="00C12A1D" w:rsidP="00C12A1D"/>
    <w:p w:rsidR="00C12A1D" w:rsidRDefault="00C12A1D" w:rsidP="00C12A1D">
      <w:r>
        <w:t xml:space="preserve"> RESOURCE USAGE, LIMIT          0.141      1000.000</w:t>
      </w:r>
    </w:p>
    <w:p w:rsidR="00C12A1D" w:rsidRDefault="00C12A1D" w:rsidP="00C12A1D">
      <w:r>
        <w:t xml:space="preserve"> ITERATION COUNT, LIMIT         0    2000000000</w:t>
      </w:r>
    </w:p>
    <w:p w:rsidR="00C12A1D" w:rsidRDefault="00C12A1D" w:rsidP="00C12A1D"/>
    <w:p w:rsidR="00C12A1D" w:rsidRDefault="00C12A1D" w:rsidP="00C12A1D">
      <w:r>
        <w:t xml:space="preserve">IBM ILOG CPLEX   24.1.3 r41464 Released Jul 26, 2013 WEI x86_64/MS Windows    </w:t>
      </w:r>
    </w:p>
    <w:p w:rsidR="00C12A1D" w:rsidRDefault="00C12A1D" w:rsidP="00C12A1D">
      <w:r>
        <w:t>--- GAMS/Cplex licensed for continuous and discrete problems.</w:t>
      </w:r>
    </w:p>
    <w:p w:rsidR="00C12A1D" w:rsidRDefault="00C12A1D" w:rsidP="00C12A1D">
      <w:r>
        <w:t>Cplex 12.5.1.0</w:t>
      </w:r>
    </w:p>
    <w:p w:rsidR="00C12A1D" w:rsidRDefault="00C12A1D" w:rsidP="00C12A1D"/>
    <w:p w:rsidR="00C12A1D" w:rsidRDefault="00C12A1D" w:rsidP="00C12A1D">
      <w:r>
        <w:t>MIP status(101): integer optimal solution</w:t>
      </w:r>
    </w:p>
    <w:p w:rsidR="00C12A1D" w:rsidRDefault="00C12A1D" w:rsidP="00C12A1D">
      <w:r>
        <w:t>Cplex Time: 0.12sec (det. 6.99 ticks)</w:t>
      </w:r>
    </w:p>
    <w:p w:rsidR="00C12A1D" w:rsidRDefault="00C12A1D" w:rsidP="00C12A1D">
      <w:r>
        <w:t>Fixing integer variables, and solving final LP...</w:t>
      </w:r>
    </w:p>
    <w:p w:rsidR="00C12A1D" w:rsidRDefault="00C12A1D" w:rsidP="00C12A1D">
      <w:r>
        <w:lastRenderedPageBreak/>
        <w:t>Fixed MIP status(1): optimal</w:t>
      </w:r>
    </w:p>
    <w:p w:rsidR="00C12A1D" w:rsidRDefault="00C12A1D" w:rsidP="00C12A1D">
      <w:r>
        <w:t>Cplex Time: 0.00sec (det. 0.05 ticks)</w:t>
      </w:r>
    </w:p>
    <w:p w:rsidR="00C12A1D" w:rsidRDefault="00C12A1D" w:rsidP="00C12A1D">
      <w:r>
        <w:t>Proven optimal solution.</w:t>
      </w:r>
    </w:p>
    <w:p w:rsidR="00C12A1D" w:rsidRDefault="00C12A1D" w:rsidP="00C12A1D"/>
    <w:p w:rsidR="00C12A1D" w:rsidRDefault="00C12A1D" w:rsidP="00C12A1D">
      <w:r>
        <w:t>MIP Solution:    147997061.000000    (0 iterations, 0 nodes)</w:t>
      </w:r>
    </w:p>
    <w:p w:rsidR="00C12A1D" w:rsidRDefault="00C12A1D" w:rsidP="00C12A1D">
      <w:r>
        <w:t>Final Solve:     147997061.000000    (0 iterations)</w:t>
      </w:r>
    </w:p>
    <w:p w:rsidR="00C12A1D" w:rsidRDefault="00C12A1D" w:rsidP="00C12A1D"/>
    <w:p w:rsidR="00C12A1D" w:rsidRDefault="00C12A1D" w:rsidP="00C12A1D">
      <w:r>
        <w:t>Best possible:   147997061.000000</w:t>
      </w:r>
    </w:p>
    <w:p w:rsidR="00C12A1D" w:rsidRDefault="00C12A1D" w:rsidP="00C12A1D">
      <w:r>
        <w:t>Absolute gap:            0.000000</w:t>
      </w:r>
    </w:p>
    <w:p w:rsidR="00C12A1D" w:rsidRDefault="00C12A1D" w:rsidP="00C12A1D">
      <w:r>
        <w:t>Relative gap:            0.000000</w:t>
      </w:r>
    </w:p>
    <w:p w:rsidR="00C12A1D" w:rsidRDefault="00C12A1D" w:rsidP="00C12A1D"/>
    <w:p w:rsidR="00C12A1D" w:rsidRDefault="00C12A1D" w:rsidP="00C12A1D"/>
    <w:p w:rsidR="00C12A1D" w:rsidRDefault="00C12A1D" w:rsidP="00C12A1D">
      <w:r>
        <w:t xml:space="preserve">                       LOWER     LEVEL     UPPER    MARGINAL</w:t>
      </w:r>
    </w:p>
    <w:p w:rsidR="00C12A1D" w:rsidRDefault="00C12A1D" w:rsidP="00C12A1D"/>
    <w:p w:rsidR="00C12A1D" w:rsidRDefault="00C12A1D" w:rsidP="00C12A1D">
      <w:r>
        <w:t xml:space="preserve">---- EQU Tobjective      .         .         .        1.000      </w:t>
      </w:r>
    </w:p>
    <w:p w:rsidR="00C12A1D" w:rsidRDefault="00C12A1D" w:rsidP="00C12A1D"/>
    <w:p w:rsidR="00C12A1D" w:rsidRDefault="00C12A1D" w:rsidP="00C12A1D">
      <w:r>
        <w:t xml:space="preserve">---- EQU Tc1  </w:t>
      </w:r>
    </w:p>
    <w:p w:rsidR="00C12A1D" w:rsidRDefault="00C12A1D" w:rsidP="00C12A1D"/>
    <w:p w:rsidR="00C12A1D" w:rsidRDefault="00C12A1D" w:rsidP="00C12A1D">
      <w:r>
        <w:t xml:space="preserve">      LOWER     LEVEL     UPPER    MARGINAL</w:t>
      </w:r>
    </w:p>
    <w:p w:rsidR="00C12A1D" w:rsidRDefault="00C12A1D" w:rsidP="00C12A1D"/>
    <w:p w:rsidR="00C12A1D" w:rsidRDefault="00C12A1D" w:rsidP="00C12A1D">
      <w:r>
        <w:t xml:space="preserve">1      -INF      1.000     3.000      .         </w:t>
      </w:r>
    </w:p>
    <w:p w:rsidR="00C12A1D" w:rsidRDefault="00C12A1D" w:rsidP="00C12A1D">
      <w:r>
        <w:t xml:space="preserve">2      -INF      1.000     3.000      .         </w:t>
      </w:r>
    </w:p>
    <w:p w:rsidR="00C12A1D" w:rsidRDefault="00C12A1D" w:rsidP="00C12A1D">
      <w:r>
        <w:t xml:space="preserve">3      -INF      1.000     3.000      .         </w:t>
      </w:r>
    </w:p>
    <w:p w:rsidR="00C12A1D" w:rsidRDefault="00C12A1D" w:rsidP="00C12A1D">
      <w:r>
        <w:t xml:space="preserve">4      -INF      1.000     3.000      .         </w:t>
      </w:r>
    </w:p>
    <w:p w:rsidR="00C12A1D" w:rsidRDefault="00C12A1D" w:rsidP="00C12A1D">
      <w:r>
        <w:t xml:space="preserve">5      -INF      1.000     3.000      .         </w:t>
      </w:r>
    </w:p>
    <w:p w:rsidR="00C12A1D" w:rsidRDefault="00C12A1D" w:rsidP="00C12A1D">
      <w:r>
        <w:lastRenderedPageBreak/>
        <w:t xml:space="preserve">6      -INF      1.000     3.000      .         </w:t>
      </w:r>
    </w:p>
    <w:p w:rsidR="00C12A1D" w:rsidRDefault="00C12A1D" w:rsidP="00C12A1D">
      <w:r>
        <w:t xml:space="preserve">7      -INF      1.000     3.000      .         </w:t>
      </w:r>
    </w:p>
    <w:p w:rsidR="00C12A1D" w:rsidRDefault="00C12A1D" w:rsidP="00C12A1D">
      <w:r>
        <w:t xml:space="preserve">8      -INF      1.000     3.000      .         </w:t>
      </w:r>
    </w:p>
    <w:p w:rsidR="00C12A1D" w:rsidRDefault="00C12A1D" w:rsidP="00C12A1D">
      <w:r>
        <w:t xml:space="preserve">9      -INF      1.000     3.000      .         </w:t>
      </w:r>
    </w:p>
    <w:p w:rsidR="00C12A1D" w:rsidRDefault="00C12A1D" w:rsidP="00C12A1D">
      <w:r>
        <w:t xml:space="preserve">10     -INF      1.000     3.000      .         </w:t>
      </w:r>
    </w:p>
    <w:p w:rsidR="00C12A1D" w:rsidRDefault="00C12A1D" w:rsidP="00C12A1D">
      <w:r>
        <w:t xml:space="preserve">11     -INF      1.000     3.000      .         </w:t>
      </w:r>
    </w:p>
    <w:p w:rsidR="00C12A1D" w:rsidRDefault="00C12A1D" w:rsidP="00C12A1D">
      <w:r>
        <w:t xml:space="preserve">12     -INF      1.000     3.000      .         </w:t>
      </w:r>
    </w:p>
    <w:p w:rsidR="00C12A1D" w:rsidRDefault="00C12A1D" w:rsidP="00C12A1D">
      <w:r>
        <w:t xml:space="preserve">13     -INF      1.000     3.000      .         </w:t>
      </w:r>
    </w:p>
    <w:p w:rsidR="00C12A1D" w:rsidRDefault="00C12A1D" w:rsidP="00C12A1D">
      <w:r>
        <w:t xml:space="preserve">14     -INF      1.000     3.000      .         </w:t>
      </w:r>
    </w:p>
    <w:p w:rsidR="00C12A1D" w:rsidRDefault="00C12A1D" w:rsidP="00C12A1D">
      <w:r>
        <w:t xml:space="preserve">15     -INF      1.000     3.000      .         </w:t>
      </w:r>
    </w:p>
    <w:p w:rsidR="00C12A1D" w:rsidRDefault="00C12A1D" w:rsidP="00C12A1D">
      <w:r>
        <w:t xml:space="preserve">16     -INF      1.000     3.000      .         </w:t>
      </w:r>
    </w:p>
    <w:p w:rsidR="00C12A1D" w:rsidRDefault="00C12A1D" w:rsidP="00C12A1D">
      <w:r>
        <w:t xml:space="preserve">17     -INF      1.000     3.000      .         </w:t>
      </w:r>
    </w:p>
    <w:p w:rsidR="00C12A1D" w:rsidRDefault="00C12A1D" w:rsidP="00C12A1D">
      <w:r>
        <w:t xml:space="preserve">18     -INF      1.000     3.000      .         </w:t>
      </w:r>
    </w:p>
    <w:p w:rsidR="00C12A1D" w:rsidRDefault="00C12A1D" w:rsidP="00C12A1D">
      <w:r>
        <w:t xml:space="preserve">19     -INF      1.000     3.000      .         </w:t>
      </w:r>
    </w:p>
    <w:p w:rsidR="00C12A1D" w:rsidRDefault="00C12A1D" w:rsidP="00C12A1D">
      <w:r>
        <w:t xml:space="preserve">20     -INF      1.000     3.000      .         </w:t>
      </w:r>
    </w:p>
    <w:p w:rsidR="00C12A1D" w:rsidRDefault="00C12A1D" w:rsidP="00C12A1D">
      <w:r>
        <w:t xml:space="preserve">21     -INF      1.000     3.000      .         </w:t>
      </w:r>
    </w:p>
    <w:p w:rsidR="00C12A1D" w:rsidRDefault="00C12A1D" w:rsidP="00C12A1D">
      <w:r>
        <w:t xml:space="preserve">22     -INF      1.000     3.000      .         </w:t>
      </w:r>
    </w:p>
    <w:p w:rsidR="00C12A1D" w:rsidRDefault="00C12A1D" w:rsidP="00C12A1D">
      <w:r>
        <w:t xml:space="preserve">23     -INF      1.000     3.000      .         </w:t>
      </w:r>
    </w:p>
    <w:p w:rsidR="00C12A1D" w:rsidRDefault="00C12A1D" w:rsidP="00C12A1D">
      <w:r>
        <w:t xml:space="preserve">24     -INF      1.000     3.000      .         </w:t>
      </w:r>
    </w:p>
    <w:p w:rsidR="00C12A1D" w:rsidRDefault="00C12A1D" w:rsidP="00C12A1D">
      <w:r>
        <w:t xml:space="preserve">25     -INF      1.000     3.000      .         </w:t>
      </w:r>
    </w:p>
    <w:p w:rsidR="00C12A1D" w:rsidRDefault="00C12A1D" w:rsidP="00C12A1D">
      <w:r>
        <w:t xml:space="preserve">26     -INF      1.000     3.000      .         </w:t>
      </w:r>
    </w:p>
    <w:p w:rsidR="00C12A1D" w:rsidRDefault="00C12A1D" w:rsidP="00C12A1D">
      <w:r>
        <w:t xml:space="preserve">27     -INF      1.000     3.000      .         </w:t>
      </w:r>
    </w:p>
    <w:p w:rsidR="00C12A1D" w:rsidRDefault="00C12A1D" w:rsidP="00C12A1D">
      <w:r>
        <w:t xml:space="preserve">28     -INF      1.000     3.000      .         </w:t>
      </w:r>
    </w:p>
    <w:p w:rsidR="00C12A1D" w:rsidRDefault="00C12A1D" w:rsidP="00C12A1D">
      <w:r>
        <w:t xml:space="preserve">29     -INF      1.000     3.000      .         </w:t>
      </w:r>
    </w:p>
    <w:p w:rsidR="00C12A1D" w:rsidRDefault="00C12A1D" w:rsidP="00C12A1D"/>
    <w:p w:rsidR="00C12A1D" w:rsidRDefault="00C12A1D" w:rsidP="00C12A1D">
      <w:r>
        <w:lastRenderedPageBreak/>
        <w:t xml:space="preserve">---- EQU Tc3  </w:t>
      </w:r>
    </w:p>
    <w:p w:rsidR="00C12A1D" w:rsidRDefault="00C12A1D" w:rsidP="00C12A1D"/>
    <w:p w:rsidR="00C12A1D" w:rsidRDefault="00C12A1D" w:rsidP="00C12A1D">
      <w:r>
        <w:t xml:space="preserve">      LOWER     LEVEL     UPPER    MARGINAL</w:t>
      </w:r>
    </w:p>
    <w:p w:rsidR="00C12A1D" w:rsidRDefault="00C12A1D" w:rsidP="00C12A1D"/>
    <w:p w:rsidR="00C12A1D" w:rsidRDefault="00C12A1D" w:rsidP="00C12A1D">
      <w:r>
        <w:t xml:space="preserve">1      0.123     0.127     +INF       .         </w:t>
      </w:r>
    </w:p>
    <w:p w:rsidR="00C12A1D" w:rsidRDefault="00C12A1D" w:rsidP="00C12A1D">
      <w:r>
        <w:t xml:space="preserve">2      0.002     0.002     +INF       .         </w:t>
      </w:r>
    </w:p>
    <w:p w:rsidR="00C12A1D" w:rsidRDefault="00C12A1D" w:rsidP="00C12A1D">
      <w:r>
        <w:t xml:space="preserve">3      0.010     0.013     +INF       .         </w:t>
      </w:r>
    </w:p>
    <w:p w:rsidR="00C12A1D" w:rsidRDefault="00C12A1D" w:rsidP="00C12A1D">
      <w:r>
        <w:t xml:space="preserve">4      0.001     0.002     +INF       .         </w:t>
      </w:r>
    </w:p>
    <w:p w:rsidR="00C12A1D" w:rsidRDefault="00C12A1D" w:rsidP="00C12A1D">
      <w:r>
        <w:t xml:space="preserve">5      0.003     0.006     +INF       .         </w:t>
      </w:r>
    </w:p>
    <w:p w:rsidR="00C12A1D" w:rsidRDefault="00C12A1D" w:rsidP="00C12A1D">
      <w:r>
        <w:t xml:space="preserve">6      0.003     0.003     +INF       .         </w:t>
      </w:r>
    </w:p>
    <w:p w:rsidR="00C12A1D" w:rsidRDefault="00C12A1D" w:rsidP="00C12A1D">
      <w:r>
        <w:t xml:space="preserve">7      0.002     0.003     +INF       .         </w:t>
      </w:r>
    </w:p>
    <w:p w:rsidR="00C12A1D" w:rsidRDefault="00C12A1D" w:rsidP="00C12A1D">
      <w:r>
        <w:t xml:space="preserve">8      0.079     0.112     +INF       .         </w:t>
      </w:r>
    </w:p>
    <w:p w:rsidR="00C12A1D" w:rsidRDefault="00C12A1D" w:rsidP="00C12A1D">
      <w:r>
        <w:t xml:space="preserve">9      0.008     0.012     +INF       .         </w:t>
      </w:r>
    </w:p>
    <w:p w:rsidR="00C12A1D" w:rsidRDefault="00C12A1D" w:rsidP="00C12A1D">
      <w:r>
        <w:t xml:space="preserve">10 5.2341E-4     0.001     +INF       .         </w:t>
      </w:r>
    </w:p>
    <w:p w:rsidR="00C12A1D" w:rsidRDefault="00C12A1D" w:rsidP="00C12A1D">
      <w:r>
        <w:t xml:space="preserve">11 4.6815E-4     0.001     +INF       .         </w:t>
      </w:r>
    </w:p>
    <w:p w:rsidR="00C12A1D" w:rsidRDefault="00C12A1D" w:rsidP="00C12A1D">
      <w:r>
        <w:t xml:space="preserve">12 6.8917E-4     0.001     +INF       .         </w:t>
      </w:r>
    </w:p>
    <w:p w:rsidR="00C12A1D" w:rsidRDefault="00C12A1D" w:rsidP="00C12A1D">
      <w:r>
        <w:t xml:space="preserve">13     0.002     0.003     +INF       .         </w:t>
      </w:r>
    </w:p>
    <w:p w:rsidR="00C12A1D" w:rsidRDefault="00C12A1D" w:rsidP="00C12A1D">
      <w:r>
        <w:t xml:space="preserve">14     0.011     0.016     +INF       .         </w:t>
      </w:r>
    </w:p>
    <w:p w:rsidR="00C12A1D" w:rsidRDefault="00C12A1D" w:rsidP="00C12A1D">
      <w:r>
        <w:t xml:space="preserve">15     0.040     0.050     +INF       .         </w:t>
      </w:r>
    </w:p>
    <w:p w:rsidR="00C12A1D" w:rsidRDefault="00C12A1D" w:rsidP="00C12A1D">
      <w:r>
        <w:t xml:space="preserve">16     0.024     0.030     +INF       .         </w:t>
      </w:r>
    </w:p>
    <w:p w:rsidR="00C12A1D" w:rsidRDefault="00C12A1D" w:rsidP="00C12A1D">
      <w:r>
        <w:t xml:space="preserve">17     0.174     0.243     +INF       .         </w:t>
      </w:r>
    </w:p>
    <w:p w:rsidR="00C12A1D" w:rsidRDefault="00C12A1D" w:rsidP="00C12A1D">
      <w:r>
        <w:t xml:space="preserve">18     0.057     0.064     +INF       .         </w:t>
      </w:r>
    </w:p>
    <w:p w:rsidR="00C12A1D" w:rsidRDefault="00C12A1D" w:rsidP="00C12A1D">
      <w:r>
        <w:t xml:space="preserve">19     0.004     0.005     +INF       .         </w:t>
      </w:r>
    </w:p>
    <w:p w:rsidR="00C12A1D" w:rsidRDefault="00C12A1D" w:rsidP="00C12A1D">
      <w:r>
        <w:t xml:space="preserve">20 7.0952E-4     0.001     +INF       .         </w:t>
      </w:r>
    </w:p>
    <w:p w:rsidR="00C12A1D" w:rsidRDefault="00C12A1D" w:rsidP="00C12A1D">
      <w:r>
        <w:t xml:space="preserve">21     0.277     0.298     +INF       .         </w:t>
      </w:r>
    </w:p>
    <w:p w:rsidR="00C12A1D" w:rsidRDefault="00C12A1D" w:rsidP="00C12A1D">
      <w:r>
        <w:lastRenderedPageBreak/>
        <w:t xml:space="preserve">22     0.016     0.019     +INF       .         </w:t>
      </w:r>
    </w:p>
    <w:p w:rsidR="00C12A1D" w:rsidRDefault="00C12A1D" w:rsidP="00C12A1D">
      <w:r>
        <w:t xml:space="preserve">23     0.066     0.078     +INF       .         </w:t>
      </w:r>
    </w:p>
    <w:p w:rsidR="00C12A1D" w:rsidRDefault="00C12A1D" w:rsidP="00C12A1D">
      <w:r>
        <w:t xml:space="preserve">24     0.003     0.005     +INF       .         </w:t>
      </w:r>
    </w:p>
    <w:p w:rsidR="00C12A1D" w:rsidRDefault="00C12A1D" w:rsidP="00C12A1D">
      <w:r>
        <w:t xml:space="preserve">25     0.001     0.002     +INF       .         </w:t>
      </w:r>
    </w:p>
    <w:p w:rsidR="00C12A1D" w:rsidRDefault="00C12A1D" w:rsidP="00C12A1D">
      <w:r>
        <w:t xml:space="preserve">26 8.4877E-4     0.001     +INF       .         </w:t>
      </w:r>
    </w:p>
    <w:p w:rsidR="00C12A1D" w:rsidRDefault="00C12A1D" w:rsidP="00C12A1D">
      <w:r>
        <w:t xml:space="preserve">27 4.1395E-6 4.1395E-6     +INF       .         </w:t>
      </w:r>
    </w:p>
    <w:p w:rsidR="00C12A1D" w:rsidRDefault="00C12A1D" w:rsidP="00C12A1D">
      <w:r>
        <w:t xml:space="preserve">28     0.002     0.003     +INF       .         </w:t>
      </w:r>
    </w:p>
    <w:p w:rsidR="00C12A1D" w:rsidRDefault="00C12A1D" w:rsidP="00C12A1D">
      <w:r>
        <w:t xml:space="preserve">29 5.0642E-5 7.4592E-5     +INF       .         </w:t>
      </w:r>
    </w:p>
    <w:p w:rsidR="00C12A1D" w:rsidRDefault="00C12A1D" w:rsidP="00C12A1D"/>
    <w:p w:rsidR="00C12A1D" w:rsidRDefault="00C12A1D" w:rsidP="00C12A1D">
      <w:r>
        <w:t>---- VAR b  binary variable specifying the process selection</w:t>
      </w:r>
    </w:p>
    <w:p w:rsidR="00C12A1D" w:rsidRDefault="00C12A1D" w:rsidP="00C12A1D"/>
    <w:p w:rsidR="00C12A1D" w:rsidRDefault="00C12A1D" w:rsidP="00C12A1D">
      <w:r>
        <w:t xml:space="preserve">        LOWER     LEVEL     UPPER    MARGINAL</w:t>
      </w:r>
    </w:p>
    <w:p w:rsidR="00C12A1D" w:rsidRDefault="00C12A1D" w:rsidP="00C12A1D"/>
    <w:p w:rsidR="00C12A1D" w:rsidRDefault="00C12A1D" w:rsidP="00C12A1D">
      <w:r>
        <w:t xml:space="preserve">1 .1      .        1.000     1.000 1.6827E+7      </w:t>
      </w:r>
    </w:p>
    <w:p w:rsidR="00C12A1D" w:rsidRDefault="00C12A1D" w:rsidP="00C12A1D">
      <w:r>
        <w:t xml:space="preserve">1 .2      .         .        1.000 2.6081E+7      </w:t>
      </w:r>
    </w:p>
    <w:p w:rsidR="00C12A1D" w:rsidRDefault="00C12A1D" w:rsidP="00C12A1D">
      <w:r>
        <w:t xml:space="preserve">1 .3      .         .        1.000 1.0937E+7      </w:t>
      </w:r>
    </w:p>
    <w:p w:rsidR="00C12A1D" w:rsidRDefault="00C12A1D" w:rsidP="00C12A1D">
      <w:r>
        <w:t xml:space="preserve">2 .1      .         .        1.000 5.4750E+5      </w:t>
      </w:r>
    </w:p>
    <w:p w:rsidR="00C12A1D" w:rsidRDefault="00C12A1D" w:rsidP="00C12A1D">
      <w:r>
        <w:t xml:space="preserve">2 .2      .         .        1.000 8.4863E+5      </w:t>
      </w:r>
    </w:p>
    <w:p w:rsidR="00C12A1D" w:rsidRDefault="00C12A1D" w:rsidP="00C12A1D">
      <w:r>
        <w:t xml:space="preserve">2 .3      .        1.000     1.000 3.5588E+5      </w:t>
      </w:r>
    </w:p>
    <w:p w:rsidR="00C12A1D" w:rsidRDefault="00C12A1D" w:rsidP="00C12A1D">
      <w:r>
        <w:t xml:space="preserve">3 .1      .        1.000     1.000 1.6790E+6      </w:t>
      </w:r>
    </w:p>
    <w:p w:rsidR="00C12A1D" w:rsidRDefault="00C12A1D" w:rsidP="00C12A1D">
      <w:r>
        <w:t xml:space="preserve">3 .2      .         .        1.000 2.6025E+6      </w:t>
      </w:r>
    </w:p>
    <w:p w:rsidR="00C12A1D" w:rsidRDefault="00C12A1D" w:rsidP="00C12A1D">
      <w:r>
        <w:t xml:space="preserve">3 .3      .         .        1.000 1.0913E+6      </w:t>
      </w:r>
    </w:p>
    <w:p w:rsidR="00C12A1D" w:rsidRDefault="00C12A1D" w:rsidP="00C12A1D">
      <w:r>
        <w:t xml:space="preserve">4 .1      .         .        1.000 5.4750E+5      </w:t>
      </w:r>
    </w:p>
    <w:p w:rsidR="00C12A1D" w:rsidRDefault="00C12A1D" w:rsidP="00C12A1D">
      <w:r>
        <w:t xml:space="preserve">4 .2      .         .        1.000 8.4863E+5      </w:t>
      </w:r>
    </w:p>
    <w:p w:rsidR="00C12A1D" w:rsidRDefault="00C12A1D" w:rsidP="00C12A1D">
      <w:r>
        <w:t xml:space="preserve">4 .3      .        1.000     1.000 3.5588E+5      </w:t>
      </w:r>
    </w:p>
    <w:p w:rsidR="00C12A1D" w:rsidRDefault="00C12A1D" w:rsidP="00C12A1D">
      <w:r>
        <w:lastRenderedPageBreak/>
        <w:t xml:space="preserve">5 .1      .        1.000     1.000 7.3000E+5      </w:t>
      </w:r>
    </w:p>
    <w:p w:rsidR="00C12A1D" w:rsidRDefault="00C12A1D" w:rsidP="00C12A1D">
      <w:r>
        <w:t xml:space="preserve">5 .2      .         .        1.000 1.1315E+6      </w:t>
      </w:r>
    </w:p>
    <w:p w:rsidR="00C12A1D" w:rsidRDefault="00C12A1D" w:rsidP="00C12A1D">
      <w:r>
        <w:t xml:space="preserve">5 .3      .         .        1.000 4.7450E+5      </w:t>
      </w:r>
    </w:p>
    <w:p w:rsidR="00C12A1D" w:rsidRDefault="00C12A1D" w:rsidP="00C12A1D">
      <w:r>
        <w:t xml:space="preserve">6 .1      .         .        1.000 8.1760E+5      </w:t>
      </w:r>
    </w:p>
    <w:p w:rsidR="00C12A1D" w:rsidRDefault="00C12A1D" w:rsidP="00C12A1D">
      <w:r>
        <w:t xml:space="preserve">6 .2      .         .        1.000 1.2673E+6      </w:t>
      </w:r>
    </w:p>
    <w:p w:rsidR="00C12A1D" w:rsidRDefault="00C12A1D" w:rsidP="00C12A1D">
      <w:r>
        <w:t xml:space="preserve">6 .3      .        1.000     1.000 5.3144E+5      </w:t>
      </w:r>
    </w:p>
    <w:p w:rsidR="00C12A1D" w:rsidRDefault="00C12A1D" w:rsidP="00C12A1D">
      <w:r>
        <w:t xml:space="preserve">7 .1      .        1.000     1.000 4.3800E+5      </w:t>
      </w:r>
    </w:p>
    <w:p w:rsidR="00C12A1D" w:rsidRDefault="00C12A1D" w:rsidP="00C12A1D">
      <w:r>
        <w:t xml:space="preserve">7 .2      .         .        1.000 6.7890E+5      </w:t>
      </w:r>
    </w:p>
    <w:p w:rsidR="00C12A1D" w:rsidRDefault="00C12A1D" w:rsidP="00C12A1D">
      <w:r>
        <w:t xml:space="preserve">7 .3      .         .        1.000 2.8470E+5      </w:t>
      </w:r>
    </w:p>
    <w:p w:rsidR="00C12A1D" w:rsidRDefault="00C12A1D" w:rsidP="00C12A1D">
      <w:r>
        <w:t xml:space="preserve">8 .1      .         .        1.000 9.8550E+6      </w:t>
      </w:r>
    </w:p>
    <w:p w:rsidR="00C12A1D" w:rsidRDefault="00C12A1D" w:rsidP="00C12A1D">
      <w:r>
        <w:t xml:space="preserve">8 .2      .        1.000     1.000 1.5275E+7      </w:t>
      </w:r>
    </w:p>
    <w:p w:rsidR="00C12A1D" w:rsidRDefault="00C12A1D" w:rsidP="00C12A1D">
      <w:r>
        <w:t xml:space="preserve">8 .3      .         .        1.000 6.4058E+6      </w:t>
      </w:r>
    </w:p>
    <w:p w:rsidR="00C12A1D" w:rsidRDefault="00C12A1D" w:rsidP="00C12A1D">
      <w:r>
        <w:t xml:space="preserve">9 .1      .        1.000     1.000 1.6425E+6      </w:t>
      </w:r>
    </w:p>
    <w:p w:rsidR="00C12A1D" w:rsidRDefault="00C12A1D" w:rsidP="00C12A1D">
      <w:r>
        <w:t xml:space="preserve">9 .2      .         .        1.000 2.5459E+6      </w:t>
      </w:r>
    </w:p>
    <w:p w:rsidR="00C12A1D" w:rsidRDefault="00C12A1D" w:rsidP="00C12A1D">
      <w:r>
        <w:t xml:space="preserve">9 .3      .         .        1.000 1.0676E+6      </w:t>
      </w:r>
    </w:p>
    <w:p w:rsidR="00C12A1D" w:rsidRDefault="00C12A1D" w:rsidP="00C12A1D">
      <w:r>
        <w:t xml:space="preserve">10.1      .         .        1.000 3.6500E+5      </w:t>
      </w:r>
    </w:p>
    <w:p w:rsidR="00C12A1D" w:rsidRDefault="00C12A1D" w:rsidP="00C12A1D">
      <w:r>
        <w:t xml:space="preserve">10.2      .         .        1.000 5.6575E+5      </w:t>
      </w:r>
    </w:p>
    <w:p w:rsidR="00C12A1D" w:rsidRDefault="00C12A1D" w:rsidP="00C12A1D">
      <w:r>
        <w:t xml:space="preserve">10.3      .        1.000     1.000 2.3725E+5      </w:t>
      </w:r>
    </w:p>
    <w:p w:rsidR="00C12A1D" w:rsidRDefault="00C12A1D" w:rsidP="00C12A1D">
      <w:r>
        <w:t xml:space="preserve">11.1      .         .        1.000 3.6500E+5      </w:t>
      </w:r>
    </w:p>
    <w:p w:rsidR="00C12A1D" w:rsidRDefault="00C12A1D" w:rsidP="00C12A1D">
      <w:r>
        <w:t xml:space="preserve">11.2      .         .        1.000 5.6575E+5      </w:t>
      </w:r>
    </w:p>
    <w:p w:rsidR="00C12A1D" w:rsidRDefault="00C12A1D" w:rsidP="00C12A1D">
      <w:r>
        <w:t xml:space="preserve">11.3      .        1.000     1.000 2.3725E+5      </w:t>
      </w:r>
    </w:p>
    <w:p w:rsidR="00C12A1D" w:rsidRDefault="00C12A1D" w:rsidP="00C12A1D">
      <w:r>
        <w:t xml:space="preserve">12.1      .         .        1.000 3.6500E+5      </w:t>
      </w:r>
    </w:p>
    <w:p w:rsidR="00C12A1D" w:rsidRDefault="00C12A1D" w:rsidP="00C12A1D">
      <w:r>
        <w:t xml:space="preserve">12.2      .         .        1.000 5.6575E+5      </w:t>
      </w:r>
    </w:p>
    <w:p w:rsidR="00C12A1D" w:rsidRDefault="00C12A1D" w:rsidP="00C12A1D">
      <w:r>
        <w:t xml:space="preserve">12.3      .        1.000     1.000 2.3725E+5      </w:t>
      </w:r>
    </w:p>
    <w:p w:rsidR="00C12A1D" w:rsidRDefault="00C12A1D" w:rsidP="00C12A1D">
      <w:r>
        <w:t xml:space="preserve">13.1      .         .        1.000 7.3000E+5      </w:t>
      </w:r>
    </w:p>
    <w:p w:rsidR="00C12A1D" w:rsidRDefault="00C12A1D" w:rsidP="00C12A1D">
      <w:r>
        <w:lastRenderedPageBreak/>
        <w:t xml:space="preserve">13.2      .         .        1.000 1.1315E+6      </w:t>
      </w:r>
    </w:p>
    <w:p w:rsidR="00C12A1D" w:rsidRDefault="00C12A1D" w:rsidP="00C12A1D">
      <w:r>
        <w:t xml:space="preserve">13.3      .        1.000     1.000 4.7450E+5      </w:t>
      </w:r>
    </w:p>
    <w:p w:rsidR="00C12A1D" w:rsidRDefault="00C12A1D" w:rsidP="00C12A1D">
      <w:r>
        <w:t xml:space="preserve">14.1      .         .        1.000 1.3742E+6      </w:t>
      </w:r>
    </w:p>
    <w:p w:rsidR="00C12A1D" w:rsidRDefault="00C12A1D" w:rsidP="00C12A1D">
      <w:r>
        <w:t xml:space="preserve">14.2      .        1.000     1.000 2.1300E+6      </w:t>
      </w:r>
    </w:p>
    <w:p w:rsidR="00C12A1D" w:rsidRDefault="00C12A1D" w:rsidP="00C12A1D">
      <w:r>
        <w:t xml:space="preserve">14.3      .         .        1.000 8.9325E+5      </w:t>
      </w:r>
    </w:p>
    <w:p w:rsidR="00C12A1D" w:rsidRDefault="00C12A1D" w:rsidP="00C12A1D">
      <w:r>
        <w:t xml:space="preserve">15.1      .        1.000     1.000 6.5700E+6      </w:t>
      </w:r>
    </w:p>
    <w:p w:rsidR="00C12A1D" w:rsidRDefault="00C12A1D" w:rsidP="00C12A1D">
      <w:r>
        <w:t xml:space="preserve">15.2      .         .        1.000 1.0184E+7      </w:t>
      </w:r>
    </w:p>
    <w:p w:rsidR="00C12A1D" w:rsidRDefault="00C12A1D" w:rsidP="00C12A1D">
      <w:r>
        <w:t xml:space="preserve">15.3      .         .        1.000 4.2705E+6      </w:t>
      </w:r>
    </w:p>
    <w:p w:rsidR="00C12A1D" w:rsidRDefault="00C12A1D" w:rsidP="00C12A1D">
      <w:r>
        <w:t xml:space="preserve">16.1      .         .        1.000 2.6280E+6      </w:t>
      </w:r>
    </w:p>
    <w:p w:rsidR="00C12A1D" w:rsidRDefault="00C12A1D" w:rsidP="00C12A1D">
      <w:r>
        <w:t xml:space="preserve">16.2      .        1.000     1.000 4.0734E+6      </w:t>
      </w:r>
    </w:p>
    <w:p w:rsidR="00C12A1D" w:rsidRDefault="00C12A1D" w:rsidP="00C12A1D">
      <w:r>
        <w:t xml:space="preserve">16.3      .         .        1.000 1.7082E+6      </w:t>
      </w:r>
    </w:p>
    <w:p w:rsidR="00C12A1D" w:rsidRDefault="00C12A1D" w:rsidP="00C12A1D">
      <w:r>
        <w:t xml:space="preserve">17.1      .         .        1.000 2.1389E+7      </w:t>
      </w:r>
    </w:p>
    <w:p w:rsidR="00C12A1D" w:rsidRDefault="00C12A1D" w:rsidP="00C12A1D">
      <w:r>
        <w:t xml:space="preserve">17.2      .        1.000     1.000 3.3153E+7      </w:t>
      </w:r>
    </w:p>
    <w:p w:rsidR="00C12A1D" w:rsidRDefault="00C12A1D" w:rsidP="00C12A1D">
      <w:r>
        <w:t xml:space="preserve">17.3      .         .        1.000 1.3903E+7      </w:t>
      </w:r>
    </w:p>
    <w:p w:rsidR="00C12A1D" w:rsidRDefault="00C12A1D" w:rsidP="00C12A1D">
      <w:r>
        <w:t xml:space="preserve">18.1      .        1.000     1.000 8.3950E+6      </w:t>
      </w:r>
    </w:p>
    <w:p w:rsidR="00C12A1D" w:rsidRDefault="00C12A1D" w:rsidP="00C12A1D">
      <w:r>
        <w:t xml:space="preserve">18.2      .         .        1.000 1.3012E+7      </w:t>
      </w:r>
    </w:p>
    <w:p w:rsidR="00C12A1D" w:rsidRDefault="00C12A1D" w:rsidP="00C12A1D">
      <w:r>
        <w:t xml:space="preserve">18.3      .         .        1.000 5.4567E+6      </w:t>
      </w:r>
    </w:p>
    <w:p w:rsidR="00C12A1D" w:rsidRDefault="00C12A1D" w:rsidP="00C12A1D">
      <w:r>
        <w:t xml:space="preserve">19.1      .         .        1.000 4.2048E+5      </w:t>
      </w:r>
    </w:p>
    <w:p w:rsidR="00C12A1D" w:rsidRDefault="00C12A1D" w:rsidP="00C12A1D">
      <w:r>
        <w:t xml:space="preserve">19.2      .        1.000     1.000 6.5174E+5      </w:t>
      </w:r>
    </w:p>
    <w:p w:rsidR="00C12A1D" w:rsidRDefault="00C12A1D" w:rsidP="00C12A1D">
      <w:r>
        <w:t xml:space="preserve">19.3      .         .        1.000 2.7331E+5      </w:t>
      </w:r>
    </w:p>
    <w:p w:rsidR="00C12A1D" w:rsidRDefault="00C12A1D" w:rsidP="00C12A1D">
      <w:r>
        <w:t xml:space="preserve">20.1      .        1.000     1.000 1.3213E+5      </w:t>
      </w:r>
    </w:p>
    <w:p w:rsidR="00C12A1D" w:rsidRDefault="00C12A1D" w:rsidP="00C12A1D">
      <w:r>
        <w:t xml:space="preserve">20.2      .         .        1.000 2.0480E+5      </w:t>
      </w:r>
    </w:p>
    <w:p w:rsidR="00C12A1D" w:rsidRDefault="00C12A1D" w:rsidP="00C12A1D">
      <w:r>
        <w:t xml:space="preserve">20.3      .         .        1.000 85884.500      </w:t>
      </w:r>
    </w:p>
    <w:p w:rsidR="00C12A1D" w:rsidRDefault="00C12A1D" w:rsidP="00C12A1D">
      <w:r>
        <w:t xml:space="preserve">21.1      .        1.000     1.000 3.9420E+7      </w:t>
      </w:r>
    </w:p>
    <w:p w:rsidR="00C12A1D" w:rsidRDefault="00C12A1D" w:rsidP="00C12A1D">
      <w:r>
        <w:t xml:space="preserve">21.2      .         .        1.000 6.1101E+7      </w:t>
      </w:r>
    </w:p>
    <w:p w:rsidR="00C12A1D" w:rsidRDefault="00C12A1D" w:rsidP="00C12A1D">
      <w:r>
        <w:lastRenderedPageBreak/>
        <w:t xml:space="preserve">21.3      .         .        1.000 2.5623E+7      </w:t>
      </w:r>
    </w:p>
    <w:p w:rsidR="00C12A1D" w:rsidRDefault="00C12A1D" w:rsidP="00C12A1D">
      <w:r>
        <w:t xml:space="preserve">22.1      .         .        1.000 1.7082E+6      </w:t>
      </w:r>
    </w:p>
    <w:p w:rsidR="00C12A1D" w:rsidRDefault="00C12A1D" w:rsidP="00C12A1D">
      <w:r>
        <w:t xml:space="preserve">22.2      .        1.000     1.000 2.6477E+6      </w:t>
      </w:r>
    </w:p>
    <w:p w:rsidR="00C12A1D" w:rsidRDefault="00C12A1D" w:rsidP="00C12A1D">
      <w:r>
        <w:t xml:space="preserve">22.3      .         .        1.000 1.1103E+6      </w:t>
      </w:r>
    </w:p>
    <w:p w:rsidR="00C12A1D" w:rsidRDefault="00C12A1D" w:rsidP="00C12A1D">
      <w:r>
        <w:t xml:space="preserve">23.1      .        1.000     1.000 1.0253E+7      </w:t>
      </w:r>
    </w:p>
    <w:p w:rsidR="00C12A1D" w:rsidRDefault="00C12A1D" w:rsidP="00C12A1D">
      <w:r>
        <w:t xml:space="preserve">23.2      .         .        1.000 1.5892E+7      </w:t>
      </w:r>
    </w:p>
    <w:p w:rsidR="00C12A1D" w:rsidRDefault="00C12A1D" w:rsidP="00C12A1D">
      <w:r>
        <w:t xml:space="preserve">23.3      .         .        1.000 6.6644E+6      </w:t>
      </w:r>
    </w:p>
    <w:p w:rsidR="00C12A1D" w:rsidRDefault="00C12A1D" w:rsidP="00C12A1D">
      <w:r>
        <w:t xml:space="preserve">24.1      .        1.000     1.000 7.0117E+5      </w:t>
      </w:r>
    </w:p>
    <w:p w:rsidR="00C12A1D" w:rsidRDefault="00C12A1D" w:rsidP="00C12A1D">
      <w:r>
        <w:t xml:space="preserve">24.2      .         .        1.000 1.0868E+6      </w:t>
      </w:r>
    </w:p>
    <w:p w:rsidR="00C12A1D" w:rsidRDefault="00C12A1D" w:rsidP="00C12A1D">
      <w:r>
        <w:t xml:space="preserve">24.3      .         .        1.000 4.5576E+5      </w:t>
      </w:r>
    </w:p>
    <w:p w:rsidR="00C12A1D" w:rsidRDefault="00C12A1D" w:rsidP="00C12A1D">
      <w:r>
        <w:t xml:space="preserve">25.1      .        1.000     1.000 1.9856E+5      </w:t>
      </w:r>
    </w:p>
    <w:p w:rsidR="00C12A1D" w:rsidRDefault="00C12A1D" w:rsidP="00C12A1D">
      <w:r>
        <w:t xml:space="preserve">25.2      .         .        1.000 3.0777E+5      </w:t>
      </w:r>
    </w:p>
    <w:p w:rsidR="00C12A1D" w:rsidRDefault="00C12A1D" w:rsidP="00C12A1D">
      <w:r>
        <w:t xml:space="preserve">25.3      .         .        1.000 1.2906E+5      </w:t>
      </w:r>
    </w:p>
    <w:p w:rsidR="00C12A1D" w:rsidRDefault="00C12A1D" w:rsidP="00C12A1D">
      <w:r>
        <w:t xml:space="preserve">26.1      .        1.000     1.000 1.8250E+5      </w:t>
      </w:r>
    </w:p>
    <w:p w:rsidR="00C12A1D" w:rsidRDefault="00C12A1D" w:rsidP="00C12A1D">
      <w:r>
        <w:t xml:space="preserve">26.2      .         .        1.000 2.8288E+5      </w:t>
      </w:r>
    </w:p>
    <w:p w:rsidR="00C12A1D" w:rsidRDefault="00C12A1D" w:rsidP="00C12A1D">
      <w:r>
        <w:t xml:space="preserve">26.3      .         .        1.000 1.1863E+5      </w:t>
      </w:r>
    </w:p>
    <w:p w:rsidR="00C12A1D" w:rsidRDefault="00C12A1D" w:rsidP="00C12A1D">
      <w:r>
        <w:t xml:space="preserve">27.1      .         .        1.000  1095.000      </w:t>
      </w:r>
    </w:p>
    <w:p w:rsidR="00C12A1D" w:rsidRDefault="00C12A1D" w:rsidP="00C12A1D">
      <w:r>
        <w:t xml:space="preserve">27.2      .         .        1.000  1697.250      </w:t>
      </w:r>
    </w:p>
    <w:p w:rsidR="00C12A1D" w:rsidRDefault="00C12A1D" w:rsidP="00C12A1D">
      <w:r>
        <w:t xml:space="preserve">27.3      .        1.000     1.000   711.750      </w:t>
      </w:r>
    </w:p>
    <w:p w:rsidR="00C12A1D" w:rsidRDefault="00C12A1D" w:rsidP="00C12A1D">
      <w:r>
        <w:t xml:space="preserve">28.1      .        1.000     1.000 4.5479E+5      </w:t>
      </w:r>
    </w:p>
    <w:p w:rsidR="00C12A1D" w:rsidRDefault="00C12A1D" w:rsidP="00C12A1D">
      <w:r>
        <w:t xml:space="preserve">28.2      .         .        1.000 7.0492E+5      </w:t>
      </w:r>
    </w:p>
    <w:p w:rsidR="00C12A1D" w:rsidRDefault="00C12A1D" w:rsidP="00C12A1D">
      <w:r>
        <w:t xml:space="preserve">28.3      .         .        1.000 2.9561E+5      </w:t>
      </w:r>
    </w:p>
    <w:p w:rsidR="00C12A1D" w:rsidRDefault="00C12A1D" w:rsidP="00C12A1D">
      <w:r>
        <w:t xml:space="preserve">29.1      .         .        1.000 19710.000      </w:t>
      </w:r>
    </w:p>
    <w:p w:rsidR="00C12A1D" w:rsidRDefault="00C12A1D" w:rsidP="00C12A1D">
      <w:r>
        <w:t xml:space="preserve">29.2      .         .        1.000 30550.500      </w:t>
      </w:r>
    </w:p>
    <w:p w:rsidR="00C12A1D" w:rsidRDefault="00C12A1D" w:rsidP="00C12A1D">
      <w:r>
        <w:t xml:space="preserve">29.3      .        1.000     1.000 12811.500      </w:t>
      </w:r>
    </w:p>
    <w:p w:rsidR="00C12A1D" w:rsidRDefault="00C12A1D" w:rsidP="00C12A1D"/>
    <w:p w:rsidR="00C12A1D" w:rsidRDefault="00C12A1D" w:rsidP="00C12A1D">
      <w:r>
        <w:t xml:space="preserve">                       LOWER     LEVEL     UPPER    MARGINAL</w:t>
      </w:r>
    </w:p>
    <w:p w:rsidR="00C12A1D" w:rsidRDefault="00C12A1D" w:rsidP="00C12A1D"/>
    <w:p w:rsidR="00C12A1D" w:rsidRDefault="00C12A1D" w:rsidP="00C12A1D">
      <w:r>
        <w:t xml:space="preserve">---- VAR Tobj           -INF  1.4800E+8     +INF       .         </w:t>
      </w:r>
    </w:p>
    <w:p w:rsidR="00C12A1D" w:rsidRDefault="00C12A1D" w:rsidP="00C12A1D"/>
    <w:p w:rsidR="00C12A1D" w:rsidRDefault="00C12A1D" w:rsidP="00C12A1D">
      <w:r>
        <w:t xml:space="preserve">  Tobj  Objective function</w:t>
      </w:r>
    </w:p>
    <w:p w:rsidR="00C12A1D" w:rsidRDefault="00C12A1D" w:rsidP="00C12A1D"/>
    <w:p w:rsidR="00C12A1D" w:rsidRDefault="00C12A1D" w:rsidP="00C12A1D"/>
    <w:p w:rsidR="00C12A1D" w:rsidRDefault="00C12A1D" w:rsidP="00C12A1D">
      <w:r>
        <w:t>**** REPORT SUMMARY :        0     NONOPT</w:t>
      </w:r>
    </w:p>
    <w:p w:rsidR="00C12A1D" w:rsidRDefault="00C12A1D" w:rsidP="00C12A1D">
      <w:r>
        <w:t xml:space="preserve">                             0 INFEASIBLE</w:t>
      </w:r>
    </w:p>
    <w:p w:rsidR="00C12A1D" w:rsidRDefault="00C12A1D" w:rsidP="00C12A1D">
      <w:r>
        <w:t xml:space="preserve">                             0  UNBOUNDED</w:t>
      </w:r>
    </w:p>
    <w:p w:rsidR="00C12A1D" w:rsidRDefault="00C12A1D" w:rsidP="00C12A1D">
      <w:r>
        <w:br w:type="page"/>
      </w:r>
      <w:r>
        <w:lastRenderedPageBreak/>
        <w:t>GAMS 24.1.3  r41464 Released Jul 26, 2013 WEX-WEI x86_64/MS Windows 01/19/16 16:18:25 Page 6</w:t>
      </w:r>
    </w:p>
    <w:p w:rsidR="00C12A1D" w:rsidRDefault="00C12A1D" w:rsidP="00C12A1D">
      <w:r>
        <w:t>G e n e r a l   A l g e b r a i c   M o d e l i n g   S y s t e m</w:t>
      </w:r>
    </w:p>
    <w:p w:rsidR="00C12A1D" w:rsidRDefault="00C12A1D" w:rsidP="00C12A1D">
      <w:r>
        <w:t>Equation Listing    SOLVE problem Using MIP From line 164</w:t>
      </w:r>
    </w:p>
    <w:p w:rsidR="00C12A1D" w:rsidRDefault="00C12A1D" w:rsidP="00C12A1D"/>
    <w:p w:rsidR="00C12A1D" w:rsidRDefault="00C12A1D" w:rsidP="00C12A1D"/>
    <w:p w:rsidR="00C12A1D" w:rsidRDefault="00C12A1D" w:rsidP="00C12A1D">
      <w:r>
        <w:t xml:space="preserve">---- objective  =E=  </w:t>
      </w:r>
    </w:p>
    <w:p w:rsidR="00C12A1D" w:rsidRDefault="00C12A1D" w:rsidP="00C12A1D"/>
    <w:p w:rsidR="00C12A1D" w:rsidRDefault="00C12A1D" w:rsidP="00C12A1D">
      <w:r>
        <w:t>objective..  - 16826500*b(1,1) - 26081075*b(1,2) - 10937225*b(1,3)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- 547500*b(2,1) - 848625*b(2,2) - 355875*b(2,3) - 1679000*b(3,1)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- 2602450*b(3,2) - 1091350*b(3,3) - 547500*b(4,1) - 848625*b(4,2)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- 355875*b(4,3) - 730000*b(5,1) - 1131500*b(5,2) - 474500*b(5,3)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- 817600*b(6,1) - 1267280*b(6,2) - 531440*b(6,3) - 438000*b(7,1)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- 678900*b(7,2) - 284700*b(7,3) - 9855000*b(8,1) - 15275250*b(8,2)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- 6405750*b(8,3) - 1642500*b(9,1) - 2545875*b(9,2) - 1067625*b(9,3)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- 365000*b(10,1) - 565750*b(10,2) - 237250*b(10,3) - 365000*b(11,1)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- 565750*b(11,2) - 237250*b(11,3) - 365000*b(12,1) - 565750*b(12,2)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lastRenderedPageBreak/>
        <w:t xml:space="preserve">      - 237250*b(12,3) - 730000*b(13,1) - 1131500*b(13,2) - 474500*b(13,3)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- 1374225*b(14,1) - 2130048.75*b(14,2) - 893246.25*b(14,3)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- 6570000*b(15,1) - 10183500*b(15,2) - 4270500*b(15,3) - 2628000*b(16,1)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- 4073400*b(16,2) - 1708200*b(16,3) - 21389000*b(17,1) - 33152950*b(17,2)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- 13902850*b(17,3) - 8395000*b(18,1) - 13012250*b(18,2) - 5456750*b(18,3)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- 420480*b(19,1) - 651744*b(19,2) - 273312*b(19,3) - 132130*b(20,1)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- 204801.5*b(20,2) - 85884.5*b(20,3) - 39420000*b(21,1) - 61101000*b(21,2)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- 25623000*b(21,3) - 1708200*b(22,1) - 2647710*b(22,2) - 1110330*b(22,3)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- 10252850*b(23,1) - 15891917.5*b(23,2) - 6664352.5*b(23,3)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- 701165*b(24,1) - 1086805.75*b(24,2) - 455757.25*b(24,3) - 198560*b(25,1)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- 307768*b(25,2) - 129064*b(25,3) - 182500*b(26,1) - 282875*b(26,2)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- 118625*b(26,3) - 1095*b(27,1) - 1697.25*b(27,2) - 711.75*b(27,3)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- 454790*b(28,1) - 704924.5*b(28,2) - 295613.5*b(28,3) - 19710*b(29,1)</w:t>
      </w:r>
    </w:p>
    <w:p w:rsidR="00C12A1D" w:rsidRDefault="00C12A1D" w:rsidP="00C12A1D">
      <w:r>
        <w:lastRenderedPageBreak/>
        <w:t xml:space="preserve">     </w:t>
      </w:r>
    </w:p>
    <w:p w:rsidR="00C12A1D" w:rsidRDefault="00C12A1D" w:rsidP="00C12A1D">
      <w:r>
        <w:t xml:space="preserve">      - 30550.5*b(29,2) - 12811.5*b(29,3) + obj =E= 0 ;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(LHS = -147997061, INFES = 147997061 ****)</w:t>
      </w:r>
    </w:p>
    <w:p w:rsidR="00C12A1D" w:rsidRDefault="00C12A1D" w:rsidP="00C12A1D">
      <w:r>
        <w:t xml:space="preserve">     </w:t>
      </w:r>
    </w:p>
    <w:p w:rsidR="00C12A1D" w:rsidRDefault="00C12A1D" w:rsidP="00C12A1D"/>
    <w:p w:rsidR="00C12A1D" w:rsidRDefault="00C12A1D" w:rsidP="00C12A1D">
      <w:r>
        <w:t xml:space="preserve">---- c1  =L=  </w:t>
      </w:r>
    </w:p>
    <w:p w:rsidR="00C12A1D" w:rsidRDefault="00C12A1D" w:rsidP="00C12A1D"/>
    <w:p w:rsidR="00C12A1D" w:rsidRDefault="00C12A1D" w:rsidP="00C12A1D">
      <w:r>
        <w:t>c1(1)..  b(1,1) + b(1,2) + b(1,3) =L= 3 ; (LHS = 1)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>c1(2)..  b(2,1) + b(2,2) + b(2,3) =L= 3 ; (LHS = 1)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>c1(3)..  b(3,1) + b(3,2) + b(3,3) =L= 3 ; (LHS = 1)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>REMAINING 26 ENTRIES SKIPPED</w:t>
      </w:r>
    </w:p>
    <w:p w:rsidR="00C12A1D" w:rsidRDefault="00C12A1D" w:rsidP="00C12A1D"/>
    <w:p w:rsidR="00C12A1D" w:rsidRDefault="00C12A1D" w:rsidP="00C12A1D"/>
    <w:p w:rsidR="00C12A1D" w:rsidRDefault="00C12A1D" w:rsidP="00C12A1D">
      <w:r>
        <w:t xml:space="preserve">---- c3  =E=  </w:t>
      </w:r>
    </w:p>
    <w:p w:rsidR="00C12A1D" w:rsidRDefault="00C12A1D" w:rsidP="00C12A1D"/>
    <w:p w:rsidR="00C12A1D" w:rsidRDefault="00C12A1D" w:rsidP="00C12A1D">
      <w:r>
        <w:t>c3(1)..  t(1,1) =E= 0 ; (LHS = 0)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>c3(2)..  t(2,2) =E= 0 ; (LHS = 0)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>c3(3)..  t(3,3) =E= 0 ; (LHS = 0)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lastRenderedPageBreak/>
        <w:t>REMAINING 26 ENTRIES SKIPPED</w:t>
      </w:r>
    </w:p>
    <w:p w:rsidR="00C12A1D" w:rsidRDefault="00C12A1D" w:rsidP="00C12A1D"/>
    <w:p w:rsidR="00C12A1D" w:rsidRDefault="00C12A1D" w:rsidP="00C12A1D"/>
    <w:p w:rsidR="00C12A1D" w:rsidRDefault="00C12A1D" w:rsidP="00C12A1D">
      <w:r>
        <w:t xml:space="preserve">---- c4  =G=  </w:t>
      </w:r>
    </w:p>
    <w:p w:rsidR="00C12A1D" w:rsidRDefault="00C12A1D" w:rsidP="00C12A1D"/>
    <w:p w:rsidR="00C12A1D" w:rsidRDefault="00C12A1D" w:rsidP="00C12A1D">
      <w:r>
        <w:t>c4(1)..  0.1273597785*b(1,1) + 0.19103966775*b(1,2) + 0.0636798892499999*b(1,3)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- 0.1*t(1,1) + t(1,2) + t(1,3) + t(1,4) + t(1,5) + t(1,6) + t(1,7)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+ t(1,8) + t(1,9) + t(1,10) + t(1,11) + t(1,12) + t(1,13) + t(1,14)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+ t(1,15) + t(1,16) + t(1,17) + t(1,18) + t(1,19) + t(1,20) + t(1,21)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+ t(1,22) + t(1,23) + t(1,24) + t(1,25) + t(1,26) + t(1,27) + t(1,28)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+ t(1,29) - 1.1*t(2,1) - 1.1*t(3,1) - 1.1*t(4,1) - 1.1*t(5,1) - 1.1*t(6,1)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- 1.1*t(7,1) - 1.1*t(8,1) - 1.1*t(9,1) - 1.1*t(10,1) - 1.1*t(11,1)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- 1.1*t(12,1) - 1.1*t(13,1) - 1.1*t(14,1) - 1.1*t(15,1) - 1.1*t(16,1)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- 1.1*t(17,1) - 1.1*t(18,1) - 1.1*t(19,1) - 1.1*t(20,1) - 1.1*t(21,1)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- 1.1*t(22,1) - 1.1*t(23,1) - 1.1*t(24,1) - 1.1*t(25,1) - 1.1*t(26,1)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lastRenderedPageBreak/>
        <w:t xml:space="preserve">      - 1.1*t(27,1) - 1.1*t(28,1) - 1.1*t(29,1) =G= 0.122832874808418 ;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(LHS = 0.1273597785)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>c4(2)..  0.00414402749999999*b(2,1) + 0.00621604124999999*b(2,2)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+ 0.00207201375*b(2,3) - 1.1*t(1,2) + t(2,1) - 0.1*t(2,2) + t(2,3)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+ t(2,4) + t(2,5) + t(2,6) + t(2,7) + t(2,8) + t(2,9) + t(2,10) + t(2,11)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+ t(2,12) + t(2,13) + t(2,14) + t(2,15) + t(2,16) + t(2,17) + t(2,18)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+ t(2,19) + t(2,20) + t(2,21) + t(2,22) + t(2,23) + t(2,24) + t(2,25)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+ t(2,26) + t(2,27) + t(2,28) + t(2,29) - 1.1*t(3,2) - 1.1*t(4,2)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- 1.1*t(5,2) - 1.1*t(6,2) - 1.1*t(7,2) - 1.1*t(8,2) - 1.1*t(9,2)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- 1.1*t(10,2) - 1.1*t(11,2) - 1.1*t(12,2) - 1.1*t(13,2) - 1.1*t(14,2)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- 1.1*t(15,2) - 1.1*t(16,2) - 1.1*t(17,2) - 1.1*t(18,2) - 1.1*t(19,2)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- 1.1*t(20,2) - 1.1*t(21,2) - 1.1*t(22,2) - 1.1*t(23,2) - 1.1*t(24,2)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- 1.1*t(25,2) - 1.1*t(26,2) - 1.1*t(27,2) - 1.1*t(28,2) - 1.1*t(29,2) =G= </w:t>
      </w:r>
    </w:p>
    <w:p w:rsidR="00C12A1D" w:rsidRDefault="00C12A1D" w:rsidP="00C12A1D">
      <w:r>
        <w:lastRenderedPageBreak/>
        <w:t xml:space="preserve">     0.00202831822193877 ; (LHS = 0.00207201375)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>c4(3)..  0.012708351*b(3,1) + 0.0190625265*b(3,2) + 0.00635417549999999*b(3,3)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- 1.1*t(1,3) - 1.1*t(2,3) + t(3,1) + t(3,2) - 0.1*t(3,3) + t(3,4) + t(3,5)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+ t(3,6) + t(3,7) + t(3,8) + t(3,9) + t(3,10) + t(3,11) + t(3,12)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+ t(3,13) + t(3,14) + t(3,15) + t(3,16) + t(3,17) + t(3,18) + t(3,19)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+ t(3,20) + t(3,21) + t(3,22) + t(3,23) + t(3,24) + t(3,25) + t(3,26)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+ t(3,27) + t(3,28) + t(3,29) - 1.1*t(4,3) - 1.1*t(5,3) - 1.1*t(6,3)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- 1.1*t(7,3) - 1.1*t(8,3) - 1.1*t(9,3) - 1.1*t(10,3) - 1.1*t(11,3)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- 1.1*t(12,3) - 1.1*t(13,3) - 1.1*t(14,3) - 1.1*t(15,3) - 1.1*t(16,3)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- 1.1*t(17,3) - 1.1*t(18,3) - 1.1*t(19,3) - 1.1*t(20,3) - 1.1*t(21,3)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- 1.1*t(22,3) - 1.1*t(23,3) - 1.1*t(24,3) - 1.1*t(25,3) - 1.1*t(26,3)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- 1.1*t(27,3) - 1.1*t(28,3) - 1.1*t(29,3) =G= 0.0100326811806122 ;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(LHS = 0.012708351)</w:t>
      </w:r>
    </w:p>
    <w:p w:rsidR="00C12A1D" w:rsidRDefault="00C12A1D" w:rsidP="00C12A1D">
      <w:r>
        <w:lastRenderedPageBreak/>
        <w:t xml:space="preserve">     </w:t>
      </w:r>
    </w:p>
    <w:p w:rsidR="00C12A1D" w:rsidRDefault="00C12A1D" w:rsidP="00C12A1D">
      <w:r>
        <w:t>REMAINING 26 ENTRIES SKIPPED</w:t>
      </w:r>
    </w:p>
    <w:p w:rsidR="00C12A1D" w:rsidRDefault="00C12A1D" w:rsidP="00C12A1D"/>
    <w:p w:rsidR="00C12A1D" w:rsidRDefault="00C12A1D" w:rsidP="00C12A1D"/>
    <w:p w:rsidR="00C12A1D" w:rsidRDefault="00C12A1D" w:rsidP="00C12A1D">
      <w:r>
        <w:t xml:space="preserve">---- c5  =G=  </w:t>
      </w:r>
    </w:p>
    <w:p w:rsidR="00C12A1D" w:rsidRDefault="00C12A1D" w:rsidP="00C12A1D"/>
    <w:p w:rsidR="00C12A1D" w:rsidRDefault="00C12A1D" w:rsidP="00C12A1D">
      <w:r>
        <w:t>c5(1)..  - 16826500*b(1,1) - 26081075*b(1,2) - 10937225*b(1,3) =G= -16826500 ;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(LHS = -16826500)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>c5(2)..  - 547500*b(2,1) - 848625*b(2,2) - 355875*b(2,3) =G= -355875 ;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(LHS = -355875)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>c5(3)..  - 1679000*b(3,1) - 2602450*b(3,2) - 1091350*b(3,3) =G= -1679000 ;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(LHS = -1679000)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>REMAINING 26 ENTRIES SKIPPED</w:t>
      </w:r>
    </w:p>
    <w:p w:rsidR="00C12A1D" w:rsidRDefault="00C12A1D" w:rsidP="00C12A1D"/>
    <w:p w:rsidR="00C12A1D" w:rsidRDefault="00C12A1D" w:rsidP="00C12A1D"/>
    <w:p w:rsidR="00C12A1D" w:rsidRDefault="00C12A1D" w:rsidP="00C12A1D">
      <w:r>
        <w:t xml:space="preserve">---- c6  =G=  </w:t>
      </w:r>
    </w:p>
    <w:p w:rsidR="00C12A1D" w:rsidRDefault="00C12A1D" w:rsidP="00C12A1D"/>
    <w:p w:rsidR="00C12A1D" w:rsidRDefault="00C12A1D" w:rsidP="00C12A1D">
      <w:r>
        <w:t>c6(1)..  0.1273597785*b(1,1) + 0.19103966775*b(1,2) + 0.0636798892499999*b(1,3)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lastRenderedPageBreak/>
        <w:t xml:space="preserve">      - 0.1*t(1,1) + t(1,2) + t(1,3) + t(1,4) + t(1,5) + t(1,6) + t(1,7)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+ t(1,8) + t(1,9) + t(1,10) + t(1,11) + t(1,12) + t(1,13) + t(1,14)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+ t(1,15) + t(1,16) + t(1,17) + t(1,18) + t(1,19) + t(1,20) + t(1,21)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+ t(1,22) + t(1,23) + t(1,24) + t(1,25) + t(1,26) + t(1,27) + t(1,28)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+ t(1,29) - 1.1*t(2,1) - 1.1*t(3,1) - 1.1*t(4,1) - 1.1*t(5,1) - 1.1*t(6,1)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- 1.1*t(7,1) - 1.1*t(8,1) - 1.1*t(9,1) - 1.1*t(10,1) - 1.1*t(11,1)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- 1.1*t(12,1) - 1.1*t(13,1) - 1.1*t(14,1) - 1.1*t(15,1) - 1.1*t(16,1)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- 1.1*t(17,1) - 1.1*t(18,1) - 1.1*t(19,1) - 1.1*t(20,1) - 1.1*t(21,1)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- 1.1*t(22,1) - 1.1*t(23,1) - 1.1*t(24,1) - 1.1*t(25,1) - 1.1*t(26,1)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- 1.1*t(27,1) - 1.1*t(28,1) - 1.1*t(29,1) =G= 0 ; (LHS = 0.1273597785)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>c6(2)..  0.00414402749999999*b(2,1) + 0.00621604124999999*b(2,2)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+ 0.00207201375*b(2,3) - 1.1*t(1,2) + t(2,1) - 0.1*t(2,2) + t(2,3)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+ t(2,4) + t(2,5) + t(2,6) + t(2,7) + t(2,8) + t(2,9) + t(2,10) + t(2,11)</w:t>
      </w:r>
    </w:p>
    <w:p w:rsidR="00C12A1D" w:rsidRDefault="00C12A1D" w:rsidP="00C12A1D">
      <w:r>
        <w:lastRenderedPageBreak/>
        <w:t xml:space="preserve">     </w:t>
      </w:r>
    </w:p>
    <w:p w:rsidR="00C12A1D" w:rsidRDefault="00C12A1D" w:rsidP="00C12A1D">
      <w:r>
        <w:t xml:space="preserve">      + t(2,12) + t(2,13) + t(2,14) + t(2,15) + t(2,16) + t(2,17) + t(2,18)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+ t(2,19) + t(2,20) + t(2,21) + t(2,22) + t(2,23) + t(2,24) + t(2,25)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+ t(2,26) + t(2,27) + t(2,28) + t(2,29) - 1.1*t(3,2) - 1.1*t(4,2)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- 1.1*t(5,2) - 1.1*t(6,2) - 1.1*t(7,2) - 1.1*t(8,2) - 1.1*t(9,2)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- 1.1*t(10,2) - 1.1*t(11,2) - 1.1*t(12,2) - 1.1*t(13,2) - 1.1*t(14,2)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- 1.1*t(15,2) - 1.1*t(16,2) - 1.1*t(17,2) - 1.1*t(18,2) - 1.1*t(19,2)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- 1.1*t(20,2) - 1.1*t(21,2) - 1.1*t(22,2) - 1.1*t(23,2) - 1.1*t(24,2)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- 1.1*t(25,2) - 1.1*t(26,2) - 1.1*t(27,2) - 1.1*t(28,2) - 1.1*t(29,2) =G= </w:t>
      </w:r>
    </w:p>
    <w:p w:rsidR="00C12A1D" w:rsidRDefault="00C12A1D" w:rsidP="00C12A1D">
      <w:r>
        <w:t xml:space="preserve">     0 ; (LHS = 0.00207201375)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>c6(3)..  0.012708351*b(3,1) + 0.0190625265*b(3,2) + 0.00635417549999999*b(3,3)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- 1.1*t(1,3) - 1.1*t(2,3) + t(3,1) + t(3,2) - 0.1*t(3,3) + t(3,4) + t(3,5)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+ t(3,6) + t(3,7) + t(3,8) + t(3,9) + t(3,10) + t(3,11) + t(3,12)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+ t(3,13) + t(3,14) + t(3,15) + t(3,16) + t(3,17) + t(3,18) + t(3,19)</w:t>
      </w:r>
    </w:p>
    <w:p w:rsidR="00C12A1D" w:rsidRDefault="00C12A1D" w:rsidP="00C12A1D">
      <w:r>
        <w:lastRenderedPageBreak/>
        <w:t xml:space="preserve">     </w:t>
      </w:r>
    </w:p>
    <w:p w:rsidR="00C12A1D" w:rsidRDefault="00C12A1D" w:rsidP="00C12A1D">
      <w:r>
        <w:t xml:space="preserve">      + t(3,20) + t(3,21) + t(3,22) + t(3,23) + t(3,24) + t(3,25) + t(3,26)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+ t(3,27) + t(3,28) + t(3,29) - 1.1*t(4,3) - 1.1*t(5,3) - 1.1*t(6,3)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- 1.1*t(7,3) - 1.1*t(8,3) - 1.1*t(9,3) - 1.1*t(10,3) - 1.1*t(11,3)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- 1.1*t(12,3) - 1.1*t(13,3) - 1.1*t(14,3) - 1.1*t(15,3) - 1.1*t(16,3)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- 1.1*t(17,3) - 1.1*t(18,3) - 1.1*t(19,3) - 1.1*t(20,3) - 1.1*t(21,3)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- 1.1*t(22,3) - 1.1*t(23,3) - 1.1*t(24,3) - 1.1*t(25,3) - 1.1*t(26,3)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 xml:space="preserve">      - 1.1*t(27,3) - 1.1*t(28,3) - 1.1*t(29,3) =G= 0 ; (LHS = 0.012708351)</w:t>
      </w:r>
    </w:p>
    <w:p w:rsidR="00C12A1D" w:rsidRDefault="00C12A1D" w:rsidP="00C12A1D">
      <w:r>
        <w:t xml:space="preserve">     </w:t>
      </w:r>
    </w:p>
    <w:p w:rsidR="00C12A1D" w:rsidRDefault="00C12A1D" w:rsidP="00C12A1D">
      <w:r>
        <w:t>REMAINING 26 ENTRIES SKIPPED</w:t>
      </w:r>
    </w:p>
    <w:p w:rsidR="00C12A1D" w:rsidRDefault="00C12A1D" w:rsidP="00C12A1D"/>
    <w:p w:rsidR="00C12A1D" w:rsidRDefault="00C12A1D" w:rsidP="00C12A1D">
      <w:r>
        <w:br w:type="page"/>
      </w:r>
      <w:r>
        <w:lastRenderedPageBreak/>
        <w:t>GAMS 24.1.3  r41464 Released Jul 26, 2013 WEX-WEI x86_64/MS Windows 01/19/16 16:18:25 Page 7</w:t>
      </w:r>
    </w:p>
    <w:p w:rsidR="00C12A1D" w:rsidRDefault="00C12A1D" w:rsidP="00C12A1D">
      <w:r>
        <w:t>G e n e r a l   A l g e b r a i c   M o d e l i n g   S y s t e m</w:t>
      </w:r>
    </w:p>
    <w:p w:rsidR="00C12A1D" w:rsidRDefault="00C12A1D" w:rsidP="00C12A1D">
      <w:r>
        <w:t>Column Listing      SOLVE problem Using MIP From line 164</w:t>
      </w:r>
    </w:p>
    <w:p w:rsidR="00C12A1D" w:rsidRDefault="00C12A1D" w:rsidP="00C12A1D"/>
    <w:p w:rsidR="00C12A1D" w:rsidRDefault="00C12A1D" w:rsidP="00C12A1D"/>
    <w:p w:rsidR="00C12A1D" w:rsidRDefault="00C12A1D" w:rsidP="00C12A1D">
      <w:r>
        <w:t>---- b  binary variable specifying the process selection</w:t>
      </w:r>
    </w:p>
    <w:p w:rsidR="00C12A1D" w:rsidRDefault="00C12A1D" w:rsidP="00C12A1D"/>
    <w:p w:rsidR="00C12A1D" w:rsidRDefault="00C12A1D" w:rsidP="00C12A1D">
      <w:r>
        <w:t>b(1,1)</w:t>
      </w:r>
    </w:p>
    <w:p w:rsidR="00C12A1D" w:rsidRDefault="00C12A1D" w:rsidP="00C12A1D">
      <w:r>
        <w:t xml:space="preserve">                (.LO, .L, .UP, .M = 0, 1, 1, 16826500)</w:t>
      </w:r>
    </w:p>
    <w:p w:rsidR="00C12A1D" w:rsidRDefault="00C12A1D" w:rsidP="00C12A1D">
      <w:r>
        <w:t xml:space="preserve">  -1.682650E+7  objective</w:t>
      </w:r>
    </w:p>
    <w:p w:rsidR="00C12A1D" w:rsidRDefault="00C12A1D" w:rsidP="00C12A1D">
      <w:r>
        <w:t xml:space="preserve">        1       c1(1)</w:t>
      </w:r>
    </w:p>
    <w:p w:rsidR="00C12A1D" w:rsidRDefault="00C12A1D" w:rsidP="00C12A1D">
      <w:r>
        <w:t xml:space="preserve">        0.1274  c4(1)</w:t>
      </w:r>
    </w:p>
    <w:p w:rsidR="00C12A1D" w:rsidRDefault="00C12A1D" w:rsidP="00C12A1D">
      <w:r>
        <w:t xml:space="preserve">  -1.682650E+7  c5(1)</w:t>
      </w:r>
    </w:p>
    <w:p w:rsidR="00C12A1D" w:rsidRDefault="00C12A1D" w:rsidP="00C12A1D">
      <w:r>
        <w:t xml:space="preserve">        0.1274  c6(1)</w:t>
      </w:r>
    </w:p>
    <w:p w:rsidR="00C12A1D" w:rsidRDefault="00C12A1D" w:rsidP="00C12A1D"/>
    <w:p w:rsidR="00C12A1D" w:rsidRDefault="00C12A1D" w:rsidP="00C12A1D">
      <w:r>
        <w:t>b(1,2)</w:t>
      </w:r>
    </w:p>
    <w:p w:rsidR="00C12A1D" w:rsidRDefault="00C12A1D" w:rsidP="00C12A1D">
      <w:r>
        <w:t xml:space="preserve">                (.LO, .L, .UP, .M = 0, 0, 1, 26081075)</w:t>
      </w:r>
    </w:p>
    <w:p w:rsidR="00C12A1D" w:rsidRDefault="00C12A1D" w:rsidP="00C12A1D">
      <w:r>
        <w:t xml:space="preserve">  -2.608108E+7  objective</w:t>
      </w:r>
    </w:p>
    <w:p w:rsidR="00C12A1D" w:rsidRDefault="00C12A1D" w:rsidP="00C12A1D">
      <w:r>
        <w:t xml:space="preserve">        1       c1(1)</w:t>
      </w:r>
    </w:p>
    <w:p w:rsidR="00C12A1D" w:rsidRDefault="00C12A1D" w:rsidP="00C12A1D">
      <w:r>
        <w:t xml:space="preserve">        0.191   c4(1)</w:t>
      </w:r>
    </w:p>
    <w:p w:rsidR="00C12A1D" w:rsidRDefault="00C12A1D" w:rsidP="00C12A1D">
      <w:r>
        <w:t xml:space="preserve">  -2.608108E+7  c5(1)</w:t>
      </w:r>
    </w:p>
    <w:p w:rsidR="00C12A1D" w:rsidRDefault="00C12A1D" w:rsidP="00C12A1D">
      <w:r>
        <w:t xml:space="preserve">        0.191   c6(1)</w:t>
      </w:r>
    </w:p>
    <w:p w:rsidR="00C12A1D" w:rsidRDefault="00C12A1D" w:rsidP="00C12A1D"/>
    <w:p w:rsidR="00C12A1D" w:rsidRDefault="00C12A1D" w:rsidP="00C12A1D">
      <w:r>
        <w:t>b(1,3)</w:t>
      </w:r>
    </w:p>
    <w:p w:rsidR="00C12A1D" w:rsidRDefault="00C12A1D" w:rsidP="00C12A1D">
      <w:r>
        <w:t xml:space="preserve">                (.LO, .L, .UP, .M = 0, 0, 1, 10937225)</w:t>
      </w:r>
    </w:p>
    <w:p w:rsidR="00C12A1D" w:rsidRDefault="00C12A1D" w:rsidP="00C12A1D">
      <w:r>
        <w:lastRenderedPageBreak/>
        <w:t xml:space="preserve">  -1.093723E+7  objective</w:t>
      </w:r>
    </w:p>
    <w:p w:rsidR="00C12A1D" w:rsidRDefault="00C12A1D" w:rsidP="00C12A1D">
      <w:r>
        <w:t xml:space="preserve">        1       c1(1)</w:t>
      </w:r>
    </w:p>
    <w:p w:rsidR="00C12A1D" w:rsidRDefault="00C12A1D" w:rsidP="00C12A1D">
      <w:r>
        <w:t xml:space="preserve">        0.0637  c4(1)</w:t>
      </w:r>
    </w:p>
    <w:p w:rsidR="00C12A1D" w:rsidRDefault="00C12A1D" w:rsidP="00C12A1D">
      <w:r>
        <w:t xml:space="preserve">  -1.093723E+7  c5(1)</w:t>
      </w:r>
    </w:p>
    <w:p w:rsidR="00C12A1D" w:rsidRDefault="00C12A1D" w:rsidP="00C12A1D">
      <w:r>
        <w:t xml:space="preserve">        0.0637  c6(1)</w:t>
      </w:r>
    </w:p>
    <w:p w:rsidR="00C12A1D" w:rsidRDefault="00C12A1D" w:rsidP="00C12A1D"/>
    <w:p w:rsidR="00C12A1D" w:rsidRDefault="00C12A1D" w:rsidP="00C12A1D">
      <w:r>
        <w:t>REMAINING 84 ENTRIES SKIPPED</w:t>
      </w:r>
    </w:p>
    <w:p w:rsidR="00C12A1D" w:rsidRDefault="00C12A1D" w:rsidP="00C12A1D"/>
    <w:p w:rsidR="00C12A1D" w:rsidRDefault="00C12A1D" w:rsidP="00C12A1D">
      <w:r>
        <w:t>---- t  Variable deciding the amount of mercury traded between various industrie</w:t>
      </w:r>
    </w:p>
    <w:p w:rsidR="00C12A1D" w:rsidRDefault="00C12A1D" w:rsidP="00C12A1D">
      <w:r>
        <w:t xml:space="preserve">        s</w:t>
      </w:r>
    </w:p>
    <w:p w:rsidR="00C12A1D" w:rsidRDefault="00C12A1D" w:rsidP="00C12A1D"/>
    <w:p w:rsidR="00C12A1D" w:rsidRDefault="00C12A1D" w:rsidP="00C12A1D">
      <w:r>
        <w:t>t(1,1)</w:t>
      </w:r>
    </w:p>
    <w:p w:rsidR="00C12A1D" w:rsidRDefault="00C12A1D" w:rsidP="00C12A1D">
      <w:r>
        <w:t xml:space="preserve">                (.LO, .L, .UP, .M = 0, 0, +INF, 0)</w:t>
      </w:r>
    </w:p>
    <w:p w:rsidR="00C12A1D" w:rsidRDefault="00C12A1D" w:rsidP="00C12A1D">
      <w:r>
        <w:t xml:space="preserve">        1       c3(1)</w:t>
      </w:r>
    </w:p>
    <w:p w:rsidR="00C12A1D" w:rsidRDefault="00C12A1D" w:rsidP="00C12A1D">
      <w:r>
        <w:t xml:space="preserve">       -0.1     c4(1)</w:t>
      </w:r>
    </w:p>
    <w:p w:rsidR="00C12A1D" w:rsidRDefault="00C12A1D" w:rsidP="00C12A1D">
      <w:r>
        <w:t xml:space="preserve">       -0.1     c6(1)</w:t>
      </w:r>
    </w:p>
    <w:p w:rsidR="00C12A1D" w:rsidRDefault="00C12A1D" w:rsidP="00C12A1D"/>
    <w:p w:rsidR="00C12A1D" w:rsidRDefault="00C12A1D" w:rsidP="00C12A1D">
      <w:r>
        <w:t>t(1,2)</w:t>
      </w:r>
    </w:p>
    <w:p w:rsidR="00C12A1D" w:rsidRDefault="00C12A1D" w:rsidP="00C12A1D">
      <w:r>
        <w:t xml:space="preserve">                (.LO, .L, .UP, .M = 0, 0, +INF, 0)</w:t>
      </w:r>
    </w:p>
    <w:p w:rsidR="00C12A1D" w:rsidRDefault="00C12A1D" w:rsidP="00C12A1D">
      <w:r>
        <w:t xml:space="preserve">        1       c4(1)</w:t>
      </w:r>
    </w:p>
    <w:p w:rsidR="00C12A1D" w:rsidRDefault="00C12A1D" w:rsidP="00C12A1D">
      <w:r>
        <w:t xml:space="preserve">       -1.1     c4(2)</w:t>
      </w:r>
    </w:p>
    <w:p w:rsidR="00C12A1D" w:rsidRDefault="00C12A1D" w:rsidP="00C12A1D">
      <w:r>
        <w:t xml:space="preserve">        1       c6(1)</w:t>
      </w:r>
    </w:p>
    <w:p w:rsidR="00C12A1D" w:rsidRDefault="00C12A1D" w:rsidP="00C12A1D">
      <w:r>
        <w:t xml:space="preserve">       -1.1     c6(2)</w:t>
      </w:r>
    </w:p>
    <w:p w:rsidR="00C12A1D" w:rsidRDefault="00C12A1D" w:rsidP="00C12A1D"/>
    <w:p w:rsidR="00C12A1D" w:rsidRDefault="00C12A1D" w:rsidP="00C12A1D">
      <w:r>
        <w:t>t(1,3)</w:t>
      </w:r>
    </w:p>
    <w:p w:rsidR="00C12A1D" w:rsidRDefault="00C12A1D" w:rsidP="00C12A1D">
      <w:r>
        <w:lastRenderedPageBreak/>
        <w:t xml:space="preserve">                (.LO, .L, .UP, .M = 0, 0, +INF, 0)</w:t>
      </w:r>
    </w:p>
    <w:p w:rsidR="00C12A1D" w:rsidRDefault="00C12A1D" w:rsidP="00C12A1D">
      <w:r>
        <w:t xml:space="preserve">        1       c4(1)</w:t>
      </w:r>
    </w:p>
    <w:p w:rsidR="00C12A1D" w:rsidRDefault="00C12A1D" w:rsidP="00C12A1D">
      <w:r>
        <w:t xml:space="preserve">       -1.1     c4(3)</w:t>
      </w:r>
    </w:p>
    <w:p w:rsidR="00C12A1D" w:rsidRDefault="00C12A1D" w:rsidP="00C12A1D">
      <w:r>
        <w:t xml:space="preserve">        1       c6(1)</w:t>
      </w:r>
    </w:p>
    <w:p w:rsidR="00C12A1D" w:rsidRDefault="00C12A1D" w:rsidP="00C12A1D">
      <w:r>
        <w:t xml:space="preserve">       -1.1     c6(3)</w:t>
      </w:r>
    </w:p>
    <w:p w:rsidR="00C12A1D" w:rsidRDefault="00C12A1D" w:rsidP="00C12A1D"/>
    <w:p w:rsidR="00C12A1D" w:rsidRDefault="00C12A1D" w:rsidP="00C12A1D">
      <w:r>
        <w:t>REMAINING 838 ENTRIES SKIPPED</w:t>
      </w:r>
    </w:p>
    <w:p w:rsidR="00C12A1D" w:rsidRDefault="00C12A1D" w:rsidP="00C12A1D"/>
    <w:p w:rsidR="00C12A1D" w:rsidRDefault="00C12A1D" w:rsidP="00C12A1D">
      <w:r>
        <w:t>---- obj  Objective function</w:t>
      </w:r>
    </w:p>
    <w:p w:rsidR="00C12A1D" w:rsidRDefault="00C12A1D" w:rsidP="00C12A1D"/>
    <w:p w:rsidR="00C12A1D" w:rsidRDefault="00C12A1D" w:rsidP="00C12A1D">
      <w:r>
        <w:t>obj</w:t>
      </w:r>
    </w:p>
    <w:p w:rsidR="00C12A1D" w:rsidRDefault="00C12A1D" w:rsidP="00C12A1D">
      <w:r>
        <w:t xml:space="preserve">                (.LO, .L, .UP, .M = -INF, 0, +INF, 0)</w:t>
      </w:r>
    </w:p>
    <w:p w:rsidR="00C12A1D" w:rsidRDefault="00C12A1D" w:rsidP="00C12A1D">
      <w:r>
        <w:t xml:space="preserve">        1       objective</w:t>
      </w:r>
    </w:p>
    <w:p w:rsidR="00C12A1D" w:rsidRDefault="00C12A1D" w:rsidP="00C12A1D"/>
    <w:p w:rsidR="00C12A1D" w:rsidRDefault="00C12A1D" w:rsidP="00C12A1D">
      <w:r>
        <w:br w:type="page"/>
      </w:r>
      <w:r>
        <w:lastRenderedPageBreak/>
        <w:t>GAMS 24.1.3  r41464 Released Jul 26, 2013 WEX-WEI x86_64/MS Windows 01/19/16 16:18:25 Page 8</w:t>
      </w:r>
    </w:p>
    <w:p w:rsidR="00C12A1D" w:rsidRDefault="00C12A1D" w:rsidP="00C12A1D">
      <w:r>
        <w:t>G e n e r a l   A l g e b r a i c   M o d e l i n g   S y s t e m</w:t>
      </w:r>
    </w:p>
    <w:p w:rsidR="00C12A1D" w:rsidRDefault="00C12A1D" w:rsidP="00C12A1D">
      <w:r>
        <w:t>Model Statistics    SOLVE problem Using MIP From line 164</w:t>
      </w:r>
    </w:p>
    <w:p w:rsidR="00C12A1D" w:rsidRDefault="00C12A1D" w:rsidP="00C12A1D"/>
    <w:p w:rsidR="00C12A1D" w:rsidRDefault="00C12A1D" w:rsidP="00C12A1D"/>
    <w:p w:rsidR="00C12A1D" w:rsidRDefault="00C12A1D" w:rsidP="00C12A1D">
      <w:r>
        <w:t>MODEL STATISTICS</w:t>
      </w:r>
    </w:p>
    <w:p w:rsidR="00C12A1D" w:rsidRDefault="00C12A1D" w:rsidP="00C12A1D"/>
    <w:p w:rsidR="00C12A1D" w:rsidRDefault="00C12A1D" w:rsidP="00C12A1D">
      <w:r>
        <w:t>BLOCKS OF EQUATIONS           6     SINGLE EQUATIONS          146</w:t>
      </w:r>
    </w:p>
    <w:p w:rsidR="00C12A1D" w:rsidRDefault="00C12A1D" w:rsidP="00C12A1D">
      <w:r>
        <w:t>BLOCKS OF VARIABLES           3     SINGLE VARIABLES          929</w:t>
      </w:r>
    </w:p>
    <w:p w:rsidR="00C12A1D" w:rsidRDefault="00C12A1D" w:rsidP="00C12A1D">
      <w:r>
        <w:t>NON ZERO ELEMENTS         3,771     DISCRETE VARIABLES         87</w:t>
      </w:r>
    </w:p>
    <w:p w:rsidR="00C12A1D" w:rsidRDefault="00C12A1D" w:rsidP="00C12A1D"/>
    <w:p w:rsidR="00C12A1D" w:rsidRDefault="00C12A1D" w:rsidP="00C12A1D"/>
    <w:p w:rsidR="00C12A1D" w:rsidRDefault="00C12A1D" w:rsidP="00C12A1D">
      <w:r>
        <w:t>GENERATION TIME      =        0.016 SECONDS      3 MB  24.1.3 r41464 WEX-WEI</w:t>
      </w:r>
    </w:p>
    <w:p w:rsidR="00C12A1D" w:rsidRDefault="00C12A1D" w:rsidP="00C12A1D"/>
    <w:p w:rsidR="00C12A1D" w:rsidRDefault="00C12A1D" w:rsidP="00C12A1D"/>
    <w:p w:rsidR="00C12A1D" w:rsidRDefault="00C12A1D" w:rsidP="00C12A1D">
      <w:r>
        <w:t>EXECUTION TIME       =        0.016 SECONDS      3 MB  24.1.3 r41464 WEX-WEI</w:t>
      </w:r>
    </w:p>
    <w:p w:rsidR="00C12A1D" w:rsidRDefault="00C12A1D" w:rsidP="00C12A1D">
      <w:r>
        <w:br w:type="page"/>
      </w:r>
      <w:r>
        <w:lastRenderedPageBreak/>
        <w:t>GAMS 24.1.3  r41464 Released Jul 26, 2013 WEX-WEI x86_64/MS Windows 01/19/16 16:18:25 Page 9</w:t>
      </w:r>
    </w:p>
    <w:p w:rsidR="00C12A1D" w:rsidRDefault="00C12A1D" w:rsidP="00C12A1D">
      <w:r>
        <w:t>G e n e r a l   A l g e b r a i c   M o d e l i n g   S y s t e m</w:t>
      </w:r>
    </w:p>
    <w:p w:rsidR="00C12A1D" w:rsidRDefault="00C12A1D" w:rsidP="00C12A1D">
      <w:r>
        <w:t>Solution Report     SOLVE problem Using MIP From line 164</w:t>
      </w:r>
    </w:p>
    <w:p w:rsidR="00C12A1D" w:rsidRDefault="00C12A1D" w:rsidP="00C12A1D"/>
    <w:p w:rsidR="00C12A1D" w:rsidRDefault="00C12A1D" w:rsidP="00C12A1D"/>
    <w:p w:rsidR="00C12A1D" w:rsidRDefault="00C12A1D" w:rsidP="00C12A1D">
      <w:r>
        <w:t xml:space="preserve">               S O L V E      S U M M A R Y</w:t>
      </w:r>
    </w:p>
    <w:p w:rsidR="00C12A1D" w:rsidRDefault="00C12A1D" w:rsidP="00C12A1D"/>
    <w:p w:rsidR="00C12A1D" w:rsidRDefault="00C12A1D" w:rsidP="00C12A1D">
      <w:r>
        <w:t xml:space="preserve">     MODEL   problem             OBJECTIVE  obj</w:t>
      </w:r>
    </w:p>
    <w:p w:rsidR="00C12A1D" w:rsidRDefault="00C12A1D" w:rsidP="00C12A1D">
      <w:r>
        <w:t xml:space="preserve">     TYPE    MIP                 DIRECTION  MINIMIZE</w:t>
      </w:r>
    </w:p>
    <w:p w:rsidR="00C12A1D" w:rsidRDefault="00C12A1D" w:rsidP="00C12A1D">
      <w:r>
        <w:t xml:space="preserve">     SOLVER  CPLEX               FROM LINE  164</w:t>
      </w:r>
    </w:p>
    <w:p w:rsidR="00C12A1D" w:rsidRDefault="00C12A1D" w:rsidP="00C12A1D"/>
    <w:p w:rsidR="00C12A1D" w:rsidRDefault="00C12A1D" w:rsidP="00C12A1D">
      <w:r>
        <w:t xml:space="preserve">**** SOLVER STATUS     1 Normal Completion         </w:t>
      </w:r>
    </w:p>
    <w:p w:rsidR="00C12A1D" w:rsidRDefault="00C12A1D" w:rsidP="00C12A1D">
      <w:r>
        <w:t xml:space="preserve">**** MODEL STATUS      8 Integer Solution          </w:t>
      </w:r>
    </w:p>
    <w:p w:rsidR="00C12A1D" w:rsidRDefault="00C12A1D" w:rsidP="00C12A1D">
      <w:r>
        <w:t>**** OBJECTIVE VALUE        121119045.0000</w:t>
      </w:r>
    </w:p>
    <w:p w:rsidR="00C12A1D" w:rsidRDefault="00C12A1D" w:rsidP="00C12A1D"/>
    <w:p w:rsidR="00C12A1D" w:rsidRDefault="00C12A1D" w:rsidP="00C12A1D">
      <w:r>
        <w:t xml:space="preserve"> RESOURCE USAGE, LIMIT          0.359      1000.000</w:t>
      </w:r>
    </w:p>
    <w:p w:rsidR="00C12A1D" w:rsidRDefault="00C12A1D" w:rsidP="00C12A1D">
      <w:r>
        <w:t xml:space="preserve"> ITERATION COUNT, LIMIT       321    2000000000</w:t>
      </w:r>
    </w:p>
    <w:p w:rsidR="00C12A1D" w:rsidRDefault="00C12A1D" w:rsidP="00C12A1D"/>
    <w:p w:rsidR="00C12A1D" w:rsidRDefault="00C12A1D" w:rsidP="00C12A1D">
      <w:r>
        <w:t xml:space="preserve">IBM ILOG CPLEX   24.1.3 r41464 Released Jul 26, 2013 WEI x86_64/MS Windows    </w:t>
      </w:r>
    </w:p>
    <w:p w:rsidR="00C12A1D" w:rsidRDefault="00C12A1D" w:rsidP="00C12A1D">
      <w:r>
        <w:t>--- GAMS/Cplex licensed for continuous and discrete problems.</w:t>
      </w:r>
    </w:p>
    <w:p w:rsidR="00C12A1D" w:rsidRDefault="00C12A1D" w:rsidP="00C12A1D">
      <w:r>
        <w:t>Cplex 12.5.1.0</w:t>
      </w:r>
    </w:p>
    <w:p w:rsidR="00C12A1D" w:rsidRDefault="00C12A1D" w:rsidP="00C12A1D"/>
    <w:p w:rsidR="00C12A1D" w:rsidRDefault="00C12A1D" w:rsidP="00C12A1D">
      <w:r>
        <w:t>MIP status(102): integer optimal, tolerance</w:t>
      </w:r>
    </w:p>
    <w:p w:rsidR="00C12A1D" w:rsidRDefault="00C12A1D" w:rsidP="00C12A1D">
      <w:r>
        <w:t>Cplex Time: 0.27sec (det. 28.04 ticks)</w:t>
      </w:r>
    </w:p>
    <w:p w:rsidR="00C12A1D" w:rsidRDefault="00C12A1D" w:rsidP="00C12A1D">
      <w:r>
        <w:t>Fixing integer variables, and solving final LP...</w:t>
      </w:r>
    </w:p>
    <w:p w:rsidR="00C12A1D" w:rsidRDefault="00C12A1D" w:rsidP="00C12A1D">
      <w:r>
        <w:lastRenderedPageBreak/>
        <w:t>Fixed MIP status(1): optimal</w:t>
      </w:r>
    </w:p>
    <w:p w:rsidR="00C12A1D" w:rsidRDefault="00C12A1D" w:rsidP="00C12A1D">
      <w:r>
        <w:t>Cplex Time: 0.02sec (det. 1.44 ticks)</w:t>
      </w:r>
    </w:p>
    <w:p w:rsidR="00C12A1D" w:rsidRDefault="00C12A1D" w:rsidP="00C12A1D">
      <w:r>
        <w:t>Solution satisfies tolerances.</w:t>
      </w:r>
    </w:p>
    <w:p w:rsidR="00C12A1D" w:rsidRDefault="00C12A1D" w:rsidP="00C12A1D"/>
    <w:p w:rsidR="00C12A1D" w:rsidRDefault="00C12A1D" w:rsidP="00C12A1D">
      <w:r>
        <w:t>MIP Solution:    121119045.000000    (255 iterations, 10 nodes)</w:t>
      </w:r>
    </w:p>
    <w:p w:rsidR="00C12A1D" w:rsidRDefault="00C12A1D" w:rsidP="00C12A1D">
      <w:r>
        <w:t>Final Solve:     121119045.000000    (66 iterations)</w:t>
      </w:r>
    </w:p>
    <w:p w:rsidR="00C12A1D" w:rsidRDefault="00C12A1D" w:rsidP="00C12A1D"/>
    <w:p w:rsidR="00C12A1D" w:rsidRDefault="00C12A1D" w:rsidP="00C12A1D">
      <w:r>
        <w:t>Best possible:   121006521.186057</w:t>
      </w:r>
    </w:p>
    <w:p w:rsidR="00C12A1D" w:rsidRDefault="00C12A1D" w:rsidP="00C12A1D">
      <w:r>
        <w:t>Absolute gap:       112523.813943</w:t>
      </w:r>
    </w:p>
    <w:p w:rsidR="00C12A1D" w:rsidRDefault="00C12A1D" w:rsidP="00C12A1D">
      <w:r>
        <w:t>Relative gap:            0.000929</w:t>
      </w:r>
    </w:p>
    <w:p w:rsidR="00C12A1D" w:rsidRDefault="00C12A1D" w:rsidP="00C12A1D"/>
    <w:p w:rsidR="00C12A1D" w:rsidRDefault="00C12A1D" w:rsidP="00C12A1D"/>
    <w:p w:rsidR="00C12A1D" w:rsidRDefault="00C12A1D" w:rsidP="00C12A1D">
      <w:r>
        <w:t xml:space="preserve">                       LOWER     LEVEL     UPPER    MARGINAL</w:t>
      </w:r>
    </w:p>
    <w:p w:rsidR="00C12A1D" w:rsidRDefault="00C12A1D" w:rsidP="00C12A1D"/>
    <w:p w:rsidR="00C12A1D" w:rsidRDefault="00C12A1D" w:rsidP="00C12A1D">
      <w:r>
        <w:t xml:space="preserve">---- EQU objective       .         .         .        1.000      </w:t>
      </w:r>
    </w:p>
    <w:p w:rsidR="00C12A1D" w:rsidRDefault="00C12A1D" w:rsidP="00C12A1D"/>
    <w:p w:rsidR="00C12A1D" w:rsidRDefault="00C12A1D" w:rsidP="00C12A1D">
      <w:r>
        <w:t xml:space="preserve">---- EQU c1  </w:t>
      </w:r>
    </w:p>
    <w:p w:rsidR="00C12A1D" w:rsidRDefault="00C12A1D" w:rsidP="00C12A1D"/>
    <w:p w:rsidR="00C12A1D" w:rsidRDefault="00C12A1D" w:rsidP="00C12A1D">
      <w:r>
        <w:t xml:space="preserve">      LOWER     LEVEL     UPPER    MARGINAL</w:t>
      </w:r>
    </w:p>
    <w:p w:rsidR="00C12A1D" w:rsidRDefault="00C12A1D" w:rsidP="00C12A1D"/>
    <w:p w:rsidR="00C12A1D" w:rsidRDefault="00C12A1D" w:rsidP="00C12A1D">
      <w:r>
        <w:t xml:space="preserve">1      -INF      1.000     3.000      .         </w:t>
      </w:r>
    </w:p>
    <w:p w:rsidR="00C12A1D" w:rsidRDefault="00C12A1D" w:rsidP="00C12A1D">
      <w:r>
        <w:t xml:space="preserve">2      -INF       .        3.000      .         </w:t>
      </w:r>
    </w:p>
    <w:p w:rsidR="00C12A1D" w:rsidRDefault="00C12A1D" w:rsidP="00C12A1D">
      <w:r>
        <w:t xml:space="preserve">3      -INF       .        3.000      .         </w:t>
      </w:r>
    </w:p>
    <w:p w:rsidR="00C12A1D" w:rsidRDefault="00C12A1D" w:rsidP="00C12A1D">
      <w:r>
        <w:t xml:space="preserve">4      -INF       .        3.000      .         </w:t>
      </w:r>
    </w:p>
    <w:p w:rsidR="00C12A1D" w:rsidRDefault="00C12A1D" w:rsidP="00C12A1D">
      <w:r>
        <w:t xml:space="preserve">5      -INF       .        3.000      .         </w:t>
      </w:r>
    </w:p>
    <w:p w:rsidR="00C12A1D" w:rsidRDefault="00C12A1D" w:rsidP="00C12A1D">
      <w:r>
        <w:lastRenderedPageBreak/>
        <w:t xml:space="preserve">6      -INF       .        3.000      .         </w:t>
      </w:r>
    </w:p>
    <w:p w:rsidR="00C12A1D" w:rsidRDefault="00C12A1D" w:rsidP="00C12A1D">
      <w:r>
        <w:t xml:space="preserve">7      -INF       .        3.000      .         </w:t>
      </w:r>
    </w:p>
    <w:p w:rsidR="00C12A1D" w:rsidRDefault="00C12A1D" w:rsidP="00C12A1D">
      <w:r>
        <w:t xml:space="preserve">8      -INF      1.000     3.000      .         </w:t>
      </w:r>
    </w:p>
    <w:p w:rsidR="00C12A1D" w:rsidRDefault="00C12A1D" w:rsidP="00C12A1D">
      <w:r>
        <w:t xml:space="preserve">9      -INF      1.000     3.000      .         </w:t>
      </w:r>
    </w:p>
    <w:p w:rsidR="00C12A1D" w:rsidRDefault="00C12A1D" w:rsidP="00C12A1D">
      <w:r>
        <w:t xml:space="preserve">10     -INF       .        3.000      .         </w:t>
      </w:r>
    </w:p>
    <w:p w:rsidR="00C12A1D" w:rsidRDefault="00C12A1D" w:rsidP="00C12A1D">
      <w:r>
        <w:t xml:space="preserve">11     -INF       .        3.000      .         </w:t>
      </w:r>
    </w:p>
    <w:p w:rsidR="00C12A1D" w:rsidRDefault="00C12A1D" w:rsidP="00C12A1D">
      <w:r>
        <w:t xml:space="preserve">12     -INF       .        3.000      .         </w:t>
      </w:r>
    </w:p>
    <w:p w:rsidR="00C12A1D" w:rsidRDefault="00C12A1D" w:rsidP="00C12A1D">
      <w:r>
        <w:t xml:space="preserve">13     -INF       .        3.000      .         </w:t>
      </w:r>
    </w:p>
    <w:p w:rsidR="00C12A1D" w:rsidRDefault="00C12A1D" w:rsidP="00C12A1D">
      <w:r>
        <w:t xml:space="preserve">14     -INF      1.000     3.000      .         </w:t>
      </w:r>
    </w:p>
    <w:p w:rsidR="00C12A1D" w:rsidRDefault="00C12A1D" w:rsidP="00C12A1D">
      <w:r>
        <w:t xml:space="preserve">15     -INF      1.000     3.000      .         </w:t>
      </w:r>
    </w:p>
    <w:p w:rsidR="00C12A1D" w:rsidRDefault="00C12A1D" w:rsidP="00C12A1D">
      <w:r>
        <w:t xml:space="preserve">16     -INF      1.000     3.000      .         </w:t>
      </w:r>
    </w:p>
    <w:p w:rsidR="00C12A1D" w:rsidRDefault="00C12A1D" w:rsidP="00C12A1D">
      <w:r>
        <w:t xml:space="preserve">17     -INF      1.000     3.000      .         </w:t>
      </w:r>
    </w:p>
    <w:p w:rsidR="00C12A1D" w:rsidRDefault="00C12A1D" w:rsidP="00C12A1D">
      <w:r>
        <w:t xml:space="preserve">18     -INF      1.000     3.000      .         </w:t>
      </w:r>
    </w:p>
    <w:p w:rsidR="00C12A1D" w:rsidRDefault="00C12A1D" w:rsidP="00C12A1D">
      <w:r>
        <w:t xml:space="preserve">19     -INF      1.000     3.000      .         </w:t>
      </w:r>
    </w:p>
    <w:p w:rsidR="00C12A1D" w:rsidRDefault="00C12A1D" w:rsidP="00C12A1D">
      <w:r>
        <w:t xml:space="preserve">20     -INF       .        3.000      .         </w:t>
      </w:r>
    </w:p>
    <w:p w:rsidR="00C12A1D" w:rsidRDefault="00C12A1D" w:rsidP="00C12A1D">
      <w:r>
        <w:t xml:space="preserve">21     -INF      1.000     3.000      .         </w:t>
      </w:r>
    </w:p>
    <w:p w:rsidR="00C12A1D" w:rsidRDefault="00C12A1D" w:rsidP="00C12A1D">
      <w:r>
        <w:t xml:space="preserve">22     -INF      1.000     3.000      .         </w:t>
      </w:r>
    </w:p>
    <w:p w:rsidR="00C12A1D" w:rsidRDefault="00C12A1D" w:rsidP="00C12A1D">
      <w:r>
        <w:t xml:space="preserve">23     -INF      1.000     3.000      .         </w:t>
      </w:r>
    </w:p>
    <w:p w:rsidR="00C12A1D" w:rsidRDefault="00C12A1D" w:rsidP="00C12A1D">
      <w:r>
        <w:t xml:space="preserve">24     -INF       .        3.000      .         </w:t>
      </w:r>
    </w:p>
    <w:p w:rsidR="00C12A1D" w:rsidRDefault="00C12A1D" w:rsidP="00C12A1D">
      <w:r>
        <w:t xml:space="preserve">25     -INF       .        3.000      .         </w:t>
      </w:r>
    </w:p>
    <w:p w:rsidR="00C12A1D" w:rsidRDefault="00C12A1D" w:rsidP="00C12A1D">
      <w:r>
        <w:t xml:space="preserve">26     -INF      1.000     3.000      .         </w:t>
      </w:r>
    </w:p>
    <w:p w:rsidR="00C12A1D" w:rsidRDefault="00C12A1D" w:rsidP="00C12A1D">
      <w:r>
        <w:t xml:space="preserve">27     -INF       .        3.000      .         </w:t>
      </w:r>
    </w:p>
    <w:p w:rsidR="00C12A1D" w:rsidRDefault="00C12A1D" w:rsidP="00C12A1D">
      <w:r>
        <w:t xml:space="preserve">28     -INF      1.000     3.000      .         </w:t>
      </w:r>
    </w:p>
    <w:p w:rsidR="00C12A1D" w:rsidRDefault="00C12A1D" w:rsidP="00C12A1D">
      <w:r>
        <w:t xml:space="preserve">29     -INF       .        3.000      .         </w:t>
      </w:r>
    </w:p>
    <w:p w:rsidR="00C12A1D" w:rsidRDefault="00C12A1D" w:rsidP="00C12A1D"/>
    <w:p w:rsidR="00C12A1D" w:rsidRDefault="00C12A1D" w:rsidP="00C12A1D">
      <w:r>
        <w:lastRenderedPageBreak/>
        <w:t xml:space="preserve">---- EQU c3  </w:t>
      </w:r>
    </w:p>
    <w:p w:rsidR="00C12A1D" w:rsidRDefault="00C12A1D" w:rsidP="00C12A1D"/>
    <w:p w:rsidR="00C12A1D" w:rsidRDefault="00C12A1D" w:rsidP="00C12A1D">
      <w:r>
        <w:t xml:space="preserve">      LOWER     LEVEL     UPPER    MARGINAL</w:t>
      </w:r>
    </w:p>
    <w:p w:rsidR="00C12A1D" w:rsidRDefault="00C12A1D" w:rsidP="00C12A1D"/>
    <w:p w:rsidR="00C12A1D" w:rsidRDefault="00C12A1D" w:rsidP="00C12A1D">
      <w:r>
        <w:t xml:space="preserve">1       .         .         .         .         </w:t>
      </w:r>
    </w:p>
    <w:p w:rsidR="00C12A1D" w:rsidRDefault="00C12A1D" w:rsidP="00C12A1D">
      <w:r>
        <w:t xml:space="preserve">2       .         .         .         .         </w:t>
      </w:r>
    </w:p>
    <w:p w:rsidR="00C12A1D" w:rsidRDefault="00C12A1D" w:rsidP="00C12A1D">
      <w:r>
        <w:t xml:space="preserve">3       .         .         .         .         </w:t>
      </w:r>
    </w:p>
    <w:p w:rsidR="00C12A1D" w:rsidRDefault="00C12A1D" w:rsidP="00C12A1D">
      <w:r>
        <w:t xml:space="preserve">4       .         .         .         .         </w:t>
      </w:r>
    </w:p>
    <w:p w:rsidR="00C12A1D" w:rsidRDefault="00C12A1D" w:rsidP="00C12A1D">
      <w:r>
        <w:t xml:space="preserve">5       .         .         .         .         </w:t>
      </w:r>
    </w:p>
    <w:p w:rsidR="00C12A1D" w:rsidRDefault="00C12A1D" w:rsidP="00C12A1D">
      <w:r>
        <w:t xml:space="preserve">6       .         .         .         .         </w:t>
      </w:r>
    </w:p>
    <w:p w:rsidR="00C12A1D" w:rsidRDefault="00C12A1D" w:rsidP="00C12A1D">
      <w:r>
        <w:t xml:space="preserve">7       .         .         .         .         </w:t>
      </w:r>
    </w:p>
    <w:p w:rsidR="00C12A1D" w:rsidRDefault="00C12A1D" w:rsidP="00C12A1D">
      <w:r>
        <w:t xml:space="preserve">8       .         .         .         .         </w:t>
      </w:r>
    </w:p>
    <w:p w:rsidR="00C12A1D" w:rsidRDefault="00C12A1D" w:rsidP="00C12A1D">
      <w:r>
        <w:t xml:space="preserve">9       .         .         .         .         </w:t>
      </w:r>
    </w:p>
    <w:p w:rsidR="00C12A1D" w:rsidRDefault="00C12A1D" w:rsidP="00C12A1D">
      <w:r>
        <w:t xml:space="preserve">10      .         .         .         .         </w:t>
      </w:r>
    </w:p>
    <w:p w:rsidR="00C12A1D" w:rsidRDefault="00C12A1D" w:rsidP="00C12A1D">
      <w:r>
        <w:t xml:space="preserve">11      .         .         .         .         </w:t>
      </w:r>
    </w:p>
    <w:p w:rsidR="00C12A1D" w:rsidRDefault="00C12A1D" w:rsidP="00C12A1D">
      <w:r>
        <w:t xml:space="preserve">12      .         .         .         .         </w:t>
      </w:r>
    </w:p>
    <w:p w:rsidR="00C12A1D" w:rsidRDefault="00C12A1D" w:rsidP="00C12A1D">
      <w:r>
        <w:t xml:space="preserve">13      .         .         .         .         </w:t>
      </w:r>
    </w:p>
    <w:p w:rsidR="00C12A1D" w:rsidRDefault="00C12A1D" w:rsidP="00C12A1D">
      <w:r>
        <w:t xml:space="preserve">14      .         .         .         .         </w:t>
      </w:r>
    </w:p>
    <w:p w:rsidR="00C12A1D" w:rsidRDefault="00C12A1D" w:rsidP="00C12A1D">
      <w:r>
        <w:t xml:space="preserve">15      .         .         .         .         </w:t>
      </w:r>
    </w:p>
    <w:p w:rsidR="00C12A1D" w:rsidRDefault="00C12A1D" w:rsidP="00C12A1D">
      <w:r>
        <w:t xml:space="preserve">16      .         .         .         .         </w:t>
      </w:r>
    </w:p>
    <w:p w:rsidR="00C12A1D" w:rsidRDefault="00C12A1D" w:rsidP="00C12A1D">
      <w:r>
        <w:t xml:space="preserve">17      .         .         .         .         </w:t>
      </w:r>
    </w:p>
    <w:p w:rsidR="00C12A1D" w:rsidRDefault="00C12A1D" w:rsidP="00C12A1D">
      <w:r>
        <w:t xml:space="preserve">18      .         .         .         .         </w:t>
      </w:r>
    </w:p>
    <w:p w:rsidR="00C12A1D" w:rsidRDefault="00C12A1D" w:rsidP="00C12A1D">
      <w:r>
        <w:t xml:space="preserve">19      .         .         .         .         </w:t>
      </w:r>
    </w:p>
    <w:p w:rsidR="00C12A1D" w:rsidRDefault="00C12A1D" w:rsidP="00C12A1D">
      <w:r>
        <w:t xml:space="preserve">20      .         .         .         .         </w:t>
      </w:r>
    </w:p>
    <w:p w:rsidR="00C12A1D" w:rsidRDefault="00C12A1D" w:rsidP="00C12A1D">
      <w:r>
        <w:t xml:space="preserve">21      .         .         .         .         </w:t>
      </w:r>
    </w:p>
    <w:p w:rsidR="00C12A1D" w:rsidRDefault="00C12A1D" w:rsidP="00C12A1D">
      <w:r>
        <w:lastRenderedPageBreak/>
        <w:t xml:space="preserve">22      .         .         .         .         </w:t>
      </w:r>
    </w:p>
    <w:p w:rsidR="00C12A1D" w:rsidRDefault="00C12A1D" w:rsidP="00C12A1D">
      <w:r>
        <w:t xml:space="preserve">23      .         .         .         .         </w:t>
      </w:r>
    </w:p>
    <w:p w:rsidR="00C12A1D" w:rsidRDefault="00C12A1D" w:rsidP="00C12A1D">
      <w:r>
        <w:t xml:space="preserve">24      .         .         .         .         </w:t>
      </w:r>
    </w:p>
    <w:p w:rsidR="00C12A1D" w:rsidRDefault="00C12A1D" w:rsidP="00C12A1D">
      <w:r>
        <w:t xml:space="preserve">25      .         .         .         .         </w:t>
      </w:r>
    </w:p>
    <w:p w:rsidR="00C12A1D" w:rsidRDefault="00C12A1D" w:rsidP="00C12A1D">
      <w:r>
        <w:t xml:space="preserve">26      .         .         .         .         </w:t>
      </w:r>
    </w:p>
    <w:p w:rsidR="00C12A1D" w:rsidRDefault="00C12A1D" w:rsidP="00C12A1D">
      <w:r>
        <w:t xml:space="preserve">27      .         .         .         .         </w:t>
      </w:r>
    </w:p>
    <w:p w:rsidR="00C12A1D" w:rsidRDefault="00C12A1D" w:rsidP="00C12A1D">
      <w:r>
        <w:t xml:space="preserve">28      .         .         .         .         </w:t>
      </w:r>
    </w:p>
    <w:p w:rsidR="00C12A1D" w:rsidRDefault="00C12A1D" w:rsidP="00C12A1D">
      <w:r>
        <w:t xml:space="preserve">29      .         .         .         .         </w:t>
      </w:r>
    </w:p>
    <w:p w:rsidR="00C12A1D" w:rsidRDefault="00C12A1D" w:rsidP="00C12A1D"/>
    <w:p w:rsidR="00C12A1D" w:rsidRDefault="00C12A1D" w:rsidP="00C12A1D">
      <w:r>
        <w:t xml:space="preserve">---- EQU c4  </w:t>
      </w:r>
    </w:p>
    <w:p w:rsidR="00C12A1D" w:rsidRDefault="00C12A1D" w:rsidP="00C12A1D"/>
    <w:p w:rsidR="00C12A1D" w:rsidRDefault="00C12A1D" w:rsidP="00C12A1D">
      <w:r>
        <w:t xml:space="preserve">      LOWER     LEVEL     UPPER    MARGINAL</w:t>
      </w:r>
    </w:p>
    <w:p w:rsidR="00C12A1D" w:rsidRDefault="00C12A1D" w:rsidP="00C12A1D"/>
    <w:p w:rsidR="00C12A1D" w:rsidRDefault="00C12A1D" w:rsidP="00C12A1D">
      <w:r>
        <w:t xml:space="preserve">1      0.123     0.123     +INF       EPS       </w:t>
      </w:r>
    </w:p>
    <w:p w:rsidR="00C12A1D" w:rsidRDefault="00C12A1D" w:rsidP="00C12A1D">
      <w:r>
        <w:t xml:space="preserve">2      0.002     0.002     +INF       EPS       </w:t>
      </w:r>
    </w:p>
    <w:p w:rsidR="00C12A1D" w:rsidRDefault="00C12A1D" w:rsidP="00C12A1D">
      <w:r>
        <w:t xml:space="preserve">3      0.010     0.010     +INF       EPS       </w:t>
      </w:r>
    </w:p>
    <w:p w:rsidR="00C12A1D" w:rsidRDefault="00C12A1D" w:rsidP="00C12A1D">
      <w:r>
        <w:t xml:space="preserve">4      0.001     0.001     +INF       EPS       </w:t>
      </w:r>
    </w:p>
    <w:p w:rsidR="00C12A1D" w:rsidRDefault="00C12A1D" w:rsidP="00C12A1D">
      <w:r>
        <w:t xml:space="preserve">5      0.003     0.003     +INF       EPS       </w:t>
      </w:r>
    </w:p>
    <w:p w:rsidR="00C12A1D" w:rsidRDefault="00C12A1D" w:rsidP="00C12A1D">
      <w:r>
        <w:t xml:space="preserve">6      0.003     0.003     +INF       EPS       </w:t>
      </w:r>
    </w:p>
    <w:p w:rsidR="00C12A1D" w:rsidRDefault="00C12A1D" w:rsidP="00C12A1D">
      <w:r>
        <w:t xml:space="preserve">7      0.002     0.002     +INF       EPS       </w:t>
      </w:r>
    </w:p>
    <w:p w:rsidR="00C12A1D" w:rsidRDefault="00C12A1D" w:rsidP="00C12A1D">
      <w:r>
        <w:t xml:space="preserve">8      0.079     0.079     +INF       EPS       </w:t>
      </w:r>
    </w:p>
    <w:p w:rsidR="00C12A1D" w:rsidRDefault="00C12A1D" w:rsidP="00C12A1D">
      <w:r>
        <w:t xml:space="preserve">9      0.008     0.008     +INF       EPS       </w:t>
      </w:r>
    </w:p>
    <w:p w:rsidR="00C12A1D" w:rsidRDefault="00C12A1D" w:rsidP="00C12A1D">
      <w:r>
        <w:t xml:space="preserve">10 5.2341E-4 5.2341E-4     +INF       EPS       </w:t>
      </w:r>
    </w:p>
    <w:p w:rsidR="00C12A1D" w:rsidRDefault="00C12A1D" w:rsidP="00C12A1D">
      <w:r>
        <w:t xml:space="preserve">11 4.6815E-4 4.6815E-4     +INF       EPS       </w:t>
      </w:r>
    </w:p>
    <w:p w:rsidR="00C12A1D" w:rsidRDefault="00C12A1D" w:rsidP="00C12A1D">
      <w:r>
        <w:t xml:space="preserve">12 6.8917E-4 6.8917E-4     +INF       EPS       </w:t>
      </w:r>
    </w:p>
    <w:p w:rsidR="00C12A1D" w:rsidRDefault="00C12A1D" w:rsidP="00C12A1D">
      <w:r>
        <w:lastRenderedPageBreak/>
        <w:t xml:space="preserve">13     0.002     0.002     +INF       EPS       </w:t>
      </w:r>
    </w:p>
    <w:p w:rsidR="00C12A1D" w:rsidRDefault="00C12A1D" w:rsidP="00C12A1D">
      <w:r>
        <w:t xml:space="preserve">14     0.011     0.011     +INF       EPS       </w:t>
      </w:r>
    </w:p>
    <w:p w:rsidR="00C12A1D" w:rsidRDefault="00C12A1D" w:rsidP="00C12A1D">
      <w:r>
        <w:t xml:space="preserve">15     0.040     0.040     +INF       EPS       </w:t>
      </w:r>
    </w:p>
    <w:p w:rsidR="00C12A1D" w:rsidRDefault="00C12A1D" w:rsidP="00C12A1D">
      <w:r>
        <w:t xml:space="preserve">16     0.024     0.024     +INF       EPS       </w:t>
      </w:r>
    </w:p>
    <w:p w:rsidR="00C12A1D" w:rsidRDefault="00C12A1D" w:rsidP="00C12A1D">
      <w:r>
        <w:t xml:space="preserve">17     0.174     0.174     +INF       EPS       </w:t>
      </w:r>
    </w:p>
    <w:p w:rsidR="00C12A1D" w:rsidRDefault="00C12A1D" w:rsidP="00C12A1D">
      <w:r>
        <w:t xml:space="preserve">18     0.057     0.057     +INF       EPS       </w:t>
      </w:r>
    </w:p>
    <w:p w:rsidR="00C12A1D" w:rsidRDefault="00C12A1D" w:rsidP="00C12A1D">
      <w:r>
        <w:t xml:space="preserve">19     0.004     0.004     +INF       EPS       </w:t>
      </w:r>
    </w:p>
    <w:p w:rsidR="00C12A1D" w:rsidRDefault="00C12A1D" w:rsidP="00C12A1D">
      <w:r>
        <w:t xml:space="preserve">20 7.0952E-4 7.0952E-4     +INF       EPS       </w:t>
      </w:r>
    </w:p>
    <w:p w:rsidR="00C12A1D" w:rsidRDefault="00C12A1D" w:rsidP="00C12A1D">
      <w:r>
        <w:t xml:space="preserve">21     0.277     0.277     +INF       EPS       </w:t>
      </w:r>
    </w:p>
    <w:p w:rsidR="00C12A1D" w:rsidRDefault="00C12A1D" w:rsidP="00C12A1D">
      <w:r>
        <w:t xml:space="preserve">22     0.016     0.016     +INF       EPS       </w:t>
      </w:r>
    </w:p>
    <w:p w:rsidR="00C12A1D" w:rsidRDefault="00C12A1D" w:rsidP="00C12A1D">
      <w:r>
        <w:t xml:space="preserve">23     0.066     0.066     +INF       EPS       </w:t>
      </w:r>
    </w:p>
    <w:p w:rsidR="00C12A1D" w:rsidRDefault="00C12A1D" w:rsidP="00C12A1D">
      <w:r>
        <w:t xml:space="preserve">24     0.003     0.003     +INF       EPS       </w:t>
      </w:r>
    </w:p>
    <w:p w:rsidR="00C12A1D" w:rsidRDefault="00C12A1D" w:rsidP="00C12A1D">
      <w:r>
        <w:t xml:space="preserve">25     0.001     0.001     +INF       EPS       </w:t>
      </w:r>
    </w:p>
    <w:p w:rsidR="00C12A1D" w:rsidRDefault="00C12A1D" w:rsidP="00C12A1D">
      <w:r>
        <w:t xml:space="preserve">26 8.4877E-4 8.4877E-4     +INF       EPS       </w:t>
      </w:r>
    </w:p>
    <w:p w:rsidR="00C12A1D" w:rsidRDefault="00C12A1D" w:rsidP="00C12A1D">
      <w:r>
        <w:t xml:space="preserve">27 4.1395E-6 4.1395E-6     +INF       EPS       </w:t>
      </w:r>
    </w:p>
    <w:p w:rsidR="00C12A1D" w:rsidRDefault="00C12A1D" w:rsidP="00C12A1D">
      <w:r>
        <w:t xml:space="preserve">28     0.002     0.002     +INF       EPS       </w:t>
      </w:r>
    </w:p>
    <w:p w:rsidR="00C12A1D" w:rsidRDefault="00C12A1D" w:rsidP="00C12A1D">
      <w:r>
        <w:t xml:space="preserve">29 5.0642E-5 5.0642E-5     +INF       EPS       </w:t>
      </w:r>
    </w:p>
    <w:p w:rsidR="00C12A1D" w:rsidRDefault="00C12A1D" w:rsidP="00C12A1D"/>
    <w:p w:rsidR="00C12A1D" w:rsidRDefault="00C12A1D" w:rsidP="00C12A1D">
      <w:r>
        <w:t xml:space="preserve">---- EQU c5  </w:t>
      </w:r>
    </w:p>
    <w:p w:rsidR="00C12A1D" w:rsidRDefault="00C12A1D" w:rsidP="00C12A1D"/>
    <w:p w:rsidR="00C12A1D" w:rsidRDefault="00C12A1D" w:rsidP="00C12A1D">
      <w:r>
        <w:t xml:space="preserve">      LOWER     LEVEL     UPPER    MARGINAL</w:t>
      </w:r>
    </w:p>
    <w:p w:rsidR="00C12A1D" w:rsidRDefault="00C12A1D" w:rsidP="00C12A1D"/>
    <w:p w:rsidR="00C12A1D" w:rsidRDefault="00C12A1D" w:rsidP="00C12A1D">
      <w:r>
        <w:t xml:space="preserve">1  -1.683E+7 -1.683E+7     +INF       .         </w:t>
      </w:r>
    </w:p>
    <w:p w:rsidR="00C12A1D" w:rsidRDefault="00C12A1D" w:rsidP="00C12A1D">
      <w:r>
        <w:t xml:space="preserve">2  -3.559E+5      .        +INF       .         </w:t>
      </w:r>
    </w:p>
    <w:p w:rsidR="00C12A1D" w:rsidRDefault="00C12A1D" w:rsidP="00C12A1D">
      <w:r>
        <w:t xml:space="preserve">3  -1.679E+6      .        +INF       .         </w:t>
      </w:r>
    </w:p>
    <w:p w:rsidR="00C12A1D" w:rsidRDefault="00C12A1D" w:rsidP="00C12A1D">
      <w:r>
        <w:lastRenderedPageBreak/>
        <w:t xml:space="preserve">4  -3.559E+5      .        +INF       .         </w:t>
      </w:r>
    </w:p>
    <w:p w:rsidR="00C12A1D" w:rsidRDefault="00C12A1D" w:rsidP="00C12A1D">
      <w:r>
        <w:t xml:space="preserve">5  -7.300E+5      .        +INF       .         </w:t>
      </w:r>
    </w:p>
    <w:p w:rsidR="00C12A1D" w:rsidRDefault="00C12A1D" w:rsidP="00C12A1D">
      <w:r>
        <w:t xml:space="preserve">6  -5.314E+5      .        +INF       .         </w:t>
      </w:r>
    </w:p>
    <w:p w:rsidR="00C12A1D" w:rsidRDefault="00C12A1D" w:rsidP="00C12A1D">
      <w:r>
        <w:t xml:space="preserve">7  -4.380E+5      .        +INF       .         </w:t>
      </w:r>
    </w:p>
    <w:p w:rsidR="00C12A1D" w:rsidRDefault="00C12A1D" w:rsidP="00C12A1D">
      <w:r>
        <w:t xml:space="preserve">8  -1.528E+7 -9.855E+6     +INF       .         </w:t>
      </w:r>
    </w:p>
    <w:p w:rsidR="00C12A1D" w:rsidRDefault="00C12A1D" w:rsidP="00C12A1D">
      <w:r>
        <w:t xml:space="preserve">9  -1.642E+6 -1.642E+6     +INF       .         </w:t>
      </w:r>
    </w:p>
    <w:p w:rsidR="00C12A1D" w:rsidRDefault="00C12A1D" w:rsidP="00C12A1D">
      <w:r>
        <w:t xml:space="preserve">10 -2.373E+5      .        +INF       .         </w:t>
      </w:r>
    </w:p>
    <w:p w:rsidR="00C12A1D" w:rsidRDefault="00C12A1D" w:rsidP="00C12A1D">
      <w:r>
        <w:t xml:space="preserve">11 -2.373E+5      .        +INF       .         </w:t>
      </w:r>
    </w:p>
    <w:p w:rsidR="00C12A1D" w:rsidRDefault="00C12A1D" w:rsidP="00C12A1D">
      <w:r>
        <w:t xml:space="preserve">12 -2.373E+5      .        +INF       .         </w:t>
      </w:r>
    </w:p>
    <w:p w:rsidR="00C12A1D" w:rsidRDefault="00C12A1D" w:rsidP="00C12A1D">
      <w:r>
        <w:t xml:space="preserve">13 -4.745E+5      .        +INF       .         </w:t>
      </w:r>
    </w:p>
    <w:p w:rsidR="00C12A1D" w:rsidRDefault="00C12A1D" w:rsidP="00C12A1D">
      <w:r>
        <w:t xml:space="preserve">14 -2.130E+6 -1.374E+6     +INF       .         </w:t>
      </w:r>
    </w:p>
    <w:p w:rsidR="00C12A1D" w:rsidRDefault="00C12A1D" w:rsidP="00C12A1D">
      <w:r>
        <w:t xml:space="preserve">15 -6.570E+6 -6.570E+6     +INF       .         </w:t>
      </w:r>
    </w:p>
    <w:p w:rsidR="00C12A1D" w:rsidRDefault="00C12A1D" w:rsidP="00C12A1D">
      <w:r>
        <w:t xml:space="preserve">16 -4.073E+6 -2.628E+6     +INF       .         </w:t>
      </w:r>
    </w:p>
    <w:p w:rsidR="00C12A1D" w:rsidRDefault="00C12A1D" w:rsidP="00C12A1D">
      <w:r>
        <w:t xml:space="preserve">17 -3.315E+7 -2.139E+7     +INF       .         </w:t>
      </w:r>
    </w:p>
    <w:p w:rsidR="00C12A1D" w:rsidRDefault="00C12A1D" w:rsidP="00C12A1D">
      <w:r>
        <w:t xml:space="preserve">18 -8.395E+6 -8.395E+6     +INF       .         </w:t>
      </w:r>
    </w:p>
    <w:p w:rsidR="00C12A1D" w:rsidRDefault="00C12A1D" w:rsidP="00C12A1D">
      <w:r>
        <w:t xml:space="preserve">19 -6.517E+5 -4.205E+5     +INF       .         </w:t>
      </w:r>
    </w:p>
    <w:p w:rsidR="00C12A1D" w:rsidRDefault="00C12A1D" w:rsidP="00C12A1D">
      <w:r>
        <w:t xml:space="preserve">20 -1.321E+5      .        +INF       .         </w:t>
      </w:r>
    </w:p>
    <w:p w:rsidR="00C12A1D" w:rsidRDefault="00C12A1D" w:rsidP="00C12A1D">
      <w:r>
        <w:t xml:space="preserve">21 -3.942E+7 -3.942E+7     +INF       .         </w:t>
      </w:r>
    </w:p>
    <w:p w:rsidR="00C12A1D" w:rsidRDefault="00C12A1D" w:rsidP="00C12A1D">
      <w:r>
        <w:t xml:space="preserve">22 -2.648E+6 -1.708E+6     +INF       .         </w:t>
      </w:r>
    </w:p>
    <w:p w:rsidR="00C12A1D" w:rsidRDefault="00C12A1D" w:rsidP="00C12A1D">
      <w:r>
        <w:t xml:space="preserve">23 -1.025E+7 -1.025E+7     +INF       .         </w:t>
      </w:r>
    </w:p>
    <w:p w:rsidR="00C12A1D" w:rsidRDefault="00C12A1D" w:rsidP="00C12A1D">
      <w:r>
        <w:t xml:space="preserve">24 -7.012E+5      .        +INF       .         </w:t>
      </w:r>
    </w:p>
    <w:p w:rsidR="00C12A1D" w:rsidRDefault="00C12A1D" w:rsidP="00C12A1D">
      <w:r>
        <w:t xml:space="preserve">25 -1.986E+5      .        +INF       .         </w:t>
      </w:r>
    </w:p>
    <w:p w:rsidR="00C12A1D" w:rsidRDefault="00C12A1D" w:rsidP="00C12A1D">
      <w:r>
        <w:t xml:space="preserve">26 -1.825E+5 -1.825E+5     +INF       .         </w:t>
      </w:r>
    </w:p>
    <w:p w:rsidR="00C12A1D" w:rsidRDefault="00C12A1D" w:rsidP="00C12A1D">
      <w:r>
        <w:t xml:space="preserve">27  -711.750      .        +INF       .         </w:t>
      </w:r>
    </w:p>
    <w:p w:rsidR="00C12A1D" w:rsidRDefault="00C12A1D" w:rsidP="00C12A1D">
      <w:r>
        <w:t xml:space="preserve">28 -4.548E+5 -4.548E+5     +INF       .         </w:t>
      </w:r>
    </w:p>
    <w:p w:rsidR="00C12A1D" w:rsidRDefault="00C12A1D" w:rsidP="00C12A1D">
      <w:r>
        <w:lastRenderedPageBreak/>
        <w:t xml:space="preserve">29 -1.281E+4      .        +INF       .         </w:t>
      </w:r>
    </w:p>
    <w:p w:rsidR="00C12A1D" w:rsidRDefault="00C12A1D" w:rsidP="00C12A1D"/>
    <w:p w:rsidR="00C12A1D" w:rsidRDefault="00C12A1D" w:rsidP="00C12A1D">
      <w:r>
        <w:t xml:space="preserve">---- EQU c6  </w:t>
      </w:r>
    </w:p>
    <w:p w:rsidR="00C12A1D" w:rsidRDefault="00C12A1D" w:rsidP="00C12A1D"/>
    <w:p w:rsidR="00C12A1D" w:rsidRDefault="00C12A1D" w:rsidP="00C12A1D">
      <w:r>
        <w:t xml:space="preserve">      LOWER     LEVEL     UPPER    MARGINAL</w:t>
      </w:r>
    </w:p>
    <w:p w:rsidR="00C12A1D" w:rsidRDefault="00C12A1D" w:rsidP="00C12A1D"/>
    <w:p w:rsidR="00C12A1D" w:rsidRDefault="00C12A1D" w:rsidP="00C12A1D">
      <w:r>
        <w:t xml:space="preserve">1       .        0.123     +INF       .         </w:t>
      </w:r>
    </w:p>
    <w:p w:rsidR="00C12A1D" w:rsidRDefault="00C12A1D" w:rsidP="00C12A1D">
      <w:r>
        <w:t xml:space="preserve">2       .        0.002     +INF       .         </w:t>
      </w:r>
    </w:p>
    <w:p w:rsidR="00C12A1D" w:rsidRDefault="00C12A1D" w:rsidP="00C12A1D">
      <w:r>
        <w:t xml:space="preserve">3       .        0.010     +INF       .         </w:t>
      </w:r>
    </w:p>
    <w:p w:rsidR="00C12A1D" w:rsidRDefault="00C12A1D" w:rsidP="00C12A1D">
      <w:r>
        <w:t xml:space="preserve">4       .        0.001     +INF       .         </w:t>
      </w:r>
    </w:p>
    <w:p w:rsidR="00C12A1D" w:rsidRDefault="00C12A1D" w:rsidP="00C12A1D">
      <w:r>
        <w:t xml:space="preserve">5       .        0.003     +INF       .         </w:t>
      </w:r>
    </w:p>
    <w:p w:rsidR="00C12A1D" w:rsidRDefault="00C12A1D" w:rsidP="00C12A1D">
      <w:r>
        <w:t xml:space="preserve">6       .        0.003     +INF       .         </w:t>
      </w:r>
    </w:p>
    <w:p w:rsidR="00C12A1D" w:rsidRDefault="00C12A1D" w:rsidP="00C12A1D">
      <w:r>
        <w:t xml:space="preserve">7       .        0.002     +INF       .         </w:t>
      </w:r>
    </w:p>
    <w:p w:rsidR="00C12A1D" w:rsidRDefault="00C12A1D" w:rsidP="00C12A1D">
      <w:r>
        <w:t xml:space="preserve">8       .        0.079     +INF       .         </w:t>
      </w:r>
    </w:p>
    <w:p w:rsidR="00C12A1D" w:rsidRDefault="00C12A1D" w:rsidP="00C12A1D">
      <w:r>
        <w:t xml:space="preserve">9       .        0.008     +INF       .         </w:t>
      </w:r>
    </w:p>
    <w:p w:rsidR="00C12A1D" w:rsidRDefault="00C12A1D" w:rsidP="00C12A1D">
      <w:r>
        <w:t xml:space="preserve">10      .    5.2341E-4     +INF       .         </w:t>
      </w:r>
    </w:p>
    <w:p w:rsidR="00C12A1D" w:rsidRDefault="00C12A1D" w:rsidP="00C12A1D">
      <w:r>
        <w:t xml:space="preserve">11      .    4.6815E-4     +INF       .         </w:t>
      </w:r>
    </w:p>
    <w:p w:rsidR="00C12A1D" w:rsidRDefault="00C12A1D" w:rsidP="00C12A1D">
      <w:r>
        <w:t xml:space="preserve">12      .    6.8917E-4     +INF       .         </w:t>
      </w:r>
    </w:p>
    <w:p w:rsidR="00C12A1D" w:rsidRDefault="00C12A1D" w:rsidP="00C12A1D">
      <w:r>
        <w:t xml:space="preserve">13      .        0.002     +INF       .         </w:t>
      </w:r>
    </w:p>
    <w:p w:rsidR="00C12A1D" w:rsidRDefault="00C12A1D" w:rsidP="00C12A1D">
      <w:r>
        <w:t xml:space="preserve">14      .        0.011     +INF       .         </w:t>
      </w:r>
    </w:p>
    <w:p w:rsidR="00C12A1D" w:rsidRDefault="00C12A1D" w:rsidP="00C12A1D">
      <w:r>
        <w:t xml:space="preserve">15      .        0.040     +INF       .         </w:t>
      </w:r>
    </w:p>
    <w:p w:rsidR="00C12A1D" w:rsidRDefault="00C12A1D" w:rsidP="00C12A1D">
      <w:r>
        <w:t xml:space="preserve">16      .        0.024     +INF       .         </w:t>
      </w:r>
    </w:p>
    <w:p w:rsidR="00C12A1D" w:rsidRDefault="00C12A1D" w:rsidP="00C12A1D">
      <w:r>
        <w:t xml:space="preserve">17      .        0.174     +INF       .         </w:t>
      </w:r>
    </w:p>
    <w:p w:rsidR="00C12A1D" w:rsidRDefault="00C12A1D" w:rsidP="00C12A1D">
      <w:r>
        <w:t xml:space="preserve">18      .        0.057     +INF       .         </w:t>
      </w:r>
    </w:p>
    <w:p w:rsidR="00C12A1D" w:rsidRDefault="00C12A1D" w:rsidP="00C12A1D">
      <w:r>
        <w:t xml:space="preserve">19      .        0.004     +INF       .         </w:t>
      </w:r>
    </w:p>
    <w:p w:rsidR="00C12A1D" w:rsidRDefault="00C12A1D" w:rsidP="00C12A1D">
      <w:r>
        <w:lastRenderedPageBreak/>
        <w:t xml:space="preserve">20      .    7.0952E-4     +INF       .         </w:t>
      </w:r>
    </w:p>
    <w:p w:rsidR="00C12A1D" w:rsidRDefault="00C12A1D" w:rsidP="00C12A1D">
      <w:r>
        <w:t xml:space="preserve">21      .        0.277     +INF       .         </w:t>
      </w:r>
    </w:p>
    <w:p w:rsidR="00C12A1D" w:rsidRDefault="00C12A1D" w:rsidP="00C12A1D">
      <w:r>
        <w:t xml:space="preserve">22      .        0.016     +INF       .         </w:t>
      </w:r>
    </w:p>
    <w:p w:rsidR="00C12A1D" w:rsidRDefault="00C12A1D" w:rsidP="00C12A1D">
      <w:r>
        <w:t xml:space="preserve">23      .        0.066     +INF       .         </w:t>
      </w:r>
    </w:p>
    <w:p w:rsidR="00C12A1D" w:rsidRDefault="00C12A1D" w:rsidP="00C12A1D">
      <w:r>
        <w:t xml:space="preserve">24      .        0.003     +INF       .         </w:t>
      </w:r>
    </w:p>
    <w:p w:rsidR="00C12A1D" w:rsidRDefault="00C12A1D" w:rsidP="00C12A1D">
      <w:r>
        <w:t xml:space="preserve">25      .        0.001     +INF       .         </w:t>
      </w:r>
    </w:p>
    <w:p w:rsidR="00C12A1D" w:rsidRDefault="00C12A1D" w:rsidP="00C12A1D">
      <w:r>
        <w:t xml:space="preserve">26      .    8.4877E-4     +INF       .         </w:t>
      </w:r>
    </w:p>
    <w:p w:rsidR="00C12A1D" w:rsidRDefault="00C12A1D" w:rsidP="00C12A1D">
      <w:r>
        <w:t xml:space="preserve">27      .    4.1395E-6     +INF       .         </w:t>
      </w:r>
    </w:p>
    <w:p w:rsidR="00C12A1D" w:rsidRDefault="00C12A1D" w:rsidP="00C12A1D">
      <w:r>
        <w:t xml:space="preserve">28      .        0.002     +INF       .         </w:t>
      </w:r>
    </w:p>
    <w:p w:rsidR="00C12A1D" w:rsidRDefault="00C12A1D" w:rsidP="00C12A1D">
      <w:r>
        <w:t xml:space="preserve">29      .    5.0642E-5     +INF       .         </w:t>
      </w:r>
    </w:p>
    <w:p w:rsidR="00C12A1D" w:rsidRDefault="00C12A1D" w:rsidP="00C12A1D"/>
    <w:p w:rsidR="00C12A1D" w:rsidRDefault="00C12A1D" w:rsidP="00C12A1D">
      <w:r>
        <w:t>---- VAR b  binary variable specifying the process selection</w:t>
      </w:r>
    </w:p>
    <w:p w:rsidR="00C12A1D" w:rsidRDefault="00C12A1D" w:rsidP="00C12A1D"/>
    <w:p w:rsidR="00C12A1D" w:rsidRDefault="00C12A1D" w:rsidP="00C12A1D">
      <w:r>
        <w:t xml:space="preserve">        LOWER     LEVEL     UPPER    MARGINAL</w:t>
      </w:r>
    </w:p>
    <w:p w:rsidR="00C12A1D" w:rsidRDefault="00C12A1D" w:rsidP="00C12A1D"/>
    <w:p w:rsidR="00C12A1D" w:rsidRDefault="00C12A1D" w:rsidP="00C12A1D">
      <w:r>
        <w:t xml:space="preserve">1 .1      .        1.000     1.000 1.6827E+7      </w:t>
      </w:r>
    </w:p>
    <w:p w:rsidR="00C12A1D" w:rsidRDefault="00C12A1D" w:rsidP="00C12A1D">
      <w:r>
        <w:t xml:space="preserve">1 .2      .         .        1.000 2.6081E+7      </w:t>
      </w:r>
    </w:p>
    <w:p w:rsidR="00C12A1D" w:rsidRDefault="00C12A1D" w:rsidP="00C12A1D">
      <w:r>
        <w:t xml:space="preserve">1 .3      .         .        1.000 1.0937E+7      </w:t>
      </w:r>
    </w:p>
    <w:p w:rsidR="00C12A1D" w:rsidRDefault="00C12A1D" w:rsidP="00C12A1D">
      <w:r>
        <w:t xml:space="preserve">2 .1      .         .        1.000 5.4750E+5      </w:t>
      </w:r>
    </w:p>
    <w:p w:rsidR="00C12A1D" w:rsidRDefault="00C12A1D" w:rsidP="00C12A1D">
      <w:r>
        <w:t xml:space="preserve">2 .2      .         .        1.000 8.4863E+5      </w:t>
      </w:r>
    </w:p>
    <w:p w:rsidR="00C12A1D" w:rsidRDefault="00C12A1D" w:rsidP="00C12A1D">
      <w:r>
        <w:t xml:space="preserve">2 .3      .         .        1.000 3.5588E+5      </w:t>
      </w:r>
    </w:p>
    <w:p w:rsidR="00C12A1D" w:rsidRDefault="00C12A1D" w:rsidP="00C12A1D">
      <w:r>
        <w:t xml:space="preserve">3 .1      .         .        1.000 1.6790E+6      </w:t>
      </w:r>
    </w:p>
    <w:p w:rsidR="00C12A1D" w:rsidRDefault="00C12A1D" w:rsidP="00C12A1D">
      <w:r>
        <w:t xml:space="preserve">3 .2      .         .        1.000 2.6025E+6      </w:t>
      </w:r>
    </w:p>
    <w:p w:rsidR="00C12A1D" w:rsidRDefault="00C12A1D" w:rsidP="00C12A1D">
      <w:r>
        <w:t xml:space="preserve">3 .3      .         .        1.000 1.0913E+6      </w:t>
      </w:r>
    </w:p>
    <w:p w:rsidR="00C12A1D" w:rsidRDefault="00C12A1D" w:rsidP="00C12A1D">
      <w:r>
        <w:t xml:space="preserve">4 .1      .         .        1.000 5.4750E+5      </w:t>
      </w:r>
    </w:p>
    <w:p w:rsidR="00C12A1D" w:rsidRDefault="00C12A1D" w:rsidP="00C12A1D">
      <w:r>
        <w:lastRenderedPageBreak/>
        <w:t xml:space="preserve">4 .2      .         .        1.000 8.4863E+5      </w:t>
      </w:r>
    </w:p>
    <w:p w:rsidR="00C12A1D" w:rsidRDefault="00C12A1D" w:rsidP="00C12A1D">
      <w:r>
        <w:t xml:space="preserve">4 .3      .         .        1.000 3.5588E+5      </w:t>
      </w:r>
    </w:p>
    <w:p w:rsidR="00C12A1D" w:rsidRDefault="00C12A1D" w:rsidP="00C12A1D">
      <w:r>
        <w:t xml:space="preserve">5 .1      .         .        1.000 7.3000E+5      </w:t>
      </w:r>
    </w:p>
    <w:p w:rsidR="00C12A1D" w:rsidRDefault="00C12A1D" w:rsidP="00C12A1D">
      <w:r>
        <w:t xml:space="preserve">5 .2      .         .        1.000 1.1315E+6      </w:t>
      </w:r>
    </w:p>
    <w:p w:rsidR="00C12A1D" w:rsidRDefault="00C12A1D" w:rsidP="00C12A1D">
      <w:r>
        <w:t xml:space="preserve">5 .3      .         .        1.000 4.7450E+5      </w:t>
      </w:r>
    </w:p>
    <w:p w:rsidR="00C12A1D" w:rsidRDefault="00C12A1D" w:rsidP="00C12A1D">
      <w:r>
        <w:t xml:space="preserve">6 .1      .         .        1.000 8.1760E+5      </w:t>
      </w:r>
    </w:p>
    <w:p w:rsidR="00C12A1D" w:rsidRDefault="00C12A1D" w:rsidP="00C12A1D">
      <w:r>
        <w:t xml:space="preserve">6 .2      .         .        1.000 1.2673E+6      </w:t>
      </w:r>
    </w:p>
    <w:p w:rsidR="00C12A1D" w:rsidRDefault="00C12A1D" w:rsidP="00C12A1D">
      <w:r>
        <w:t xml:space="preserve">6 .3      .         .        1.000 5.3144E+5      </w:t>
      </w:r>
    </w:p>
    <w:p w:rsidR="00C12A1D" w:rsidRDefault="00C12A1D" w:rsidP="00C12A1D">
      <w:r>
        <w:t xml:space="preserve">7 .1      .         .        1.000 4.3800E+5      </w:t>
      </w:r>
    </w:p>
    <w:p w:rsidR="00C12A1D" w:rsidRDefault="00C12A1D" w:rsidP="00C12A1D">
      <w:r>
        <w:t xml:space="preserve">7 .2      .         .        1.000 6.7890E+5      </w:t>
      </w:r>
    </w:p>
    <w:p w:rsidR="00C12A1D" w:rsidRDefault="00C12A1D" w:rsidP="00C12A1D">
      <w:r>
        <w:t xml:space="preserve">7 .3      .         .        1.000 2.8470E+5      </w:t>
      </w:r>
    </w:p>
    <w:p w:rsidR="00C12A1D" w:rsidRDefault="00C12A1D" w:rsidP="00C12A1D">
      <w:r>
        <w:t xml:space="preserve">8 .1      .        1.000     1.000 9.8550E+6      </w:t>
      </w:r>
    </w:p>
    <w:p w:rsidR="00C12A1D" w:rsidRDefault="00C12A1D" w:rsidP="00C12A1D">
      <w:r>
        <w:t xml:space="preserve">8 .2      .         .        1.000 1.5275E+7      </w:t>
      </w:r>
    </w:p>
    <w:p w:rsidR="00C12A1D" w:rsidRDefault="00C12A1D" w:rsidP="00C12A1D">
      <w:r>
        <w:t xml:space="preserve">8 .3      .         .        1.000 6.4058E+6      </w:t>
      </w:r>
    </w:p>
    <w:p w:rsidR="00C12A1D" w:rsidRDefault="00C12A1D" w:rsidP="00C12A1D">
      <w:r>
        <w:t xml:space="preserve">9 .1      .        1.000     1.000 1.6425E+6      </w:t>
      </w:r>
    </w:p>
    <w:p w:rsidR="00C12A1D" w:rsidRDefault="00C12A1D" w:rsidP="00C12A1D">
      <w:r>
        <w:t xml:space="preserve">9 .2      .         .        1.000 2.5459E+6      </w:t>
      </w:r>
    </w:p>
    <w:p w:rsidR="00C12A1D" w:rsidRDefault="00C12A1D" w:rsidP="00C12A1D">
      <w:r>
        <w:t xml:space="preserve">9 .3      .         .        1.000 1.0676E+6      </w:t>
      </w:r>
    </w:p>
    <w:p w:rsidR="00C12A1D" w:rsidRDefault="00C12A1D" w:rsidP="00C12A1D">
      <w:r>
        <w:t xml:space="preserve">10.1      .         .        1.000 3.6500E+5      </w:t>
      </w:r>
    </w:p>
    <w:p w:rsidR="00C12A1D" w:rsidRDefault="00C12A1D" w:rsidP="00C12A1D">
      <w:r>
        <w:t xml:space="preserve">10.2      .         .        1.000 5.6575E+5      </w:t>
      </w:r>
    </w:p>
    <w:p w:rsidR="00C12A1D" w:rsidRDefault="00C12A1D" w:rsidP="00C12A1D">
      <w:r>
        <w:t xml:space="preserve">10.3      .         .        1.000 2.3725E+5      </w:t>
      </w:r>
    </w:p>
    <w:p w:rsidR="00C12A1D" w:rsidRDefault="00C12A1D" w:rsidP="00C12A1D">
      <w:r>
        <w:t xml:space="preserve">11.1      .         .        1.000 3.6500E+5      </w:t>
      </w:r>
    </w:p>
    <w:p w:rsidR="00C12A1D" w:rsidRDefault="00C12A1D" w:rsidP="00C12A1D">
      <w:r>
        <w:t xml:space="preserve">11.2      .         .        1.000 5.6575E+5      </w:t>
      </w:r>
    </w:p>
    <w:p w:rsidR="00C12A1D" w:rsidRDefault="00C12A1D" w:rsidP="00C12A1D">
      <w:r>
        <w:t xml:space="preserve">11.3      .         .        1.000 2.3725E+5      </w:t>
      </w:r>
    </w:p>
    <w:p w:rsidR="00C12A1D" w:rsidRDefault="00C12A1D" w:rsidP="00C12A1D">
      <w:r>
        <w:t xml:space="preserve">12.1      .         .        1.000 3.6500E+5      </w:t>
      </w:r>
    </w:p>
    <w:p w:rsidR="00C12A1D" w:rsidRDefault="00C12A1D" w:rsidP="00C12A1D">
      <w:r>
        <w:t xml:space="preserve">12.2      .         .        1.000 5.6575E+5      </w:t>
      </w:r>
    </w:p>
    <w:p w:rsidR="00C12A1D" w:rsidRDefault="00C12A1D" w:rsidP="00C12A1D">
      <w:r>
        <w:lastRenderedPageBreak/>
        <w:t xml:space="preserve">12.3      .         .        1.000 2.3725E+5      </w:t>
      </w:r>
    </w:p>
    <w:p w:rsidR="00C12A1D" w:rsidRDefault="00C12A1D" w:rsidP="00C12A1D">
      <w:r>
        <w:t xml:space="preserve">13.1      .         .        1.000 7.3000E+5      </w:t>
      </w:r>
    </w:p>
    <w:p w:rsidR="00C12A1D" w:rsidRDefault="00C12A1D" w:rsidP="00C12A1D">
      <w:r>
        <w:t xml:space="preserve">13.2      .         .        1.000 1.1315E+6      </w:t>
      </w:r>
    </w:p>
    <w:p w:rsidR="00C12A1D" w:rsidRDefault="00C12A1D" w:rsidP="00C12A1D">
      <w:r>
        <w:t xml:space="preserve">13.3      .         .        1.000 4.7450E+5      </w:t>
      </w:r>
    </w:p>
    <w:p w:rsidR="00C12A1D" w:rsidRDefault="00C12A1D" w:rsidP="00C12A1D">
      <w:r>
        <w:t xml:space="preserve">14.1      .        1.000     1.000 1.3742E+6      </w:t>
      </w:r>
    </w:p>
    <w:p w:rsidR="00C12A1D" w:rsidRDefault="00C12A1D" w:rsidP="00C12A1D">
      <w:r>
        <w:t xml:space="preserve">14.2      .         .        1.000 2.1300E+6      </w:t>
      </w:r>
    </w:p>
    <w:p w:rsidR="00C12A1D" w:rsidRDefault="00C12A1D" w:rsidP="00C12A1D">
      <w:r>
        <w:t xml:space="preserve">14.3      .         .        1.000 8.9325E+5      </w:t>
      </w:r>
    </w:p>
    <w:p w:rsidR="00C12A1D" w:rsidRDefault="00C12A1D" w:rsidP="00C12A1D">
      <w:r>
        <w:t xml:space="preserve">15.1      .        1.000     1.000 6.5700E+6      </w:t>
      </w:r>
    </w:p>
    <w:p w:rsidR="00C12A1D" w:rsidRDefault="00C12A1D" w:rsidP="00C12A1D">
      <w:r>
        <w:t xml:space="preserve">15.2      .         .        1.000 1.0184E+7      </w:t>
      </w:r>
    </w:p>
    <w:p w:rsidR="00C12A1D" w:rsidRDefault="00C12A1D" w:rsidP="00C12A1D">
      <w:r>
        <w:t xml:space="preserve">15.3      .         .        1.000 4.2705E+6      </w:t>
      </w:r>
    </w:p>
    <w:p w:rsidR="00C12A1D" w:rsidRDefault="00C12A1D" w:rsidP="00C12A1D">
      <w:r>
        <w:t xml:space="preserve">16.1      .        1.000     1.000 2.6280E+6      </w:t>
      </w:r>
    </w:p>
    <w:p w:rsidR="00C12A1D" w:rsidRDefault="00C12A1D" w:rsidP="00C12A1D">
      <w:r>
        <w:t xml:space="preserve">16.2      .         .        1.000 4.0734E+6      </w:t>
      </w:r>
    </w:p>
    <w:p w:rsidR="00C12A1D" w:rsidRDefault="00C12A1D" w:rsidP="00C12A1D">
      <w:r>
        <w:t xml:space="preserve">16.3      .         .        1.000 1.7082E+6      </w:t>
      </w:r>
    </w:p>
    <w:p w:rsidR="00C12A1D" w:rsidRDefault="00C12A1D" w:rsidP="00C12A1D">
      <w:r>
        <w:t xml:space="preserve">17.1      .        1.000     1.000 2.1389E+7      </w:t>
      </w:r>
    </w:p>
    <w:p w:rsidR="00C12A1D" w:rsidRDefault="00C12A1D" w:rsidP="00C12A1D">
      <w:r>
        <w:t xml:space="preserve">17.2      .         .        1.000 3.3153E+7      </w:t>
      </w:r>
    </w:p>
    <w:p w:rsidR="00C12A1D" w:rsidRDefault="00C12A1D" w:rsidP="00C12A1D">
      <w:r>
        <w:t xml:space="preserve">17.3      .         .        1.000 1.3903E+7      </w:t>
      </w:r>
    </w:p>
    <w:p w:rsidR="00C12A1D" w:rsidRDefault="00C12A1D" w:rsidP="00C12A1D">
      <w:r>
        <w:t xml:space="preserve">18.1      .        1.000     1.000 8.3950E+6      </w:t>
      </w:r>
    </w:p>
    <w:p w:rsidR="00C12A1D" w:rsidRDefault="00C12A1D" w:rsidP="00C12A1D">
      <w:r>
        <w:t xml:space="preserve">18.2      .         .        1.000 1.3012E+7      </w:t>
      </w:r>
    </w:p>
    <w:p w:rsidR="00C12A1D" w:rsidRDefault="00C12A1D" w:rsidP="00C12A1D">
      <w:r>
        <w:t xml:space="preserve">18.3      .         .        1.000 5.4567E+6      </w:t>
      </w:r>
    </w:p>
    <w:p w:rsidR="00C12A1D" w:rsidRDefault="00C12A1D" w:rsidP="00C12A1D">
      <w:r>
        <w:t xml:space="preserve">19.1      .        1.000     1.000 4.2048E+5      </w:t>
      </w:r>
    </w:p>
    <w:p w:rsidR="00C12A1D" w:rsidRDefault="00C12A1D" w:rsidP="00C12A1D">
      <w:r>
        <w:t xml:space="preserve">19.2      .         .        1.000 6.5174E+5      </w:t>
      </w:r>
    </w:p>
    <w:p w:rsidR="00C12A1D" w:rsidRDefault="00C12A1D" w:rsidP="00C12A1D">
      <w:r>
        <w:t xml:space="preserve">19.3      .         .        1.000 2.7331E+5      </w:t>
      </w:r>
    </w:p>
    <w:p w:rsidR="00C12A1D" w:rsidRDefault="00C12A1D" w:rsidP="00C12A1D">
      <w:r>
        <w:t xml:space="preserve">20.1      .         .        1.000 1.3213E+5      </w:t>
      </w:r>
    </w:p>
    <w:p w:rsidR="00C12A1D" w:rsidRDefault="00C12A1D" w:rsidP="00C12A1D">
      <w:r>
        <w:t xml:space="preserve">20.2      .         .        1.000 2.0480E+5      </w:t>
      </w:r>
    </w:p>
    <w:p w:rsidR="00C12A1D" w:rsidRDefault="00C12A1D" w:rsidP="00C12A1D">
      <w:r>
        <w:t xml:space="preserve">20.3      .         .        1.000 85884.500      </w:t>
      </w:r>
    </w:p>
    <w:p w:rsidR="00C12A1D" w:rsidRDefault="00C12A1D" w:rsidP="00C12A1D">
      <w:r>
        <w:lastRenderedPageBreak/>
        <w:t xml:space="preserve">21.1      .        1.000     1.000 3.9420E+7      </w:t>
      </w:r>
    </w:p>
    <w:p w:rsidR="00C12A1D" w:rsidRDefault="00C12A1D" w:rsidP="00C12A1D">
      <w:r>
        <w:t xml:space="preserve">21.2      .         .        1.000 6.1101E+7      </w:t>
      </w:r>
    </w:p>
    <w:p w:rsidR="00C12A1D" w:rsidRDefault="00C12A1D" w:rsidP="00C12A1D">
      <w:r>
        <w:t xml:space="preserve">21.3      .         .        1.000 2.5623E+7      </w:t>
      </w:r>
    </w:p>
    <w:p w:rsidR="00C12A1D" w:rsidRDefault="00C12A1D" w:rsidP="00C12A1D">
      <w:r>
        <w:t xml:space="preserve">22.1      .        1.000     1.000 1.7082E+6      </w:t>
      </w:r>
    </w:p>
    <w:p w:rsidR="00C12A1D" w:rsidRDefault="00C12A1D" w:rsidP="00C12A1D">
      <w:r>
        <w:t xml:space="preserve">22.2      .         .        1.000 2.6477E+6      </w:t>
      </w:r>
    </w:p>
    <w:p w:rsidR="00C12A1D" w:rsidRDefault="00C12A1D" w:rsidP="00C12A1D">
      <w:r>
        <w:t xml:space="preserve">22.3      .         .        1.000 1.1103E+6      </w:t>
      </w:r>
    </w:p>
    <w:p w:rsidR="00C12A1D" w:rsidRDefault="00C12A1D" w:rsidP="00C12A1D">
      <w:r>
        <w:t xml:space="preserve">23.1      .        1.000     1.000 1.0253E+7      </w:t>
      </w:r>
    </w:p>
    <w:p w:rsidR="00C12A1D" w:rsidRDefault="00C12A1D" w:rsidP="00C12A1D">
      <w:r>
        <w:t xml:space="preserve">23.2      .         .        1.000 1.5892E+7      </w:t>
      </w:r>
    </w:p>
    <w:p w:rsidR="00C12A1D" w:rsidRDefault="00C12A1D" w:rsidP="00C12A1D">
      <w:r>
        <w:t xml:space="preserve">23.3      .         .        1.000 6.6644E+6      </w:t>
      </w:r>
    </w:p>
    <w:p w:rsidR="00C12A1D" w:rsidRDefault="00C12A1D" w:rsidP="00C12A1D">
      <w:r>
        <w:t xml:space="preserve">24.1      .         .        1.000 7.0117E+5      </w:t>
      </w:r>
    </w:p>
    <w:p w:rsidR="00C12A1D" w:rsidRDefault="00C12A1D" w:rsidP="00C12A1D">
      <w:r>
        <w:t xml:space="preserve">24.2      .         .        1.000 1.0868E+6      </w:t>
      </w:r>
    </w:p>
    <w:p w:rsidR="00C12A1D" w:rsidRDefault="00C12A1D" w:rsidP="00C12A1D">
      <w:r>
        <w:t xml:space="preserve">24.3      .         .        1.000 4.5576E+5      </w:t>
      </w:r>
    </w:p>
    <w:p w:rsidR="00C12A1D" w:rsidRDefault="00C12A1D" w:rsidP="00C12A1D">
      <w:r>
        <w:t xml:space="preserve">25.1      .         .        1.000 1.9856E+5      </w:t>
      </w:r>
    </w:p>
    <w:p w:rsidR="00C12A1D" w:rsidRDefault="00C12A1D" w:rsidP="00C12A1D">
      <w:r>
        <w:t xml:space="preserve">25.2      .         .        1.000 3.0777E+5      </w:t>
      </w:r>
    </w:p>
    <w:p w:rsidR="00C12A1D" w:rsidRDefault="00C12A1D" w:rsidP="00C12A1D">
      <w:r>
        <w:t xml:space="preserve">25.3      .         .        1.000 1.2906E+5      </w:t>
      </w:r>
    </w:p>
    <w:p w:rsidR="00C12A1D" w:rsidRDefault="00C12A1D" w:rsidP="00C12A1D">
      <w:r>
        <w:t xml:space="preserve">26.1      .        1.000     1.000 1.8250E+5      </w:t>
      </w:r>
    </w:p>
    <w:p w:rsidR="00C12A1D" w:rsidRDefault="00C12A1D" w:rsidP="00C12A1D">
      <w:r>
        <w:t xml:space="preserve">26.2      .         .        1.000 2.8288E+5      </w:t>
      </w:r>
    </w:p>
    <w:p w:rsidR="00C12A1D" w:rsidRDefault="00C12A1D" w:rsidP="00C12A1D">
      <w:r>
        <w:t xml:space="preserve">26.3      .         .        1.000 1.1863E+5      </w:t>
      </w:r>
    </w:p>
    <w:p w:rsidR="00C12A1D" w:rsidRDefault="00C12A1D" w:rsidP="00C12A1D">
      <w:r>
        <w:t xml:space="preserve">27.1      .         .        1.000  1095.000      </w:t>
      </w:r>
    </w:p>
    <w:p w:rsidR="00C12A1D" w:rsidRDefault="00C12A1D" w:rsidP="00C12A1D">
      <w:r>
        <w:t xml:space="preserve">27.2      .         .        1.000  1697.250      </w:t>
      </w:r>
    </w:p>
    <w:p w:rsidR="00C12A1D" w:rsidRDefault="00C12A1D" w:rsidP="00C12A1D">
      <w:r>
        <w:t xml:space="preserve">27.3      .         .        1.000   711.750      </w:t>
      </w:r>
    </w:p>
    <w:p w:rsidR="00C12A1D" w:rsidRDefault="00C12A1D" w:rsidP="00C12A1D">
      <w:r>
        <w:t xml:space="preserve">28.1      .        1.000     1.000 4.5479E+5      </w:t>
      </w:r>
    </w:p>
    <w:p w:rsidR="00C12A1D" w:rsidRDefault="00C12A1D" w:rsidP="00C12A1D">
      <w:r>
        <w:t xml:space="preserve">28.2      .         .        1.000 7.0492E+5      </w:t>
      </w:r>
    </w:p>
    <w:p w:rsidR="00C12A1D" w:rsidRDefault="00C12A1D" w:rsidP="00C12A1D">
      <w:r>
        <w:t xml:space="preserve">28.3      .         .        1.000 2.9561E+5      </w:t>
      </w:r>
    </w:p>
    <w:p w:rsidR="00C12A1D" w:rsidRDefault="00C12A1D" w:rsidP="00C12A1D">
      <w:r>
        <w:t xml:space="preserve">29.1      .         .        1.000 19710.000      </w:t>
      </w:r>
    </w:p>
    <w:p w:rsidR="00C12A1D" w:rsidRDefault="00C12A1D" w:rsidP="00C12A1D">
      <w:r>
        <w:lastRenderedPageBreak/>
        <w:t xml:space="preserve">29.2      .         .        1.000 30550.500      </w:t>
      </w:r>
    </w:p>
    <w:p w:rsidR="00C12A1D" w:rsidRDefault="00C12A1D" w:rsidP="00C12A1D">
      <w:r>
        <w:t xml:space="preserve">29.3      .         .        1.000 12811.500      </w:t>
      </w:r>
    </w:p>
    <w:p w:rsidR="00C12A1D" w:rsidRDefault="00C12A1D" w:rsidP="00C12A1D"/>
    <w:p w:rsidR="00C12A1D" w:rsidRDefault="00C12A1D" w:rsidP="00C12A1D">
      <w:r>
        <w:t>---- VAR t  Variable deciding the amount of mercury traded between various indus</w:t>
      </w:r>
    </w:p>
    <w:p w:rsidR="00C12A1D" w:rsidRDefault="00C12A1D" w:rsidP="00C12A1D">
      <w:r>
        <w:t xml:space="preserve">            tries</w:t>
      </w:r>
    </w:p>
    <w:p w:rsidR="00C12A1D" w:rsidRDefault="00C12A1D" w:rsidP="00C12A1D"/>
    <w:p w:rsidR="00C12A1D" w:rsidRDefault="00C12A1D" w:rsidP="00C12A1D">
      <w:r>
        <w:t xml:space="preserve">         LOWER     LEVEL     UPPER    MARGINAL</w:t>
      </w:r>
    </w:p>
    <w:p w:rsidR="00C12A1D" w:rsidRDefault="00C12A1D" w:rsidP="00C12A1D"/>
    <w:p w:rsidR="00C12A1D" w:rsidRDefault="00C12A1D" w:rsidP="00C12A1D">
      <w:r>
        <w:t xml:space="preserve">1 .1       .         .        +INF       EPS       </w:t>
      </w:r>
    </w:p>
    <w:p w:rsidR="00C12A1D" w:rsidRDefault="00C12A1D" w:rsidP="00C12A1D">
      <w:r>
        <w:t xml:space="preserve">1 .2       .         .        +INF       EPS       </w:t>
      </w:r>
    </w:p>
    <w:p w:rsidR="00C12A1D" w:rsidRDefault="00C12A1D" w:rsidP="00C12A1D">
      <w:r>
        <w:t xml:space="preserve">1 .3       .         .        +INF       EPS       </w:t>
      </w:r>
    </w:p>
    <w:p w:rsidR="00C12A1D" w:rsidRDefault="00C12A1D" w:rsidP="00C12A1D">
      <w:r>
        <w:t xml:space="preserve">1 .4       .         .        +INF       EPS       </w:t>
      </w:r>
    </w:p>
    <w:p w:rsidR="00C12A1D" w:rsidRDefault="00C12A1D" w:rsidP="00C12A1D">
      <w:r>
        <w:t xml:space="preserve">1 .5       .         .        +INF       EPS       </w:t>
      </w:r>
    </w:p>
    <w:p w:rsidR="00C12A1D" w:rsidRDefault="00C12A1D" w:rsidP="00C12A1D">
      <w:r>
        <w:t xml:space="preserve">1 .6       .         .        +INF       EPS       </w:t>
      </w:r>
    </w:p>
    <w:p w:rsidR="00C12A1D" w:rsidRDefault="00C12A1D" w:rsidP="00C12A1D">
      <w:r>
        <w:t xml:space="preserve">1 .7       .         .        +INF       EPS       </w:t>
      </w:r>
    </w:p>
    <w:p w:rsidR="00C12A1D" w:rsidRDefault="00C12A1D" w:rsidP="00C12A1D">
      <w:r>
        <w:t xml:space="preserve">1 .8       .         .        +INF       EPS       </w:t>
      </w:r>
    </w:p>
    <w:p w:rsidR="00C12A1D" w:rsidRDefault="00C12A1D" w:rsidP="00C12A1D">
      <w:r>
        <w:t xml:space="preserve">1 .9       .         .        +INF       EPS       </w:t>
      </w:r>
    </w:p>
    <w:p w:rsidR="00C12A1D" w:rsidRDefault="00C12A1D" w:rsidP="00C12A1D">
      <w:r>
        <w:t xml:space="preserve">1 .10      .         .        +INF       EPS       </w:t>
      </w:r>
    </w:p>
    <w:p w:rsidR="00C12A1D" w:rsidRDefault="00C12A1D" w:rsidP="00C12A1D">
      <w:r>
        <w:t xml:space="preserve">1 .11      .         .        +INF       EPS       </w:t>
      </w:r>
    </w:p>
    <w:p w:rsidR="00C12A1D" w:rsidRDefault="00C12A1D" w:rsidP="00C12A1D">
      <w:r>
        <w:t xml:space="preserve">1 .12      .         .        +INF       EPS       </w:t>
      </w:r>
    </w:p>
    <w:p w:rsidR="00C12A1D" w:rsidRDefault="00C12A1D" w:rsidP="00C12A1D">
      <w:r>
        <w:t xml:space="preserve">1 .13      .         .        +INF       EPS       </w:t>
      </w:r>
    </w:p>
    <w:p w:rsidR="00C12A1D" w:rsidRDefault="00C12A1D" w:rsidP="00C12A1D">
      <w:r>
        <w:t xml:space="preserve">1 .14      .         .        +INF       EPS       </w:t>
      </w:r>
    </w:p>
    <w:p w:rsidR="00C12A1D" w:rsidRDefault="00C12A1D" w:rsidP="00C12A1D">
      <w:r>
        <w:t xml:space="preserve">1 .15      .         .        +INF       EPS       </w:t>
      </w:r>
    </w:p>
    <w:p w:rsidR="00C12A1D" w:rsidRDefault="00C12A1D" w:rsidP="00C12A1D">
      <w:r>
        <w:t xml:space="preserve">1 .16      .         .        +INF       EPS       </w:t>
      </w:r>
    </w:p>
    <w:p w:rsidR="00C12A1D" w:rsidRDefault="00C12A1D" w:rsidP="00C12A1D">
      <w:r>
        <w:t xml:space="preserve">1 .17      .         .        +INF       EPS       </w:t>
      </w:r>
    </w:p>
    <w:p w:rsidR="00C12A1D" w:rsidRDefault="00C12A1D" w:rsidP="00C12A1D">
      <w:r>
        <w:lastRenderedPageBreak/>
        <w:t xml:space="preserve">1 .18      .         .        +INF       EPS       </w:t>
      </w:r>
    </w:p>
    <w:p w:rsidR="00C12A1D" w:rsidRDefault="00C12A1D" w:rsidP="00C12A1D">
      <w:r>
        <w:t xml:space="preserve">1 .19      .         .        +INF       EPS       </w:t>
      </w:r>
    </w:p>
    <w:p w:rsidR="00C12A1D" w:rsidRDefault="00C12A1D" w:rsidP="00C12A1D">
      <w:r>
        <w:t xml:space="preserve">1 .20      .         .        +INF       EPS       </w:t>
      </w:r>
    </w:p>
    <w:p w:rsidR="00C12A1D" w:rsidRDefault="00C12A1D" w:rsidP="00C12A1D">
      <w:r>
        <w:t xml:space="preserve">1 .21      .        0.003     +INF       .         </w:t>
      </w:r>
    </w:p>
    <w:p w:rsidR="00C12A1D" w:rsidRDefault="00C12A1D" w:rsidP="00C12A1D">
      <w:r>
        <w:t xml:space="preserve">1 .22      .         .        +INF       EPS       </w:t>
      </w:r>
    </w:p>
    <w:p w:rsidR="00C12A1D" w:rsidRDefault="00C12A1D" w:rsidP="00C12A1D">
      <w:r>
        <w:t xml:space="preserve">1 .23      .         .        +INF       EPS       </w:t>
      </w:r>
    </w:p>
    <w:p w:rsidR="00C12A1D" w:rsidRDefault="00C12A1D" w:rsidP="00C12A1D">
      <w:r>
        <w:t xml:space="preserve">1 .24      .         .        +INF       EPS       </w:t>
      </w:r>
    </w:p>
    <w:p w:rsidR="00C12A1D" w:rsidRDefault="00C12A1D" w:rsidP="00C12A1D">
      <w:r>
        <w:t xml:space="preserve">1 .25      .         .        +INF       EPS       </w:t>
      </w:r>
    </w:p>
    <w:p w:rsidR="00C12A1D" w:rsidRDefault="00C12A1D" w:rsidP="00C12A1D">
      <w:r>
        <w:t xml:space="preserve">1 .26      .         .        +INF       EPS       </w:t>
      </w:r>
    </w:p>
    <w:p w:rsidR="00C12A1D" w:rsidRDefault="00C12A1D" w:rsidP="00C12A1D">
      <w:r>
        <w:t xml:space="preserve">1 .27      .         .        +INF       EPS       </w:t>
      </w:r>
    </w:p>
    <w:p w:rsidR="00C12A1D" w:rsidRDefault="00C12A1D" w:rsidP="00C12A1D">
      <w:r>
        <w:t xml:space="preserve">1 .28      .         .        +INF       EPS       </w:t>
      </w:r>
    </w:p>
    <w:p w:rsidR="00C12A1D" w:rsidRDefault="00C12A1D" w:rsidP="00C12A1D">
      <w:r>
        <w:t xml:space="preserve">1 .29      .         .        +INF       EPS       </w:t>
      </w:r>
    </w:p>
    <w:p w:rsidR="00C12A1D" w:rsidRDefault="00C12A1D" w:rsidP="00C12A1D">
      <w:r>
        <w:t xml:space="preserve">2 .1       .         .        +INF       EPS       </w:t>
      </w:r>
    </w:p>
    <w:p w:rsidR="00C12A1D" w:rsidRDefault="00C12A1D" w:rsidP="00C12A1D">
      <w:r>
        <w:t xml:space="preserve">2 .2       .         .        +INF       EPS       </w:t>
      </w:r>
    </w:p>
    <w:p w:rsidR="00C12A1D" w:rsidRDefault="00C12A1D" w:rsidP="00C12A1D">
      <w:r>
        <w:t xml:space="preserve">2 .3       .         .        +INF       EPS       </w:t>
      </w:r>
    </w:p>
    <w:p w:rsidR="00C12A1D" w:rsidRDefault="00C12A1D" w:rsidP="00C12A1D">
      <w:r>
        <w:t xml:space="preserve">2 .4       .         .        +INF       EPS       </w:t>
      </w:r>
    </w:p>
    <w:p w:rsidR="00C12A1D" w:rsidRDefault="00C12A1D" w:rsidP="00C12A1D">
      <w:r>
        <w:t xml:space="preserve">2 .5       .         .        +INF       EPS       </w:t>
      </w:r>
    </w:p>
    <w:p w:rsidR="00C12A1D" w:rsidRDefault="00C12A1D" w:rsidP="00C12A1D">
      <w:r>
        <w:t xml:space="preserve">2 .6       .         .        +INF       EPS       </w:t>
      </w:r>
    </w:p>
    <w:p w:rsidR="00C12A1D" w:rsidRDefault="00C12A1D" w:rsidP="00C12A1D">
      <w:r>
        <w:t xml:space="preserve">2 .7       .         .        +INF       EPS       </w:t>
      </w:r>
    </w:p>
    <w:p w:rsidR="00C12A1D" w:rsidRDefault="00C12A1D" w:rsidP="00C12A1D">
      <w:r>
        <w:t xml:space="preserve">2 .8       .         .        +INF       EPS       </w:t>
      </w:r>
    </w:p>
    <w:p w:rsidR="00C12A1D" w:rsidRDefault="00C12A1D" w:rsidP="00C12A1D">
      <w:r>
        <w:t xml:space="preserve">2 .9       .         .        +INF       EPS       </w:t>
      </w:r>
    </w:p>
    <w:p w:rsidR="00C12A1D" w:rsidRDefault="00C12A1D" w:rsidP="00C12A1D">
      <w:r>
        <w:t xml:space="preserve">2 .10      .         .        +INF       EPS       </w:t>
      </w:r>
    </w:p>
    <w:p w:rsidR="00C12A1D" w:rsidRDefault="00C12A1D" w:rsidP="00C12A1D">
      <w:r>
        <w:t xml:space="preserve">2 .11      .         .        +INF       EPS       </w:t>
      </w:r>
    </w:p>
    <w:p w:rsidR="00C12A1D" w:rsidRDefault="00C12A1D" w:rsidP="00C12A1D">
      <w:r>
        <w:t xml:space="preserve">2 .12      .         .        +INF       EPS       </w:t>
      </w:r>
    </w:p>
    <w:p w:rsidR="00C12A1D" w:rsidRDefault="00C12A1D" w:rsidP="00C12A1D">
      <w:r>
        <w:t xml:space="preserve">2 .13      .         .        +INF       EPS       </w:t>
      </w:r>
    </w:p>
    <w:p w:rsidR="00C12A1D" w:rsidRDefault="00C12A1D" w:rsidP="00C12A1D">
      <w:r>
        <w:lastRenderedPageBreak/>
        <w:t xml:space="preserve">2 .14      .         .        +INF       EPS       </w:t>
      </w:r>
    </w:p>
    <w:p w:rsidR="00C12A1D" w:rsidRDefault="00C12A1D" w:rsidP="00C12A1D">
      <w:r>
        <w:t xml:space="preserve">2 .15      .         .        +INF       EPS       </w:t>
      </w:r>
    </w:p>
    <w:p w:rsidR="00C12A1D" w:rsidRDefault="00C12A1D" w:rsidP="00C12A1D">
      <w:r>
        <w:t xml:space="preserve">2 .16      .         .        +INF       EPS       </w:t>
      </w:r>
    </w:p>
    <w:p w:rsidR="00C12A1D" w:rsidRDefault="00C12A1D" w:rsidP="00C12A1D">
      <w:r>
        <w:t xml:space="preserve">2 .17      .         .        +INF       EPS       </w:t>
      </w:r>
    </w:p>
    <w:p w:rsidR="00C12A1D" w:rsidRDefault="00C12A1D" w:rsidP="00C12A1D">
      <w:r>
        <w:t xml:space="preserve">2 .18      .         .        +INF       EPS       </w:t>
      </w:r>
    </w:p>
    <w:p w:rsidR="00C12A1D" w:rsidRDefault="00C12A1D" w:rsidP="00C12A1D">
      <w:r>
        <w:t xml:space="preserve">2 .19      .         .        +INF       EPS       </w:t>
      </w:r>
    </w:p>
    <w:p w:rsidR="00C12A1D" w:rsidRDefault="00C12A1D" w:rsidP="00C12A1D">
      <w:r>
        <w:t xml:space="preserve">2 .20      .         .        +INF       EPS       </w:t>
      </w:r>
    </w:p>
    <w:p w:rsidR="00C12A1D" w:rsidRDefault="00C12A1D" w:rsidP="00C12A1D">
      <w:r>
        <w:t xml:space="preserve">2 .21      .        0.002     +INF       .         </w:t>
      </w:r>
    </w:p>
    <w:p w:rsidR="00C12A1D" w:rsidRDefault="00C12A1D" w:rsidP="00C12A1D">
      <w:r>
        <w:t xml:space="preserve">2 .22      .         .        +INF       EPS       </w:t>
      </w:r>
    </w:p>
    <w:p w:rsidR="00C12A1D" w:rsidRDefault="00C12A1D" w:rsidP="00C12A1D">
      <w:r>
        <w:t xml:space="preserve">2 .23      .         .        +INF       EPS       </w:t>
      </w:r>
    </w:p>
    <w:p w:rsidR="00C12A1D" w:rsidRDefault="00C12A1D" w:rsidP="00C12A1D">
      <w:r>
        <w:t xml:space="preserve">2 .24      .         .        +INF       EPS       </w:t>
      </w:r>
    </w:p>
    <w:p w:rsidR="00C12A1D" w:rsidRDefault="00C12A1D" w:rsidP="00C12A1D">
      <w:r>
        <w:t xml:space="preserve">2 .25      .         .        +INF       EPS       </w:t>
      </w:r>
    </w:p>
    <w:p w:rsidR="00C12A1D" w:rsidRDefault="00C12A1D" w:rsidP="00C12A1D">
      <w:r>
        <w:t xml:space="preserve">2 .26      .         .        +INF       EPS       </w:t>
      </w:r>
    </w:p>
    <w:p w:rsidR="00C12A1D" w:rsidRDefault="00C12A1D" w:rsidP="00C12A1D">
      <w:r>
        <w:t xml:space="preserve">2 .27      .         .        +INF       EPS       </w:t>
      </w:r>
    </w:p>
    <w:p w:rsidR="00C12A1D" w:rsidRDefault="00C12A1D" w:rsidP="00C12A1D">
      <w:r>
        <w:t xml:space="preserve">2 .28      .         .        +INF       EPS       </w:t>
      </w:r>
    </w:p>
    <w:p w:rsidR="00C12A1D" w:rsidRDefault="00C12A1D" w:rsidP="00C12A1D">
      <w:r>
        <w:t xml:space="preserve">2 .29      .         .        +INF       EPS       </w:t>
      </w:r>
    </w:p>
    <w:p w:rsidR="00C12A1D" w:rsidRDefault="00C12A1D" w:rsidP="00C12A1D">
      <w:r>
        <w:t xml:space="preserve">3 .1       .         .        +INF       EPS       </w:t>
      </w:r>
    </w:p>
    <w:p w:rsidR="00C12A1D" w:rsidRDefault="00C12A1D" w:rsidP="00C12A1D">
      <w:r>
        <w:t xml:space="preserve">3 .2       .         .        +INF       EPS       </w:t>
      </w:r>
    </w:p>
    <w:p w:rsidR="00C12A1D" w:rsidRDefault="00C12A1D" w:rsidP="00C12A1D">
      <w:r>
        <w:t xml:space="preserve">3 .3       .         .        +INF       EPS       </w:t>
      </w:r>
    </w:p>
    <w:p w:rsidR="00C12A1D" w:rsidRDefault="00C12A1D" w:rsidP="00C12A1D">
      <w:r>
        <w:t xml:space="preserve">3 .4       .         .        +INF       EPS       </w:t>
      </w:r>
    </w:p>
    <w:p w:rsidR="00C12A1D" w:rsidRDefault="00C12A1D" w:rsidP="00C12A1D">
      <w:r>
        <w:t xml:space="preserve">3 .5       .         .        +INF       EPS       </w:t>
      </w:r>
    </w:p>
    <w:p w:rsidR="00C12A1D" w:rsidRDefault="00C12A1D" w:rsidP="00C12A1D">
      <w:r>
        <w:t xml:space="preserve">3 .6       .         .        +INF       EPS       </w:t>
      </w:r>
    </w:p>
    <w:p w:rsidR="00C12A1D" w:rsidRDefault="00C12A1D" w:rsidP="00C12A1D">
      <w:r>
        <w:t xml:space="preserve">3 .7       .         .        +INF       EPS       </w:t>
      </w:r>
    </w:p>
    <w:p w:rsidR="00C12A1D" w:rsidRDefault="00C12A1D" w:rsidP="00C12A1D">
      <w:r>
        <w:t xml:space="preserve">3 .8       .         .        +INF       EPS       </w:t>
      </w:r>
    </w:p>
    <w:p w:rsidR="00C12A1D" w:rsidRDefault="00C12A1D" w:rsidP="00C12A1D">
      <w:r>
        <w:t xml:space="preserve">3 .9       .         .        +INF       EPS       </w:t>
      </w:r>
    </w:p>
    <w:p w:rsidR="00C12A1D" w:rsidRDefault="00C12A1D" w:rsidP="00C12A1D">
      <w:r>
        <w:lastRenderedPageBreak/>
        <w:t xml:space="preserve">3 .10      .         .        +INF       EPS       </w:t>
      </w:r>
    </w:p>
    <w:p w:rsidR="00C12A1D" w:rsidRDefault="00C12A1D" w:rsidP="00C12A1D">
      <w:r>
        <w:t xml:space="preserve">3 .11      .         .        +INF       EPS       </w:t>
      </w:r>
    </w:p>
    <w:p w:rsidR="00C12A1D" w:rsidRDefault="00C12A1D" w:rsidP="00C12A1D">
      <w:r>
        <w:t xml:space="preserve">3 .12      .         .        +INF       EPS       </w:t>
      </w:r>
    </w:p>
    <w:p w:rsidR="00C12A1D" w:rsidRDefault="00C12A1D" w:rsidP="00C12A1D">
      <w:r>
        <w:t xml:space="preserve">3 .13      .         .        +INF       EPS       </w:t>
      </w:r>
    </w:p>
    <w:p w:rsidR="00C12A1D" w:rsidRDefault="00C12A1D" w:rsidP="00C12A1D">
      <w:r>
        <w:t xml:space="preserve">3 .14      .         .        +INF       EPS       </w:t>
      </w:r>
    </w:p>
    <w:p w:rsidR="00C12A1D" w:rsidRDefault="00C12A1D" w:rsidP="00C12A1D">
      <w:r>
        <w:t xml:space="preserve">3 .15      .        0.001     +INF       .         </w:t>
      </w:r>
    </w:p>
    <w:p w:rsidR="00C12A1D" w:rsidRDefault="00C12A1D" w:rsidP="00C12A1D">
      <w:r>
        <w:t xml:space="preserve">3 .16      .         .        +INF       EPS       </w:t>
      </w:r>
    </w:p>
    <w:p w:rsidR="00C12A1D" w:rsidRDefault="00C12A1D" w:rsidP="00C12A1D">
      <w:r>
        <w:t xml:space="preserve">3 .17      .         .        +INF       EPS       </w:t>
      </w:r>
    </w:p>
    <w:p w:rsidR="00C12A1D" w:rsidRDefault="00C12A1D" w:rsidP="00C12A1D">
      <w:r>
        <w:t xml:space="preserve">3 .18      .         .        +INF       EPS       </w:t>
      </w:r>
    </w:p>
    <w:p w:rsidR="00C12A1D" w:rsidRDefault="00C12A1D" w:rsidP="00C12A1D">
      <w:r>
        <w:t xml:space="preserve">3 .19      .         .        +INF       EPS       </w:t>
      </w:r>
    </w:p>
    <w:p w:rsidR="00C12A1D" w:rsidRDefault="00C12A1D" w:rsidP="00C12A1D">
      <w:r>
        <w:t xml:space="preserve">3 .20      .         .        +INF       EPS       </w:t>
      </w:r>
    </w:p>
    <w:p w:rsidR="00C12A1D" w:rsidRDefault="00C12A1D" w:rsidP="00C12A1D">
      <w:r>
        <w:t xml:space="preserve">3 .21      .        0.009     +INF       .         </w:t>
      </w:r>
    </w:p>
    <w:p w:rsidR="00C12A1D" w:rsidRDefault="00C12A1D" w:rsidP="00C12A1D">
      <w:r>
        <w:t xml:space="preserve">3 .22      .         .        +INF       EPS       </w:t>
      </w:r>
    </w:p>
    <w:p w:rsidR="00C12A1D" w:rsidRDefault="00C12A1D" w:rsidP="00C12A1D">
      <w:r>
        <w:t xml:space="preserve">3 .23      .         .        +INF       EPS       </w:t>
      </w:r>
    </w:p>
    <w:p w:rsidR="00C12A1D" w:rsidRDefault="00C12A1D" w:rsidP="00C12A1D">
      <w:r>
        <w:t xml:space="preserve">3 .24      .         .        +INF       EPS       </w:t>
      </w:r>
    </w:p>
    <w:p w:rsidR="00C12A1D" w:rsidRDefault="00C12A1D" w:rsidP="00C12A1D">
      <w:r>
        <w:t xml:space="preserve">3 .25      .         .        +INF       EPS       </w:t>
      </w:r>
    </w:p>
    <w:p w:rsidR="00C12A1D" w:rsidRDefault="00C12A1D" w:rsidP="00C12A1D">
      <w:r>
        <w:t xml:space="preserve">3 .26      .         .        +INF       EPS       </w:t>
      </w:r>
    </w:p>
    <w:p w:rsidR="00C12A1D" w:rsidRDefault="00C12A1D" w:rsidP="00C12A1D">
      <w:r>
        <w:t xml:space="preserve">3 .27      .         .        +INF       EPS       </w:t>
      </w:r>
    </w:p>
    <w:p w:rsidR="00C12A1D" w:rsidRDefault="00C12A1D" w:rsidP="00C12A1D">
      <w:r>
        <w:t xml:space="preserve">3 .28      .         .        +INF       EPS       </w:t>
      </w:r>
    </w:p>
    <w:p w:rsidR="00C12A1D" w:rsidRDefault="00C12A1D" w:rsidP="00C12A1D">
      <w:r>
        <w:t xml:space="preserve">3 .29      .         .        +INF       EPS       </w:t>
      </w:r>
    </w:p>
    <w:p w:rsidR="00C12A1D" w:rsidRDefault="00C12A1D" w:rsidP="00C12A1D">
      <w:r>
        <w:t xml:space="preserve">4 .1       .         .        +INF       EPS       </w:t>
      </w:r>
    </w:p>
    <w:p w:rsidR="00C12A1D" w:rsidRDefault="00C12A1D" w:rsidP="00C12A1D">
      <w:r>
        <w:t xml:space="preserve">4 .2       .         .        +INF       EPS       </w:t>
      </w:r>
    </w:p>
    <w:p w:rsidR="00C12A1D" w:rsidRDefault="00C12A1D" w:rsidP="00C12A1D">
      <w:r>
        <w:t xml:space="preserve">4 .3       .         .        +INF       EPS       </w:t>
      </w:r>
    </w:p>
    <w:p w:rsidR="00C12A1D" w:rsidRDefault="00C12A1D" w:rsidP="00C12A1D">
      <w:r>
        <w:t xml:space="preserve">4 .4       .         .        +INF       EPS       </w:t>
      </w:r>
    </w:p>
    <w:p w:rsidR="00C12A1D" w:rsidRDefault="00C12A1D" w:rsidP="00C12A1D">
      <w:r>
        <w:t xml:space="preserve">4 .5       .         .        +INF       EPS       </w:t>
      </w:r>
    </w:p>
    <w:p w:rsidR="00C12A1D" w:rsidRDefault="00C12A1D" w:rsidP="00C12A1D">
      <w:r>
        <w:lastRenderedPageBreak/>
        <w:t xml:space="preserve">4 .6       .         .        +INF       EPS       </w:t>
      </w:r>
    </w:p>
    <w:p w:rsidR="00C12A1D" w:rsidRDefault="00C12A1D" w:rsidP="00C12A1D">
      <w:r>
        <w:t xml:space="preserve">4 .7       .         .        +INF       EPS       </w:t>
      </w:r>
    </w:p>
    <w:p w:rsidR="00C12A1D" w:rsidRDefault="00C12A1D" w:rsidP="00C12A1D">
      <w:r>
        <w:t xml:space="preserve">4 .8       .         .        +INF       EPS       </w:t>
      </w:r>
    </w:p>
    <w:p w:rsidR="00C12A1D" w:rsidRDefault="00C12A1D" w:rsidP="00C12A1D">
      <w:r>
        <w:t xml:space="preserve">4 .9       .         .        +INF       EPS       </w:t>
      </w:r>
    </w:p>
    <w:p w:rsidR="00C12A1D" w:rsidRDefault="00C12A1D" w:rsidP="00C12A1D">
      <w:r>
        <w:t xml:space="preserve">4 .10      .         .        +INF       EPS       </w:t>
      </w:r>
    </w:p>
    <w:p w:rsidR="00C12A1D" w:rsidRDefault="00C12A1D" w:rsidP="00C12A1D">
      <w:r>
        <w:t xml:space="preserve">4 .11      .         .        +INF       EPS       </w:t>
      </w:r>
    </w:p>
    <w:p w:rsidR="00C12A1D" w:rsidRDefault="00C12A1D" w:rsidP="00C12A1D">
      <w:r>
        <w:t xml:space="preserve">4 .12      .         .        +INF       EPS       </w:t>
      </w:r>
    </w:p>
    <w:p w:rsidR="00C12A1D" w:rsidRDefault="00C12A1D" w:rsidP="00C12A1D">
      <w:r>
        <w:t xml:space="preserve">4 .13      .         .        +INF       EPS       </w:t>
      </w:r>
    </w:p>
    <w:p w:rsidR="00C12A1D" w:rsidRDefault="00C12A1D" w:rsidP="00C12A1D">
      <w:r>
        <w:t xml:space="preserve">4 .14      .         .        +INF       EPS       </w:t>
      </w:r>
    </w:p>
    <w:p w:rsidR="00C12A1D" w:rsidRDefault="00C12A1D" w:rsidP="00C12A1D">
      <w:r>
        <w:t xml:space="preserve">4 .15      .         .        +INF       EPS       </w:t>
      </w:r>
    </w:p>
    <w:p w:rsidR="00C12A1D" w:rsidRDefault="00C12A1D" w:rsidP="00C12A1D">
      <w:r>
        <w:t xml:space="preserve">4 .16      .         .        +INF       EPS       </w:t>
      </w:r>
    </w:p>
    <w:p w:rsidR="00C12A1D" w:rsidRDefault="00C12A1D" w:rsidP="00C12A1D">
      <w:r>
        <w:t xml:space="preserve">4 .17      .         .        +INF       EPS       </w:t>
      </w:r>
    </w:p>
    <w:p w:rsidR="00C12A1D" w:rsidRDefault="00C12A1D" w:rsidP="00C12A1D">
      <w:r>
        <w:t xml:space="preserve">4 .18      .        0.001     +INF       .         </w:t>
      </w:r>
    </w:p>
    <w:p w:rsidR="00C12A1D" w:rsidRDefault="00C12A1D" w:rsidP="00C12A1D">
      <w:r>
        <w:t xml:space="preserve">4 .19      .         .        +INF       EPS       </w:t>
      </w:r>
    </w:p>
    <w:p w:rsidR="00C12A1D" w:rsidRDefault="00C12A1D" w:rsidP="00C12A1D">
      <w:r>
        <w:t xml:space="preserve">4 .20      .         .        +INF       EPS       </w:t>
      </w:r>
    </w:p>
    <w:p w:rsidR="00C12A1D" w:rsidRDefault="00C12A1D" w:rsidP="00C12A1D">
      <w:r>
        <w:t xml:space="preserve">4 .21      .         .        +INF       EPS       </w:t>
      </w:r>
    </w:p>
    <w:p w:rsidR="00C12A1D" w:rsidRDefault="00C12A1D" w:rsidP="00C12A1D">
      <w:r>
        <w:t xml:space="preserve">4 .22      .         .        +INF       EPS       </w:t>
      </w:r>
    </w:p>
    <w:p w:rsidR="00C12A1D" w:rsidRDefault="00C12A1D" w:rsidP="00C12A1D">
      <w:r>
        <w:t xml:space="preserve">4 .23      .         .        +INF       EPS       </w:t>
      </w:r>
    </w:p>
    <w:p w:rsidR="00C12A1D" w:rsidRDefault="00C12A1D" w:rsidP="00C12A1D">
      <w:r>
        <w:t xml:space="preserve">4 .24      .         .        +INF       EPS       </w:t>
      </w:r>
    </w:p>
    <w:p w:rsidR="00C12A1D" w:rsidRDefault="00C12A1D" w:rsidP="00C12A1D">
      <w:r>
        <w:t xml:space="preserve">4 .25      .         .        +INF       EPS       </w:t>
      </w:r>
    </w:p>
    <w:p w:rsidR="00C12A1D" w:rsidRDefault="00C12A1D" w:rsidP="00C12A1D">
      <w:r>
        <w:t xml:space="preserve">4 .26      .         .        +INF       EPS       </w:t>
      </w:r>
    </w:p>
    <w:p w:rsidR="00C12A1D" w:rsidRDefault="00C12A1D" w:rsidP="00C12A1D">
      <w:r>
        <w:t xml:space="preserve">4 .27      .         .        +INF       EPS       </w:t>
      </w:r>
    </w:p>
    <w:p w:rsidR="00C12A1D" w:rsidRDefault="00C12A1D" w:rsidP="00C12A1D">
      <w:r>
        <w:t xml:space="preserve">4 .28      .         .        +INF       EPS       </w:t>
      </w:r>
    </w:p>
    <w:p w:rsidR="00C12A1D" w:rsidRDefault="00C12A1D" w:rsidP="00C12A1D">
      <w:r>
        <w:t xml:space="preserve">4 .29      .         .        +INF       EPS       </w:t>
      </w:r>
    </w:p>
    <w:p w:rsidR="00C12A1D" w:rsidRDefault="00C12A1D" w:rsidP="00C12A1D">
      <w:r>
        <w:t xml:space="preserve">5 .1       .        0.003     +INF       .         </w:t>
      </w:r>
    </w:p>
    <w:p w:rsidR="00C12A1D" w:rsidRDefault="00C12A1D" w:rsidP="00C12A1D">
      <w:r>
        <w:lastRenderedPageBreak/>
        <w:t xml:space="preserve">5 .2       .         .        +INF       EPS       </w:t>
      </w:r>
    </w:p>
    <w:p w:rsidR="00C12A1D" w:rsidRDefault="00C12A1D" w:rsidP="00C12A1D">
      <w:r>
        <w:t xml:space="preserve">5 .3       .         .        +INF       EPS       </w:t>
      </w:r>
    </w:p>
    <w:p w:rsidR="00C12A1D" w:rsidRDefault="00C12A1D" w:rsidP="00C12A1D">
      <w:r>
        <w:t xml:space="preserve">5 .4       .         .        +INF       EPS       </w:t>
      </w:r>
    </w:p>
    <w:p w:rsidR="00C12A1D" w:rsidRDefault="00C12A1D" w:rsidP="00C12A1D">
      <w:r>
        <w:t xml:space="preserve">5 .5       .         .        +INF       EPS       </w:t>
      </w:r>
    </w:p>
    <w:p w:rsidR="00C12A1D" w:rsidRDefault="00C12A1D" w:rsidP="00C12A1D">
      <w:r>
        <w:t xml:space="preserve">5 .6       .         .        +INF       EPS       </w:t>
      </w:r>
    </w:p>
    <w:p w:rsidR="00C12A1D" w:rsidRDefault="00C12A1D" w:rsidP="00C12A1D">
      <w:r>
        <w:t xml:space="preserve">5 .7       .         .        +INF       EPS       </w:t>
      </w:r>
    </w:p>
    <w:p w:rsidR="00C12A1D" w:rsidRDefault="00C12A1D" w:rsidP="00C12A1D">
      <w:r>
        <w:t xml:space="preserve">5 .8       .         .        +INF       EPS       </w:t>
      </w:r>
    </w:p>
    <w:p w:rsidR="00C12A1D" w:rsidRDefault="00C12A1D" w:rsidP="00C12A1D">
      <w:r>
        <w:t xml:space="preserve">5 .9       .         .        +INF       EPS       </w:t>
      </w:r>
    </w:p>
    <w:p w:rsidR="00C12A1D" w:rsidRDefault="00C12A1D" w:rsidP="00C12A1D">
      <w:r>
        <w:t xml:space="preserve">5 .10      .         .        +INF       EPS       </w:t>
      </w:r>
    </w:p>
    <w:p w:rsidR="00C12A1D" w:rsidRDefault="00C12A1D" w:rsidP="00C12A1D">
      <w:r>
        <w:t xml:space="preserve">5 .11      .         .        +INF       EPS       </w:t>
      </w:r>
    </w:p>
    <w:p w:rsidR="00C12A1D" w:rsidRDefault="00C12A1D" w:rsidP="00C12A1D">
      <w:r>
        <w:t xml:space="preserve">5 .12      .         .        +INF       EPS       </w:t>
      </w:r>
    </w:p>
    <w:p w:rsidR="00C12A1D" w:rsidRDefault="00C12A1D" w:rsidP="00C12A1D">
      <w:r>
        <w:t xml:space="preserve">5 .13      .         .        +INF       EPS       </w:t>
      </w:r>
    </w:p>
    <w:p w:rsidR="00C12A1D" w:rsidRDefault="00C12A1D" w:rsidP="00C12A1D">
      <w:r>
        <w:t xml:space="preserve">5 .14      .         .        +INF       EPS       </w:t>
      </w:r>
    </w:p>
    <w:p w:rsidR="00C12A1D" w:rsidRDefault="00C12A1D" w:rsidP="00C12A1D">
      <w:r>
        <w:t xml:space="preserve">5 .15      .         .        +INF       EPS       </w:t>
      </w:r>
    </w:p>
    <w:p w:rsidR="00C12A1D" w:rsidRDefault="00C12A1D" w:rsidP="00C12A1D">
      <w:r>
        <w:t xml:space="preserve">5 .16      .         .        +INF       EPS       </w:t>
      </w:r>
    </w:p>
    <w:p w:rsidR="00C12A1D" w:rsidRDefault="00C12A1D" w:rsidP="00C12A1D">
      <w:r>
        <w:t xml:space="preserve">5 .17      .         .        +INF       EPS       </w:t>
      </w:r>
    </w:p>
    <w:p w:rsidR="00C12A1D" w:rsidRDefault="00C12A1D" w:rsidP="00C12A1D">
      <w:r>
        <w:t xml:space="preserve">5 .18      .         .        +INF       EPS       </w:t>
      </w:r>
    </w:p>
    <w:p w:rsidR="00C12A1D" w:rsidRDefault="00C12A1D" w:rsidP="00C12A1D">
      <w:r>
        <w:t xml:space="preserve">5 .19      .         .        +INF       EPS       </w:t>
      </w:r>
    </w:p>
    <w:p w:rsidR="00C12A1D" w:rsidRDefault="00C12A1D" w:rsidP="00C12A1D">
      <w:r>
        <w:t xml:space="preserve">5 .20      .         .        +INF       EPS       </w:t>
      </w:r>
    </w:p>
    <w:p w:rsidR="00C12A1D" w:rsidRDefault="00C12A1D" w:rsidP="00C12A1D">
      <w:r>
        <w:t xml:space="preserve">5 .21      .         .        +INF       EPS       </w:t>
      </w:r>
    </w:p>
    <w:p w:rsidR="00C12A1D" w:rsidRDefault="00C12A1D" w:rsidP="00C12A1D">
      <w:r>
        <w:t xml:space="preserve">5 .22      .         .        +INF       EPS       </w:t>
      </w:r>
    </w:p>
    <w:p w:rsidR="00C12A1D" w:rsidRDefault="00C12A1D" w:rsidP="00C12A1D">
      <w:r>
        <w:t xml:space="preserve">5 .23      .         .        +INF       EPS       </w:t>
      </w:r>
    </w:p>
    <w:p w:rsidR="00C12A1D" w:rsidRDefault="00C12A1D" w:rsidP="00C12A1D">
      <w:r>
        <w:t xml:space="preserve">5 .24      .         .        +INF       EPS       </w:t>
      </w:r>
    </w:p>
    <w:p w:rsidR="00C12A1D" w:rsidRDefault="00C12A1D" w:rsidP="00C12A1D">
      <w:r>
        <w:t xml:space="preserve">5 .25      .         .        +INF       EPS       </w:t>
      </w:r>
    </w:p>
    <w:p w:rsidR="00C12A1D" w:rsidRDefault="00C12A1D" w:rsidP="00C12A1D">
      <w:r>
        <w:t xml:space="preserve">5 .26      .    7.3754E-5     +INF       .         </w:t>
      </w:r>
    </w:p>
    <w:p w:rsidR="00C12A1D" w:rsidRDefault="00C12A1D" w:rsidP="00C12A1D">
      <w:r>
        <w:lastRenderedPageBreak/>
        <w:t xml:space="preserve">5 .27      .         .        +INF       EPS       </w:t>
      </w:r>
    </w:p>
    <w:p w:rsidR="00C12A1D" w:rsidRDefault="00C12A1D" w:rsidP="00C12A1D">
      <w:r>
        <w:t xml:space="preserve">5 .28      .         .        +INF       EPS       </w:t>
      </w:r>
    </w:p>
    <w:p w:rsidR="00C12A1D" w:rsidRDefault="00C12A1D" w:rsidP="00C12A1D">
      <w:r>
        <w:t xml:space="preserve">5 .29      .         .        +INF       EPS       </w:t>
      </w:r>
    </w:p>
    <w:p w:rsidR="00C12A1D" w:rsidRDefault="00C12A1D" w:rsidP="00C12A1D">
      <w:r>
        <w:t xml:space="preserve">6 .1       .         .        +INF       EPS       </w:t>
      </w:r>
    </w:p>
    <w:p w:rsidR="00C12A1D" w:rsidRDefault="00C12A1D" w:rsidP="00C12A1D">
      <w:r>
        <w:t xml:space="preserve">6 .2       .         .        +INF       EPS       </w:t>
      </w:r>
    </w:p>
    <w:p w:rsidR="00C12A1D" w:rsidRDefault="00C12A1D" w:rsidP="00C12A1D">
      <w:r>
        <w:t xml:space="preserve">6 .3       .         .        +INF       EPS       </w:t>
      </w:r>
    </w:p>
    <w:p w:rsidR="00C12A1D" w:rsidRDefault="00C12A1D" w:rsidP="00C12A1D">
      <w:r>
        <w:t xml:space="preserve">6 .4       .         .        +INF       EPS       </w:t>
      </w:r>
    </w:p>
    <w:p w:rsidR="00C12A1D" w:rsidRDefault="00C12A1D" w:rsidP="00C12A1D">
      <w:r>
        <w:t xml:space="preserve">6 .5       .         .        +INF       EPS       </w:t>
      </w:r>
    </w:p>
    <w:p w:rsidR="00C12A1D" w:rsidRDefault="00C12A1D" w:rsidP="00C12A1D">
      <w:r>
        <w:t xml:space="preserve">6 .6       .         .        +INF       EPS       </w:t>
      </w:r>
    </w:p>
    <w:p w:rsidR="00C12A1D" w:rsidRDefault="00C12A1D" w:rsidP="00C12A1D">
      <w:r>
        <w:t xml:space="preserve">6 .7       .         .        +INF       EPS       </w:t>
      </w:r>
    </w:p>
    <w:p w:rsidR="00C12A1D" w:rsidRDefault="00C12A1D" w:rsidP="00C12A1D">
      <w:r>
        <w:t xml:space="preserve">6 .8       .         .        +INF       EPS       </w:t>
      </w:r>
    </w:p>
    <w:p w:rsidR="00C12A1D" w:rsidRDefault="00C12A1D" w:rsidP="00C12A1D">
      <w:r>
        <w:t xml:space="preserve">6 .9       .         .        +INF       EPS       </w:t>
      </w:r>
    </w:p>
    <w:p w:rsidR="00C12A1D" w:rsidRDefault="00C12A1D" w:rsidP="00C12A1D">
      <w:r>
        <w:t xml:space="preserve">6 .10      .         .        +INF       EPS       </w:t>
      </w:r>
    </w:p>
    <w:p w:rsidR="00C12A1D" w:rsidRDefault="00C12A1D" w:rsidP="00C12A1D">
      <w:r>
        <w:t xml:space="preserve">6 .11      .         .        +INF       EPS       </w:t>
      </w:r>
    </w:p>
    <w:p w:rsidR="00C12A1D" w:rsidRDefault="00C12A1D" w:rsidP="00C12A1D">
      <w:r>
        <w:t xml:space="preserve">6 .12      .         .        +INF       EPS       </w:t>
      </w:r>
    </w:p>
    <w:p w:rsidR="00C12A1D" w:rsidRDefault="00C12A1D" w:rsidP="00C12A1D">
      <w:r>
        <w:t xml:space="preserve">6 .13      .         .        +INF       EPS       </w:t>
      </w:r>
    </w:p>
    <w:p w:rsidR="00C12A1D" w:rsidRDefault="00C12A1D" w:rsidP="00C12A1D">
      <w:r>
        <w:t xml:space="preserve">6 .14      .         .        +INF       EPS       </w:t>
      </w:r>
    </w:p>
    <w:p w:rsidR="00C12A1D" w:rsidRDefault="00C12A1D" w:rsidP="00C12A1D">
      <w:r>
        <w:t xml:space="preserve">6 .15      .         .        +INF       EPS       </w:t>
      </w:r>
    </w:p>
    <w:p w:rsidR="00C12A1D" w:rsidRDefault="00C12A1D" w:rsidP="00C12A1D">
      <w:r>
        <w:t xml:space="preserve">6 .16      .         .        +INF       EPS       </w:t>
      </w:r>
    </w:p>
    <w:p w:rsidR="00C12A1D" w:rsidRDefault="00C12A1D" w:rsidP="00C12A1D">
      <w:r>
        <w:t xml:space="preserve">6 .17      .         .        +INF       EPS       </w:t>
      </w:r>
    </w:p>
    <w:p w:rsidR="00C12A1D" w:rsidRDefault="00C12A1D" w:rsidP="00C12A1D">
      <w:r>
        <w:t xml:space="preserve">6 .18      .        0.003     +INF       .         </w:t>
      </w:r>
    </w:p>
    <w:p w:rsidR="00C12A1D" w:rsidRDefault="00C12A1D" w:rsidP="00C12A1D">
      <w:r>
        <w:t xml:space="preserve">6 .19      .         .        +INF       EPS       </w:t>
      </w:r>
    </w:p>
    <w:p w:rsidR="00C12A1D" w:rsidRDefault="00C12A1D" w:rsidP="00C12A1D">
      <w:r>
        <w:t xml:space="preserve">6 .20      .         .        +INF       EPS       </w:t>
      </w:r>
    </w:p>
    <w:p w:rsidR="00C12A1D" w:rsidRDefault="00C12A1D" w:rsidP="00C12A1D">
      <w:r>
        <w:t xml:space="preserve">6 .21      .         .        +INF       EPS       </w:t>
      </w:r>
    </w:p>
    <w:p w:rsidR="00C12A1D" w:rsidRDefault="00C12A1D" w:rsidP="00C12A1D">
      <w:r>
        <w:t xml:space="preserve">6 .22      .         .        +INF       EPS       </w:t>
      </w:r>
    </w:p>
    <w:p w:rsidR="00C12A1D" w:rsidRDefault="00C12A1D" w:rsidP="00C12A1D">
      <w:r>
        <w:lastRenderedPageBreak/>
        <w:t xml:space="preserve">6 .23      .         .        +INF       EPS       </w:t>
      </w:r>
    </w:p>
    <w:p w:rsidR="00C12A1D" w:rsidRDefault="00C12A1D" w:rsidP="00C12A1D">
      <w:r>
        <w:t xml:space="preserve">6 .24      .         .        +INF       EPS       </w:t>
      </w:r>
    </w:p>
    <w:p w:rsidR="00C12A1D" w:rsidRDefault="00C12A1D" w:rsidP="00C12A1D">
      <w:r>
        <w:t xml:space="preserve">6 .25      .         .        +INF       EPS       </w:t>
      </w:r>
    </w:p>
    <w:p w:rsidR="00C12A1D" w:rsidRDefault="00C12A1D" w:rsidP="00C12A1D">
      <w:r>
        <w:t xml:space="preserve">6 .26      .         .        +INF       EPS       </w:t>
      </w:r>
    </w:p>
    <w:p w:rsidR="00C12A1D" w:rsidRDefault="00C12A1D" w:rsidP="00C12A1D">
      <w:r>
        <w:t xml:space="preserve">6 .27      .         .        +INF       EPS       </w:t>
      </w:r>
    </w:p>
    <w:p w:rsidR="00C12A1D" w:rsidRDefault="00C12A1D" w:rsidP="00C12A1D">
      <w:r>
        <w:t xml:space="preserve">6 .28      .         .        +INF       EPS       </w:t>
      </w:r>
    </w:p>
    <w:p w:rsidR="00C12A1D" w:rsidRDefault="00C12A1D" w:rsidP="00C12A1D">
      <w:r>
        <w:t xml:space="preserve">6 .29      .         .        +INF       EPS       </w:t>
      </w:r>
    </w:p>
    <w:p w:rsidR="00C12A1D" w:rsidRDefault="00C12A1D" w:rsidP="00C12A1D">
      <w:r>
        <w:t xml:space="preserve">7 .1       .         .        +INF       EPS       </w:t>
      </w:r>
    </w:p>
    <w:p w:rsidR="00C12A1D" w:rsidRDefault="00C12A1D" w:rsidP="00C12A1D">
      <w:r>
        <w:t xml:space="preserve">7 .2       .         .        +INF       EPS       </w:t>
      </w:r>
    </w:p>
    <w:p w:rsidR="00C12A1D" w:rsidRDefault="00C12A1D" w:rsidP="00C12A1D">
      <w:r>
        <w:t xml:space="preserve">7 .3       .         .        +INF       EPS       </w:t>
      </w:r>
    </w:p>
    <w:p w:rsidR="00C12A1D" w:rsidRDefault="00C12A1D" w:rsidP="00C12A1D">
      <w:r>
        <w:t xml:space="preserve">7 .4       .         .        +INF       EPS       </w:t>
      </w:r>
    </w:p>
    <w:p w:rsidR="00C12A1D" w:rsidRDefault="00C12A1D" w:rsidP="00C12A1D">
      <w:r>
        <w:t xml:space="preserve">7 .5       .         .        +INF       EPS       </w:t>
      </w:r>
    </w:p>
    <w:p w:rsidR="00C12A1D" w:rsidRDefault="00C12A1D" w:rsidP="00C12A1D">
      <w:r>
        <w:t xml:space="preserve">7 .6       .         .        +INF       EPS       </w:t>
      </w:r>
    </w:p>
    <w:p w:rsidR="00C12A1D" w:rsidRDefault="00C12A1D" w:rsidP="00C12A1D">
      <w:r>
        <w:t xml:space="preserve">7 .7       .         .        +INF       EPS       </w:t>
      </w:r>
    </w:p>
    <w:p w:rsidR="00C12A1D" w:rsidRDefault="00C12A1D" w:rsidP="00C12A1D">
      <w:r>
        <w:t xml:space="preserve">7 .8       .         .        +INF       EPS       </w:t>
      </w:r>
    </w:p>
    <w:p w:rsidR="00C12A1D" w:rsidRDefault="00C12A1D" w:rsidP="00C12A1D">
      <w:r>
        <w:t xml:space="preserve">7 .9       .         .        +INF       EPS       </w:t>
      </w:r>
    </w:p>
    <w:p w:rsidR="00C12A1D" w:rsidRDefault="00C12A1D" w:rsidP="00C12A1D">
      <w:r>
        <w:t xml:space="preserve">7 .10      .         .        +INF       EPS       </w:t>
      </w:r>
    </w:p>
    <w:p w:rsidR="00C12A1D" w:rsidRDefault="00C12A1D" w:rsidP="00C12A1D">
      <w:r>
        <w:t xml:space="preserve">7 .11      .         .        +INF       EPS       </w:t>
      </w:r>
    </w:p>
    <w:p w:rsidR="00C12A1D" w:rsidRDefault="00C12A1D" w:rsidP="00C12A1D">
      <w:r>
        <w:t xml:space="preserve">7 .12      .         .        +INF       EPS       </w:t>
      </w:r>
    </w:p>
    <w:p w:rsidR="00C12A1D" w:rsidRDefault="00C12A1D" w:rsidP="00C12A1D">
      <w:r>
        <w:t xml:space="preserve">7 .13      .         .        +INF       EPS       </w:t>
      </w:r>
    </w:p>
    <w:p w:rsidR="00C12A1D" w:rsidRDefault="00C12A1D" w:rsidP="00C12A1D">
      <w:r>
        <w:t xml:space="preserve">7 .14      .         .        +INF       EPS       </w:t>
      </w:r>
    </w:p>
    <w:p w:rsidR="00C12A1D" w:rsidRDefault="00C12A1D" w:rsidP="00C12A1D">
      <w:r>
        <w:t xml:space="preserve">7 .15      .    5.8189E-4     +INF       .         </w:t>
      </w:r>
    </w:p>
    <w:p w:rsidR="00C12A1D" w:rsidRDefault="00C12A1D" w:rsidP="00C12A1D">
      <w:r>
        <w:t xml:space="preserve">7 .16      .         .        +INF       EPS       </w:t>
      </w:r>
    </w:p>
    <w:p w:rsidR="00C12A1D" w:rsidRDefault="00C12A1D" w:rsidP="00C12A1D">
      <w:r>
        <w:t xml:space="preserve">7 .17      .         .        +INF       EPS       </w:t>
      </w:r>
    </w:p>
    <w:p w:rsidR="00C12A1D" w:rsidRDefault="00C12A1D" w:rsidP="00C12A1D">
      <w:r>
        <w:t xml:space="preserve">7 .18      .        0.001     +INF       .         </w:t>
      </w:r>
    </w:p>
    <w:p w:rsidR="00C12A1D" w:rsidRDefault="00C12A1D" w:rsidP="00C12A1D">
      <w:r>
        <w:lastRenderedPageBreak/>
        <w:t xml:space="preserve">7 .19      .         .        +INF       EPS       </w:t>
      </w:r>
    </w:p>
    <w:p w:rsidR="00C12A1D" w:rsidRDefault="00C12A1D" w:rsidP="00C12A1D">
      <w:r>
        <w:t xml:space="preserve">7 .20      .         .        +INF       EPS       </w:t>
      </w:r>
    </w:p>
    <w:p w:rsidR="00C12A1D" w:rsidRDefault="00C12A1D" w:rsidP="00C12A1D">
      <w:r>
        <w:t xml:space="preserve">7 .21      .         .        +INF       EPS       </w:t>
      </w:r>
    </w:p>
    <w:p w:rsidR="00C12A1D" w:rsidRDefault="00C12A1D" w:rsidP="00C12A1D">
      <w:r>
        <w:t xml:space="preserve">7 .22      .         .        +INF       EPS       </w:t>
      </w:r>
    </w:p>
    <w:p w:rsidR="00C12A1D" w:rsidRDefault="00C12A1D" w:rsidP="00C12A1D">
      <w:r>
        <w:t xml:space="preserve">7 .23      .         .        +INF       EPS       </w:t>
      </w:r>
    </w:p>
    <w:p w:rsidR="00C12A1D" w:rsidRDefault="00C12A1D" w:rsidP="00C12A1D">
      <w:r>
        <w:t xml:space="preserve">7 .24      .         .        +INF       EPS       </w:t>
      </w:r>
    </w:p>
    <w:p w:rsidR="00C12A1D" w:rsidRDefault="00C12A1D" w:rsidP="00C12A1D">
      <w:r>
        <w:t xml:space="preserve">7 .25      .         .        +INF       EPS       </w:t>
      </w:r>
    </w:p>
    <w:p w:rsidR="00C12A1D" w:rsidRDefault="00C12A1D" w:rsidP="00C12A1D">
      <w:r>
        <w:t xml:space="preserve">7 .26      .         .        +INF       EPS       </w:t>
      </w:r>
    </w:p>
    <w:p w:rsidR="00C12A1D" w:rsidRDefault="00C12A1D" w:rsidP="00C12A1D">
      <w:r>
        <w:t xml:space="preserve">7 .27      .         .        +INF       EPS       </w:t>
      </w:r>
    </w:p>
    <w:p w:rsidR="00C12A1D" w:rsidRDefault="00C12A1D" w:rsidP="00C12A1D">
      <w:r>
        <w:t xml:space="preserve">7 .28      .         .        +INF       EPS       </w:t>
      </w:r>
    </w:p>
    <w:p w:rsidR="00C12A1D" w:rsidRDefault="00C12A1D" w:rsidP="00C12A1D">
      <w:r>
        <w:t xml:space="preserve">7 .29      .         .        +INF       EPS       </w:t>
      </w:r>
    </w:p>
    <w:p w:rsidR="00C12A1D" w:rsidRDefault="00C12A1D" w:rsidP="00C12A1D">
      <w:r>
        <w:t xml:space="preserve">8 .1       .         .        +INF       EPS       </w:t>
      </w:r>
    </w:p>
    <w:p w:rsidR="00C12A1D" w:rsidRDefault="00C12A1D" w:rsidP="00C12A1D">
      <w:r>
        <w:t xml:space="preserve">8 .2       .         .        +INF       EPS       </w:t>
      </w:r>
    </w:p>
    <w:p w:rsidR="00C12A1D" w:rsidRDefault="00C12A1D" w:rsidP="00C12A1D">
      <w:r>
        <w:t xml:space="preserve">8 .3       .         .        +INF       EPS       </w:t>
      </w:r>
    </w:p>
    <w:p w:rsidR="00C12A1D" w:rsidRDefault="00C12A1D" w:rsidP="00C12A1D">
      <w:r>
        <w:t xml:space="preserve">8 .4       .         .        +INF       EPS       </w:t>
      </w:r>
    </w:p>
    <w:p w:rsidR="00C12A1D" w:rsidRDefault="00C12A1D" w:rsidP="00C12A1D">
      <w:r>
        <w:t xml:space="preserve">8 .5       .         .        +INF       EPS       </w:t>
      </w:r>
    </w:p>
    <w:p w:rsidR="00C12A1D" w:rsidRDefault="00C12A1D" w:rsidP="00C12A1D">
      <w:r>
        <w:t xml:space="preserve">8 .6       .         .        +INF       EPS       </w:t>
      </w:r>
    </w:p>
    <w:p w:rsidR="00C12A1D" w:rsidRDefault="00C12A1D" w:rsidP="00C12A1D">
      <w:r>
        <w:t xml:space="preserve">8 .7       .         .        +INF       EPS       </w:t>
      </w:r>
    </w:p>
    <w:p w:rsidR="00C12A1D" w:rsidRDefault="00C12A1D" w:rsidP="00C12A1D">
      <w:r>
        <w:t xml:space="preserve">8 .8       .         .        +INF       EPS       </w:t>
      </w:r>
    </w:p>
    <w:p w:rsidR="00C12A1D" w:rsidRDefault="00C12A1D" w:rsidP="00C12A1D">
      <w:r>
        <w:t xml:space="preserve">8 .9       .         .        +INF       EPS       </w:t>
      </w:r>
    </w:p>
    <w:p w:rsidR="00C12A1D" w:rsidRDefault="00C12A1D" w:rsidP="00C12A1D">
      <w:r>
        <w:t xml:space="preserve">8 .10      .         .        +INF       EPS       </w:t>
      </w:r>
    </w:p>
    <w:p w:rsidR="00C12A1D" w:rsidRDefault="00C12A1D" w:rsidP="00C12A1D">
      <w:r>
        <w:t xml:space="preserve">8 .11      .         .        +INF       EPS       </w:t>
      </w:r>
    </w:p>
    <w:p w:rsidR="00C12A1D" w:rsidRDefault="00C12A1D" w:rsidP="00C12A1D">
      <w:r>
        <w:t xml:space="preserve">8 .12      .         .        +INF       EPS       </w:t>
      </w:r>
    </w:p>
    <w:p w:rsidR="00C12A1D" w:rsidRDefault="00C12A1D" w:rsidP="00C12A1D">
      <w:r>
        <w:t xml:space="preserve">8 .13      .         .        +INF       EPS       </w:t>
      </w:r>
    </w:p>
    <w:p w:rsidR="00C12A1D" w:rsidRDefault="00C12A1D" w:rsidP="00C12A1D">
      <w:r>
        <w:t xml:space="preserve">8 .14      .         .        +INF       EPS       </w:t>
      </w:r>
    </w:p>
    <w:p w:rsidR="00C12A1D" w:rsidRDefault="00C12A1D" w:rsidP="00C12A1D">
      <w:r>
        <w:lastRenderedPageBreak/>
        <w:t xml:space="preserve">8 .15      .        0.004     +INF       .         </w:t>
      </w:r>
    </w:p>
    <w:p w:rsidR="00C12A1D" w:rsidRDefault="00C12A1D" w:rsidP="00C12A1D">
      <w:r>
        <w:t xml:space="preserve">8 .16      .         .        +INF       EPS       </w:t>
      </w:r>
    </w:p>
    <w:p w:rsidR="00C12A1D" w:rsidRDefault="00C12A1D" w:rsidP="00C12A1D">
      <w:r>
        <w:t xml:space="preserve">8 .17      .         .        +INF       EPS       </w:t>
      </w:r>
    </w:p>
    <w:p w:rsidR="00C12A1D" w:rsidRDefault="00C12A1D" w:rsidP="00C12A1D">
      <w:r>
        <w:t xml:space="preserve">8 .18      .         .        +INF       EPS       </w:t>
      </w:r>
    </w:p>
    <w:p w:rsidR="00C12A1D" w:rsidRDefault="00C12A1D" w:rsidP="00C12A1D">
      <w:r>
        <w:t xml:space="preserve">8 .19      .         .        +INF       EPS       </w:t>
      </w:r>
    </w:p>
    <w:p w:rsidR="00C12A1D" w:rsidRDefault="00C12A1D" w:rsidP="00C12A1D">
      <w:r>
        <w:t xml:space="preserve">8 .20      .         .        +INF       EPS       </w:t>
      </w:r>
    </w:p>
    <w:p w:rsidR="00C12A1D" w:rsidRDefault="00C12A1D" w:rsidP="00C12A1D">
      <w:r>
        <w:t xml:space="preserve">8 .21      .         .        +INF       EPS       </w:t>
      </w:r>
    </w:p>
    <w:p w:rsidR="00C12A1D" w:rsidRDefault="00C12A1D" w:rsidP="00C12A1D">
      <w:r>
        <w:t xml:space="preserve">8 .22      .         .        +INF       EPS       </w:t>
      </w:r>
    </w:p>
    <w:p w:rsidR="00C12A1D" w:rsidRDefault="00C12A1D" w:rsidP="00C12A1D">
      <w:r>
        <w:t xml:space="preserve">8 .23      .         .        +INF       EPS       </w:t>
      </w:r>
    </w:p>
    <w:p w:rsidR="00C12A1D" w:rsidRDefault="00C12A1D" w:rsidP="00C12A1D">
      <w:r>
        <w:t xml:space="preserve">8 .24      .         .        +INF       EPS       </w:t>
      </w:r>
    </w:p>
    <w:p w:rsidR="00C12A1D" w:rsidRDefault="00C12A1D" w:rsidP="00C12A1D">
      <w:r>
        <w:t xml:space="preserve">8 .25      .         .        +INF       EPS       </w:t>
      </w:r>
    </w:p>
    <w:p w:rsidR="00C12A1D" w:rsidRDefault="00C12A1D" w:rsidP="00C12A1D">
      <w:r>
        <w:t xml:space="preserve">8 .26      .         .        +INF       EPS       </w:t>
      </w:r>
    </w:p>
    <w:p w:rsidR="00C12A1D" w:rsidRDefault="00C12A1D" w:rsidP="00C12A1D">
      <w:r>
        <w:t xml:space="preserve">8 .27      .         .        +INF       EPS       </w:t>
      </w:r>
    </w:p>
    <w:p w:rsidR="00C12A1D" w:rsidRDefault="00C12A1D" w:rsidP="00C12A1D">
      <w:r>
        <w:t xml:space="preserve">8 .28      .         .        +INF       EPS       </w:t>
      </w:r>
    </w:p>
    <w:p w:rsidR="00C12A1D" w:rsidRDefault="00C12A1D" w:rsidP="00C12A1D">
      <w:r>
        <w:t xml:space="preserve">8 .29      .         .        +INF       EPS       </w:t>
      </w:r>
    </w:p>
    <w:p w:rsidR="00C12A1D" w:rsidRDefault="00C12A1D" w:rsidP="00C12A1D">
      <w:r>
        <w:t xml:space="preserve">9 .1       .         .        +INF       EPS       </w:t>
      </w:r>
    </w:p>
    <w:p w:rsidR="00C12A1D" w:rsidRDefault="00C12A1D" w:rsidP="00C12A1D">
      <w:r>
        <w:t xml:space="preserve">9 .2       .         .        +INF       EPS       </w:t>
      </w:r>
    </w:p>
    <w:p w:rsidR="00C12A1D" w:rsidRDefault="00C12A1D" w:rsidP="00C12A1D">
      <w:r>
        <w:t xml:space="preserve">9 .3       .         .        +INF       EPS       </w:t>
      </w:r>
    </w:p>
    <w:p w:rsidR="00C12A1D" w:rsidRDefault="00C12A1D" w:rsidP="00C12A1D">
      <w:r>
        <w:t xml:space="preserve">9 .4       .         .        +INF       EPS       </w:t>
      </w:r>
    </w:p>
    <w:p w:rsidR="00C12A1D" w:rsidRDefault="00C12A1D" w:rsidP="00C12A1D">
      <w:r>
        <w:t xml:space="preserve">9 .5       .         .        +INF       EPS       </w:t>
      </w:r>
    </w:p>
    <w:p w:rsidR="00C12A1D" w:rsidRDefault="00C12A1D" w:rsidP="00C12A1D">
      <w:r>
        <w:t xml:space="preserve">9 .6       .         .        +INF       EPS       </w:t>
      </w:r>
    </w:p>
    <w:p w:rsidR="00C12A1D" w:rsidRDefault="00C12A1D" w:rsidP="00C12A1D">
      <w:r>
        <w:t xml:space="preserve">9 .7       .         .        +INF       EPS       </w:t>
      </w:r>
    </w:p>
    <w:p w:rsidR="00C12A1D" w:rsidRDefault="00C12A1D" w:rsidP="00C12A1D">
      <w:r>
        <w:t xml:space="preserve">9 .8       .         .        +INF       EPS       </w:t>
      </w:r>
    </w:p>
    <w:p w:rsidR="00C12A1D" w:rsidRDefault="00C12A1D" w:rsidP="00C12A1D">
      <w:r>
        <w:t xml:space="preserve">9 .9       .         .        +INF       EPS       </w:t>
      </w:r>
    </w:p>
    <w:p w:rsidR="00C12A1D" w:rsidRDefault="00C12A1D" w:rsidP="00C12A1D">
      <w:r>
        <w:t xml:space="preserve">9 .10      .         .        +INF       EPS       </w:t>
      </w:r>
    </w:p>
    <w:p w:rsidR="00C12A1D" w:rsidRDefault="00C12A1D" w:rsidP="00C12A1D">
      <w:r>
        <w:lastRenderedPageBreak/>
        <w:t xml:space="preserve">9 .11      .         .        +INF       EPS       </w:t>
      </w:r>
    </w:p>
    <w:p w:rsidR="00C12A1D" w:rsidRDefault="00C12A1D" w:rsidP="00C12A1D">
      <w:r>
        <w:t xml:space="preserve">9 .12      .         .        +INF       EPS       </w:t>
      </w:r>
    </w:p>
    <w:p w:rsidR="00C12A1D" w:rsidRDefault="00C12A1D" w:rsidP="00C12A1D">
      <w:r>
        <w:t xml:space="preserve">9 .13      .         .        +INF       EPS       </w:t>
      </w:r>
    </w:p>
    <w:p w:rsidR="00C12A1D" w:rsidRDefault="00C12A1D" w:rsidP="00C12A1D">
      <w:r>
        <w:t xml:space="preserve">9 .14      .         .        +INF       EPS       </w:t>
      </w:r>
    </w:p>
    <w:p w:rsidR="00C12A1D" w:rsidRDefault="00C12A1D" w:rsidP="00C12A1D">
      <w:r>
        <w:t xml:space="preserve">9 .15      .         .        +INF       EPS       </w:t>
      </w:r>
    </w:p>
    <w:p w:rsidR="00C12A1D" w:rsidRDefault="00C12A1D" w:rsidP="00C12A1D">
      <w:r>
        <w:t xml:space="preserve">9 .16      .         .        +INF       EPS       </w:t>
      </w:r>
    </w:p>
    <w:p w:rsidR="00C12A1D" w:rsidRDefault="00C12A1D" w:rsidP="00C12A1D">
      <w:r>
        <w:t xml:space="preserve">9 .17      .         .        +INF       EPS       </w:t>
      </w:r>
    </w:p>
    <w:p w:rsidR="00C12A1D" w:rsidRDefault="00C12A1D" w:rsidP="00C12A1D">
      <w:r>
        <w:t xml:space="preserve">9 .18      .         .        +INF       EPS       </w:t>
      </w:r>
    </w:p>
    <w:p w:rsidR="00C12A1D" w:rsidRDefault="00C12A1D" w:rsidP="00C12A1D">
      <w:r>
        <w:t xml:space="preserve">9 .19      .         .        +INF       EPS       </w:t>
      </w:r>
    </w:p>
    <w:p w:rsidR="00C12A1D" w:rsidRDefault="00C12A1D" w:rsidP="00C12A1D">
      <w:r>
        <w:t xml:space="preserve">9 .20      .         .        +INF       EPS       </w:t>
      </w:r>
    </w:p>
    <w:p w:rsidR="00C12A1D" w:rsidRDefault="00C12A1D" w:rsidP="00C12A1D">
      <w:r>
        <w:t xml:space="preserve">9 .21      .         .        +INF       EPS       </w:t>
      </w:r>
    </w:p>
    <w:p w:rsidR="00C12A1D" w:rsidRDefault="00C12A1D" w:rsidP="00C12A1D">
      <w:r>
        <w:t xml:space="preserve">9 .22      .         .        +INF       EPS       </w:t>
      </w:r>
    </w:p>
    <w:p w:rsidR="00C12A1D" w:rsidRDefault="00C12A1D" w:rsidP="00C12A1D">
      <w:r>
        <w:t xml:space="preserve">9 .23      .         .        +INF       EPS       </w:t>
      </w:r>
    </w:p>
    <w:p w:rsidR="00C12A1D" w:rsidRDefault="00C12A1D" w:rsidP="00C12A1D">
      <w:r>
        <w:t xml:space="preserve">9 .24      .         .        +INF       EPS       </w:t>
      </w:r>
    </w:p>
    <w:p w:rsidR="00C12A1D" w:rsidRDefault="00C12A1D" w:rsidP="00C12A1D">
      <w:r>
        <w:t xml:space="preserve">9 .25      .         .        +INF       EPS       </w:t>
      </w:r>
    </w:p>
    <w:p w:rsidR="00C12A1D" w:rsidRDefault="00C12A1D" w:rsidP="00C12A1D">
      <w:r>
        <w:t xml:space="preserve">9 .26      .         .        +INF       EPS       </w:t>
      </w:r>
    </w:p>
    <w:p w:rsidR="00C12A1D" w:rsidRDefault="00C12A1D" w:rsidP="00C12A1D">
      <w:r>
        <w:t xml:space="preserve">9 .27      .         .        +INF       EPS       </w:t>
      </w:r>
    </w:p>
    <w:p w:rsidR="00C12A1D" w:rsidRDefault="00C12A1D" w:rsidP="00C12A1D">
      <w:r>
        <w:t xml:space="preserve">9 .28      .         .        +INF       EPS       </w:t>
      </w:r>
    </w:p>
    <w:p w:rsidR="00C12A1D" w:rsidRDefault="00C12A1D" w:rsidP="00C12A1D">
      <w:r>
        <w:t xml:space="preserve">9 .29      .         .        +INF       EPS       </w:t>
      </w:r>
    </w:p>
    <w:p w:rsidR="00C12A1D" w:rsidRDefault="00C12A1D" w:rsidP="00C12A1D">
      <w:r>
        <w:t xml:space="preserve">10.1       .         .        +INF       EPS       </w:t>
      </w:r>
    </w:p>
    <w:p w:rsidR="00C12A1D" w:rsidRDefault="00C12A1D" w:rsidP="00C12A1D">
      <w:r>
        <w:t xml:space="preserve">10.2       .         .        +INF       EPS       </w:t>
      </w:r>
    </w:p>
    <w:p w:rsidR="00C12A1D" w:rsidRDefault="00C12A1D" w:rsidP="00C12A1D">
      <w:r>
        <w:t xml:space="preserve">10.3       .         .        +INF       EPS       </w:t>
      </w:r>
    </w:p>
    <w:p w:rsidR="00C12A1D" w:rsidRDefault="00C12A1D" w:rsidP="00C12A1D">
      <w:r>
        <w:t xml:space="preserve">10.4       .         .        +INF       EPS       </w:t>
      </w:r>
    </w:p>
    <w:p w:rsidR="00C12A1D" w:rsidRDefault="00C12A1D" w:rsidP="00C12A1D">
      <w:r>
        <w:t xml:space="preserve">10.5       .         .        +INF       EPS       </w:t>
      </w:r>
    </w:p>
    <w:p w:rsidR="00C12A1D" w:rsidRDefault="00C12A1D" w:rsidP="00C12A1D">
      <w:r>
        <w:t xml:space="preserve">10.6       .         .        +INF       EPS       </w:t>
      </w:r>
    </w:p>
    <w:p w:rsidR="00C12A1D" w:rsidRDefault="00C12A1D" w:rsidP="00C12A1D">
      <w:r>
        <w:lastRenderedPageBreak/>
        <w:t xml:space="preserve">10.7       .         .        +INF       EPS       </w:t>
      </w:r>
    </w:p>
    <w:p w:rsidR="00C12A1D" w:rsidRDefault="00C12A1D" w:rsidP="00C12A1D">
      <w:r>
        <w:t xml:space="preserve">10.8       .         .        +INF       EPS       </w:t>
      </w:r>
    </w:p>
    <w:p w:rsidR="00C12A1D" w:rsidRDefault="00C12A1D" w:rsidP="00C12A1D">
      <w:r>
        <w:t xml:space="preserve">10.9       .         .        +INF       EPS       </w:t>
      </w:r>
    </w:p>
    <w:p w:rsidR="00C12A1D" w:rsidRDefault="00C12A1D" w:rsidP="00C12A1D">
      <w:r>
        <w:t xml:space="preserve">10.10      .         .        +INF       EPS       </w:t>
      </w:r>
    </w:p>
    <w:p w:rsidR="00C12A1D" w:rsidRDefault="00C12A1D" w:rsidP="00C12A1D">
      <w:r>
        <w:t xml:space="preserve">10.11      .         .        +INF       EPS       </w:t>
      </w:r>
    </w:p>
    <w:p w:rsidR="00C12A1D" w:rsidRDefault="00C12A1D" w:rsidP="00C12A1D">
      <w:r>
        <w:t xml:space="preserve">10.12      .         .        +INF       EPS       </w:t>
      </w:r>
    </w:p>
    <w:p w:rsidR="00C12A1D" w:rsidRDefault="00C12A1D" w:rsidP="00C12A1D">
      <w:r>
        <w:t xml:space="preserve">10.13      .         .        +INF       EPS       </w:t>
      </w:r>
    </w:p>
    <w:p w:rsidR="00C12A1D" w:rsidRDefault="00C12A1D" w:rsidP="00C12A1D">
      <w:r>
        <w:t xml:space="preserve">10.14      .         .        +INF       EPS       </w:t>
      </w:r>
    </w:p>
    <w:p w:rsidR="00C12A1D" w:rsidRDefault="00C12A1D" w:rsidP="00C12A1D">
      <w:r>
        <w:t xml:space="preserve">10.15      .         .        +INF       EPS       </w:t>
      </w:r>
    </w:p>
    <w:p w:rsidR="00C12A1D" w:rsidRDefault="00C12A1D" w:rsidP="00C12A1D">
      <w:r>
        <w:t xml:space="preserve">10.16      .         .        +INF       EPS       </w:t>
      </w:r>
    </w:p>
    <w:p w:rsidR="00C12A1D" w:rsidRDefault="00C12A1D" w:rsidP="00C12A1D">
      <w:r>
        <w:t xml:space="preserve">10.17      .         .        +INF       EPS       </w:t>
      </w:r>
    </w:p>
    <w:p w:rsidR="00C12A1D" w:rsidRDefault="00C12A1D" w:rsidP="00C12A1D">
      <w:r>
        <w:t xml:space="preserve">10.18      .         .        +INF       EPS       </w:t>
      </w:r>
    </w:p>
    <w:p w:rsidR="00C12A1D" w:rsidRDefault="00C12A1D" w:rsidP="00C12A1D">
      <w:r>
        <w:t xml:space="preserve">10.19      .         .        +INF       EPS       </w:t>
      </w:r>
    </w:p>
    <w:p w:rsidR="00C12A1D" w:rsidRDefault="00C12A1D" w:rsidP="00C12A1D">
      <w:r>
        <w:t xml:space="preserve">10.20      .         .        +INF       EPS       </w:t>
      </w:r>
    </w:p>
    <w:p w:rsidR="00C12A1D" w:rsidRDefault="00C12A1D" w:rsidP="00C12A1D">
      <w:r>
        <w:t xml:space="preserve">10.21      .         .        +INF       EPS       </w:t>
      </w:r>
    </w:p>
    <w:p w:rsidR="00C12A1D" w:rsidRDefault="00C12A1D" w:rsidP="00C12A1D">
      <w:r>
        <w:t xml:space="preserve">10.22      .         .        +INF       EPS       </w:t>
      </w:r>
    </w:p>
    <w:p w:rsidR="00C12A1D" w:rsidRDefault="00C12A1D" w:rsidP="00C12A1D">
      <w:r>
        <w:t xml:space="preserve">10.23      .    5.2341E-4     +INF       .         </w:t>
      </w:r>
    </w:p>
    <w:p w:rsidR="00C12A1D" w:rsidRDefault="00C12A1D" w:rsidP="00C12A1D">
      <w:r>
        <w:t xml:space="preserve">10.24      .         .        +INF       EPS       </w:t>
      </w:r>
    </w:p>
    <w:p w:rsidR="00C12A1D" w:rsidRDefault="00C12A1D" w:rsidP="00C12A1D">
      <w:r>
        <w:t xml:space="preserve">10.25      .         .        +INF       EPS       </w:t>
      </w:r>
    </w:p>
    <w:p w:rsidR="00C12A1D" w:rsidRDefault="00C12A1D" w:rsidP="00C12A1D">
      <w:r>
        <w:t xml:space="preserve">10.26      .         .        +INF       EPS       </w:t>
      </w:r>
    </w:p>
    <w:p w:rsidR="00C12A1D" w:rsidRDefault="00C12A1D" w:rsidP="00C12A1D">
      <w:r>
        <w:t xml:space="preserve">10.27      .         .        +INF       EPS       </w:t>
      </w:r>
    </w:p>
    <w:p w:rsidR="00C12A1D" w:rsidRDefault="00C12A1D" w:rsidP="00C12A1D">
      <w:r>
        <w:t xml:space="preserve">10.28      .         .        +INF       EPS       </w:t>
      </w:r>
    </w:p>
    <w:p w:rsidR="00C12A1D" w:rsidRDefault="00C12A1D" w:rsidP="00C12A1D">
      <w:r>
        <w:t xml:space="preserve">10.29      .         .        +INF       EPS       </w:t>
      </w:r>
    </w:p>
    <w:p w:rsidR="00C12A1D" w:rsidRDefault="00C12A1D" w:rsidP="00C12A1D">
      <w:r>
        <w:t xml:space="preserve">11.1       .    4.6815E-4     +INF       .         </w:t>
      </w:r>
    </w:p>
    <w:p w:rsidR="00C12A1D" w:rsidRDefault="00C12A1D" w:rsidP="00C12A1D">
      <w:r>
        <w:t xml:space="preserve">11.2       .         .        +INF       EPS       </w:t>
      </w:r>
    </w:p>
    <w:p w:rsidR="00C12A1D" w:rsidRDefault="00C12A1D" w:rsidP="00C12A1D">
      <w:r>
        <w:lastRenderedPageBreak/>
        <w:t xml:space="preserve">11.3       .         .        +INF       EPS       </w:t>
      </w:r>
    </w:p>
    <w:p w:rsidR="00C12A1D" w:rsidRDefault="00C12A1D" w:rsidP="00C12A1D">
      <w:r>
        <w:t xml:space="preserve">11.4       .         .        +INF       EPS       </w:t>
      </w:r>
    </w:p>
    <w:p w:rsidR="00C12A1D" w:rsidRDefault="00C12A1D" w:rsidP="00C12A1D">
      <w:r>
        <w:t xml:space="preserve">11.5       .         .        +INF       EPS       </w:t>
      </w:r>
    </w:p>
    <w:p w:rsidR="00C12A1D" w:rsidRDefault="00C12A1D" w:rsidP="00C12A1D">
      <w:r>
        <w:t xml:space="preserve">11.6       .         .        +INF       EPS       </w:t>
      </w:r>
    </w:p>
    <w:p w:rsidR="00C12A1D" w:rsidRDefault="00C12A1D" w:rsidP="00C12A1D">
      <w:r>
        <w:t xml:space="preserve">11.7       .         .        +INF       EPS       </w:t>
      </w:r>
    </w:p>
    <w:p w:rsidR="00C12A1D" w:rsidRDefault="00C12A1D" w:rsidP="00C12A1D">
      <w:r>
        <w:t xml:space="preserve">11.8       .         .        +INF       EPS       </w:t>
      </w:r>
    </w:p>
    <w:p w:rsidR="00C12A1D" w:rsidRDefault="00C12A1D" w:rsidP="00C12A1D">
      <w:r>
        <w:t xml:space="preserve">11.9       .         .        +INF       EPS       </w:t>
      </w:r>
    </w:p>
    <w:p w:rsidR="00C12A1D" w:rsidRDefault="00C12A1D" w:rsidP="00C12A1D">
      <w:r>
        <w:t xml:space="preserve">11.10      .         .        +INF       EPS       </w:t>
      </w:r>
    </w:p>
    <w:p w:rsidR="00C12A1D" w:rsidRDefault="00C12A1D" w:rsidP="00C12A1D">
      <w:r>
        <w:t xml:space="preserve">11.11      .         .        +INF       EPS       </w:t>
      </w:r>
    </w:p>
    <w:p w:rsidR="00C12A1D" w:rsidRDefault="00C12A1D" w:rsidP="00C12A1D">
      <w:r>
        <w:t xml:space="preserve">11.12      .         .        +INF       EPS       </w:t>
      </w:r>
    </w:p>
    <w:p w:rsidR="00C12A1D" w:rsidRDefault="00C12A1D" w:rsidP="00C12A1D">
      <w:r>
        <w:t xml:space="preserve">11.13      .         .        +INF       EPS       </w:t>
      </w:r>
    </w:p>
    <w:p w:rsidR="00C12A1D" w:rsidRDefault="00C12A1D" w:rsidP="00C12A1D">
      <w:r>
        <w:t xml:space="preserve">11.14      .         .        +INF       EPS       </w:t>
      </w:r>
    </w:p>
    <w:p w:rsidR="00C12A1D" w:rsidRDefault="00C12A1D" w:rsidP="00C12A1D">
      <w:r>
        <w:t xml:space="preserve">11.15      .         .        +INF       EPS       </w:t>
      </w:r>
    </w:p>
    <w:p w:rsidR="00C12A1D" w:rsidRDefault="00C12A1D" w:rsidP="00C12A1D">
      <w:r>
        <w:t xml:space="preserve">11.16      .         .        +INF       EPS       </w:t>
      </w:r>
    </w:p>
    <w:p w:rsidR="00C12A1D" w:rsidRDefault="00C12A1D" w:rsidP="00C12A1D">
      <w:r>
        <w:t xml:space="preserve">11.17      .         .        +INF       EPS       </w:t>
      </w:r>
    </w:p>
    <w:p w:rsidR="00C12A1D" w:rsidRDefault="00C12A1D" w:rsidP="00C12A1D">
      <w:r>
        <w:t xml:space="preserve">11.18      .         .        +INF       EPS       </w:t>
      </w:r>
    </w:p>
    <w:p w:rsidR="00C12A1D" w:rsidRDefault="00C12A1D" w:rsidP="00C12A1D">
      <w:r>
        <w:t xml:space="preserve">11.19      .         .        +INF       EPS       </w:t>
      </w:r>
    </w:p>
    <w:p w:rsidR="00C12A1D" w:rsidRDefault="00C12A1D" w:rsidP="00C12A1D">
      <w:r>
        <w:t xml:space="preserve">11.20      .         .        +INF       EPS       </w:t>
      </w:r>
    </w:p>
    <w:p w:rsidR="00C12A1D" w:rsidRDefault="00C12A1D" w:rsidP="00C12A1D">
      <w:r>
        <w:t xml:space="preserve">11.21      .         .        +INF       EPS       </w:t>
      </w:r>
    </w:p>
    <w:p w:rsidR="00C12A1D" w:rsidRDefault="00C12A1D" w:rsidP="00C12A1D">
      <w:r>
        <w:t xml:space="preserve">11.22      .         .        +INF       EPS       </w:t>
      </w:r>
    </w:p>
    <w:p w:rsidR="00C12A1D" w:rsidRDefault="00C12A1D" w:rsidP="00C12A1D">
      <w:r>
        <w:t xml:space="preserve">11.23      .         .        +INF       EPS       </w:t>
      </w:r>
    </w:p>
    <w:p w:rsidR="00C12A1D" w:rsidRDefault="00C12A1D" w:rsidP="00C12A1D">
      <w:r>
        <w:t xml:space="preserve">11.24      .         .        +INF       EPS       </w:t>
      </w:r>
    </w:p>
    <w:p w:rsidR="00C12A1D" w:rsidRDefault="00C12A1D" w:rsidP="00C12A1D">
      <w:r>
        <w:t xml:space="preserve">11.25      .         .        +INF       EPS       </w:t>
      </w:r>
    </w:p>
    <w:p w:rsidR="00C12A1D" w:rsidRDefault="00C12A1D" w:rsidP="00C12A1D">
      <w:r>
        <w:t xml:space="preserve">11.26      .         .        +INF       EPS       </w:t>
      </w:r>
    </w:p>
    <w:p w:rsidR="00C12A1D" w:rsidRDefault="00C12A1D" w:rsidP="00C12A1D">
      <w:r>
        <w:t xml:space="preserve">11.27      .         .        +INF       EPS       </w:t>
      </w:r>
    </w:p>
    <w:p w:rsidR="00C12A1D" w:rsidRDefault="00C12A1D" w:rsidP="00C12A1D">
      <w:r>
        <w:lastRenderedPageBreak/>
        <w:t xml:space="preserve">11.28      .         .        +INF       EPS       </w:t>
      </w:r>
    </w:p>
    <w:p w:rsidR="00C12A1D" w:rsidRDefault="00C12A1D" w:rsidP="00C12A1D">
      <w:r>
        <w:t xml:space="preserve">11.29      .         .        +INF       EPS       </w:t>
      </w:r>
    </w:p>
    <w:p w:rsidR="00C12A1D" w:rsidRDefault="00C12A1D" w:rsidP="00C12A1D">
      <w:r>
        <w:t xml:space="preserve">12.1       .    6.8917E-4     +INF       .         </w:t>
      </w:r>
    </w:p>
    <w:p w:rsidR="00C12A1D" w:rsidRDefault="00C12A1D" w:rsidP="00C12A1D">
      <w:r>
        <w:t xml:space="preserve">12.2       .         .        +INF       EPS       </w:t>
      </w:r>
    </w:p>
    <w:p w:rsidR="00C12A1D" w:rsidRDefault="00C12A1D" w:rsidP="00C12A1D">
      <w:r>
        <w:t xml:space="preserve">12.3       .         .        +INF       EPS       </w:t>
      </w:r>
    </w:p>
    <w:p w:rsidR="00C12A1D" w:rsidRDefault="00C12A1D" w:rsidP="00C12A1D">
      <w:r>
        <w:t xml:space="preserve">12.4       .         .        +INF       EPS       </w:t>
      </w:r>
    </w:p>
    <w:p w:rsidR="00C12A1D" w:rsidRDefault="00C12A1D" w:rsidP="00C12A1D">
      <w:r>
        <w:t xml:space="preserve">12.5       .         .        +INF       EPS       </w:t>
      </w:r>
    </w:p>
    <w:p w:rsidR="00C12A1D" w:rsidRDefault="00C12A1D" w:rsidP="00C12A1D">
      <w:r>
        <w:t xml:space="preserve">12.6       .         .        +INF       EPS       </w:t>
      </w:r>
    </w:p>
    <w:p w:rsidR="00C12A1D" w:rsidRDefault="00C12A1D" w:rsidP="00C12A1D">
      <w:r>
        <w:t xml:space="preserve">12.7       .         .        +INF       EPS       </w:t>
      </w:r>
    </w:p>
    <w:p w:rsidR="00C12A1D" w:rsidRDefault="00C12A1D" w:rsidP="00C12A1D">
      <w:r>
        <w:t xml:space="preserve">12.8       .         .        +INF       EPS       </w:t>
      </w:r>
    </w:p>
    <w:p w:rsidR="00C12A1D" w:rsidRDefault="00C12A1D" w:rsidP="00C12A1D">
      <w:r>
        <w:t xml:space="preserve">12.9       .         .        +INF       EPS       </w:t>
      </w:r>
    </w:p>
    <w:p w:rsidR="00C12A1D" w:rsidRDefault="00C12A1D" w:rsidP="00C12A1D">
      <w:r>
        <w:t xml:space="preserve">12.10      .         .        +INF       EPS       </w:t>
      </w:r>
    </w:p>
    <w:p w:rsidR="00C12A1D" w:rsidRDefault="00C12A1D" w:rsidP="00C12A1D">
      <w:r>
        <w:t xml:space="preserve">12.11      .         .        +INF       EPS       </w:t>
      </w:r>
    </w:p>
    <w:p w:rsidR="00C12A1D" w:rsidRDefault="00C12A1D" w:rsidP="00C12A1D">
      <w:r>
        <w:t xml:space="preserve">12.12      .         .        +INF       EPS       </w:t>
      </w:r>
    </w:p>
    <w:p w:rsidR="00C12A1D" w:rsidRDefault="00C12A1D" w:rsidP="00C12A1D">
      <w:r>
        <w:t xml:space="preserve">12.13      .         .        +INF       EPS       </w:t>
      </w:r>
    </w:p>
    <w:p w:rsidR="00C12A1D" w:rsidRDefault="00C12A1D" w:rsidP="00C12A1D">
      <w:r>
        <w:t xml:space="preserve">12.14      .         .        +INF       EPS       </w:t>
      </w:r>
    </w:p>
    <w:p w:rsidR="00C12A1D" w:rsidRDefault="00C12A1D" w:rsidP="00C12A1D">
      <w:r>
        <w:t xml:space="preserve">12.15      .         .        +INF       EPS       </w:t>
      </w:r>
    </w:p>
    <w:p w:rsidR="00C12A1D" w:rsidRDefault="00C12A1D" w:rsidP="00C12A1D">
      <w:r>
        <w:t xml:space="preserve">12.16      .         .        +INF       EPS       </w:t>
      </w:r>
    </w:p>
    <w:p w:rsidR="00C12A1D" w:rsidRDefault="00C12A1D" w:rsidP="00C12A1D">
      <w:r>
        <w:t xml:space="preserve">12.17      .         .        +INF       EPS       </w:t>
      </w:r>
    </w:p>
    <w:p w:rsidR="00C12A1D" w:rsidRDefault="00C12A1D" w:rsidP="00C12A1D">
      <w:r>
        <w:t xml:space="preserve">12.18      .         .        +INF       EPS       </w:t>
      </w:r>
    </w:p>
    <w:p w:rsidR="00C12A1D" w:rsidRDefault="00C12A1D" w:rsidP="00C12A1D">
      <w:r>
        <w:t xml:space="preserve">12.19      .         .        +INF       EPS       </w:t>
      </w:r>
    </w:p>
    <w:p w:rsidR="00C12A1D" w:rsidRDefault="00C12A1D" w:rsidP="00C12A1D">
      <w:r>
        <w:t xml:space="preserve">12.20      .         .        +INF       EPS       </w:t>
      </w:r>
    </w:p>
    <w:p w:rsidR="00C12A1D" w:rsidRDefault="00C12A1D" w:rsidP="00C12A1D">
      <w:r>
        <w:t xml:space="preserve">12.21      .         .        +INF       EPS       </w:t>
      </w:r>
    </w:p>
    <w:p w:rsidR="00C12A1D" w:rsidRDefault="00C12A1D" w:rsidP="00C12A1D">
      <w:r>
        <w:t xml:space="preserve">12.22      .         .        +INF       EPS       </w:t>
      </w:r>
    </w:p>
    <w:p w:rsidR="00C12A1D" w:rsidRDefault="00C12A1D" w:rsidP="00C12A1D">
      <w:r>
        <w:t xml:space="preserve">12.23      .         .        +INF       EPS       </w:t>
      </w:r>
    </w:p>
    <w:p w:rsidR="00C12A1D" w:rsidRDefault="00C12A1D" w:rsidP="00C12A1D">
      <w:r>
        <w:lastRenderedPageBreak/>
        <w:t xml:space="preserve">12.24      .         .        +INF       EPS       </w:t>
      </w:r>
    </w:p>
    <w:p w:rsidR="00C12A1D" w:rsidRDefault="00C12A1D" w:rsidP="00C12A1D">
      <w:r>
        <w:t xml:space="preserve">12.25      .         .        +INF       EPS       </w:t>
      </w:r>
    </w:p>
    <w:p w:rsidR="00C12A1D" w:rsidRDefault="00C12A1D" w:rsidP="00C12A1D">
      <w:r>
        <w:t xml:space="preserve">12.26      .         .        +INF       EPS       </w:t>
      </w:r>
    </w:p>
    <w:p w:rsidR="00C12A1D" w:rsidRDefault="00C12A1D" w:rsidP="00C12A1D">
      <w:r>
        <w:t xml:space="preserve">12.27      .         .        +INF       EPS       </w:t>
      </w:r>
    </w:p>
    <w:p w:rsidR="00C12A1D" w:rsidRDefault="00C12A1D" w:rsidP="00C12A1D">
      <w:r>
        <w:t xml:space="preserve">12.28      .         .        +INF       EPS       </w:t>
      </w:r>
    </w:p>
    <w:p w:rsidR="00C12A1D" w:rsidRDefault="00C12A1D" w:rsidP="00C12A1D">
      <w:r>
        <w:t xml:space="preserve">12.29      .         .        +INF       EPS       </w:t>
      </w:r>
    </w:p>
    <w:p w:rsidR="00C12A1D" w:rsidRDefault="00C12A1D" w:rsidP="00C12A1D">
      <w:r>
        <w:t xml:space="preserve">13.1       .         .        +INF       EPS       </w:t>
      </w:r>
    </w:p>
    <w:p w:rsidR="00C12A1D" w:rsidRDefault="00C12A1D" w:rsidP="00C12A1D">
      <w:r>
        <w:t xml:space="preserve">13.2       .         .        +INF       EPS       </w:t>
      </w:r>
    </w:p>
    <w:p w:rsidR="00C12A1D" w:rsidRDefault="00C12A1D" w:rsidP="00C12A1D">
      <w:r>
        <w:t xml:space="preserve">13.3       .         .        +INF       EPS       </w:t>
      </w:r>
    </w:p>
    <w:p w:rsidR="00C12A1D" w:rsidRDefault="00C12A1D" w:rsidP="00C12A1D">
      <w:r>
        <w:t xml:space="preserve">13.4       .         .        +INF       EPS       </w:t>
      </w:r>
    </w:p>
    <w:p w:rsidR="00C12A1D" w:rsidRDefault="00C12A1D" w:rsidP="00C12A1D">
      <w:r>
        <w:t xml:space="preserve">13.5       .         .        +INF       EPS       </w:t>
      </w:r>
    </w:p>
    <w:p w:rsidR="00C12A1D" w:rsidRDefault="00C12A1D" w:rsidP="00C12A1D">
      <w:r>
        <w:t xml:space="preserve">13.6       .         .        +INF       EPS       </w:t>
      </w:r>
    </w:p>
    <w:p w:rsidR="00C12A1D" w:rsidRDefault="00C12A1D" w:rsidP="00C12A1D">
      <w:r>
        <w:t xml:space="preserve">13.7       .         .        +INF       EPS       </w:t>
      </w:r>
    </w:p>
    <w:p w:rsidR="00C12A1D" w:rsidRDefault="00C12A1D" w:rsidP="00C12A1D">
      <w:r>
        <w:t xml:space="preserve">13.8       .         .        +INF       EPS       </w:t>
      </w:r>
    </w:p>
    <w:p w:rsidR="00C12A1D" w:rsidRDefault="00C12A1D" w:rsidP="00C12A1D">
      <w:r>
        <w:t xml:space="preserve">13.9       .        0.002     +INF       .         </w:t>
      </w:r>
    </w:p>
    <w:p w:rsidR="00C12A1D" w:rsidRDefault="00C12A1D" w:rsidP="00C12A1D">
      <w:r>
        <w:t xml:space="preserve">13.10      .         .        +INF       EPS       </w:t>
      </w:r>
    </w:p>
    <w:p w:rsidR="00C12A1D" w:rsidRDefault="00C12A1D" w:rsidP="00C12A1D">
      <w:r>
        <w:t xml:space="preserve">13.11      .         .        +INF       EPS       </w:t>
      </w:r>
    </w:p>
    <w:p w:rsidR="00C12A1D" w:rsidRDefault="00C12A1D" w:rsidP="00C12A1D">
      <w:r>
        <w:t xml:space="preserve">13.12      .         .        +INF       EPS       </w:t>
      </w:r>
    </w:p>
    <w:p w:rsidR="00C12A1D" w:rsidRDefault="00C12A1D" w:rsidP="00C12A1D">
      <w:r>
        <w:t xml:space="preserve">13.13      .         .        +INF       EPS       </w:t>
      </w:r>
    </w:p>
    <w:p w:rsidR="00C12A1D" w:rsidRDefault="00C12A1D" w:rsidP="00C12A1D">
      <w:r>
        <w:t xml:space="preserve">13.14      .         .        +INF       EPS       </w:t>
      </w:r>
    </w:p>
    <w:p w:rsidR="00C12A1D" w:rsidRDefault="00C12A1D" w:rsidP="00C12A1D">
      <w:r>
        <w:t xml:space="preserve">13.15      .         .        +INF       EPS       </w:t>
      </w:r>
    </w:p>
    <w:p w:rsidR="00C12A1D" w:rsidRDefault="00C12A1D" w:rsidP="00C12A1D">
      <w:r>
        <w:t xml:space="preserve">13.16      .         .        +INF       EPS       </w:t>
      </w:r>
    </w:p>
    <w:p w:rsidR="00C12A1D" w:rsidRDefault="00C12A1D" w:rsidP="00C12A1D">
      <w:r>
        <w:t xml:space="preserve">13.17      .         .        +INF       EPS       </w:t>
      </w:r>
    </w:p>
    <w:p w:rsidR="00C12A1D" w:rsidRDefault="00C12A1D" w:rsidP="00C12A1D">
      <w:r>
        <w:t xml:space="preserve">13.18      .         .        +INF       EPS       </w:t>
      </w:r>
    </w:p>
    <w:p w:rsidR="00C12A1D" w:rsidRDefault="00C12A1D" w:rsidP="00C12A1D">
      <w:r>
        <w:t xml:space="preserve">13.19      .         .        +INF       EPS       </w:t>
      </w:r>
    </w:p>
    <w:p w:rsidR="00C12A1D" w:rsidRDefault="00C12A1D" w:rsidP="00C12A1D">
      <w:r>
        <w:lastRenderedPageBreak/>
        <w:t xml:space="preserve">13.20      .         .        +INF       EPS       </w:t>
      </w:r>
    </w:p>
    <w:p w:rsidR="00C12A1D" w:rsidRDefault="00C12A1D" w:rsidP="00C12A1D">
      <w:r>
        <w:t xml:space="preserve">13.21      .         .        +INF       EPS       </w:t>
      </w:r>
    </w:p>
    <w:p w:rsidR="00C12A1D" w:rsidRDefault="00C12A1D" w:rsidP="00C12A1D">
      <w:r>
        <w:t xml:space="preserve">13.22      .         .        +INF       EPS       </w:t>
      </w:r>
    </w:p>
    <w:p w:rsidR="00C12A1D" w:rsidRDefault="00C12A1D" w:rsidP="00C12A1D">
      <w:r>
        <w:t xml:space="preserve">13.23      .         .        +INF       EPS       </w:t>
      </w:r>
    </w:p>
    <w:p w:rsidR="00C12A1D" w:rsidRDefault="00C12A1D" w:rsidP="00C12A1D">
      <w:r>
        <w:t xml:space="preserve">13.24      .         .        +INF       EPS       </w:t>
      </w:r>
    </w:p>
    <w:p w:rsidR="00C12A1D" w:rsidRDefault="00C12A1D" w:rsidP="00C12A1D">
      <w:r>
        <w:t xml:space="preserve">13.25      .         .        +INF       EPS       </w:t>
      </w:r>
    </w:p>
    <w:p w:rsidR="00C12A1D" w:rsidRDefault="00C12A1D" w:rsidP="00C12A1D">
      <w:r>
        <w:t xml:space="preserve">13.26      .         .        +INF       EPS       </w:t>
      </w:r>
    </w:p>
    <w:p w:rsidR="00C12A1D" w:rsidRDefault="00C12A1D" w:rsidP="00C12A1D">
      <w:r>
        <w:t xml:space="preserve">13.27      .         .        +INF       EPS       </w:t>
      </w:r>
    </w:p>
    <w:p w:rsidR="00C12A1D" w:rsidRDefault="00C12A1D" w:rsidP="00C12A1D">
      <w:r>
        <w:t xml:space="preserve">13.28      .         .        +INF       EPS       </w:t>
      </w:r>
    </w:p>
    <w:p w:rsidR="00C12A1D" w:rsidRDefault="00C12A1D" w:rsidP="00C12A1D">
      <w:r>
        <w:t xml:space="preserve">13.29      .         .        +INF       EPS       </w:t>
      </w:r>
    </w:p>
    <w:p w:rsidR="00C12A1D" w:rsidRDefault="00C12A1D" w:rsidP="00C12A1D">
      <w:r>
        <w:t xml:space="preserve">14.1       .         .        +INF       EPS       </w:t>
      </w:r>
    </w:p>
    <w:p w:rsidR="00C12A1D" w:rsidRDefault="00C12A1D" w:rsidP="00C12A1D">
      <w:r>
        <w:t xml:space="preserve">14.2       .         .        +INF       EPS       </w:t>
      </w:r>
    </w:p>
    <w:p w:rsidR="00C12A1D" w:rsidRDefault="00C12A1D" w:rsidP="00C12A1D">
      <w:r>
        <w:t xml:space="preserve">14.3       .         .        +INF       EPS       </w:t>
      </w:r>
    </w:p>
    <w:p w:rsidR="00C12A1D" w:rsidRDefault="00C12A1D" w:rsidP="00C12A1D">
      <w:r>
        <w:t xml:space="preserve">14.4       .         .        +INF       EPS       </w:t>
      </w:r>
    </w:p>
    <w:p w:rsidR="00C12A1D" w:rsidRDefault="00C12A1D" w:rsidP="00C12A1D">
      <w:r>
        <w:t xml:space="preserve">14.5       .         .        +INF       EPS       </w:t>
      </w:r>
    </w:p>
    <w:p w:rsidR="00C12A1D" w:rsidRDefault="00C12A1D" w:rsidP="00C12A1D">
      <w:r>
        <w:t xml:space="preserve">14.6       .         .        +INF       EPS       </w:t>
      </w:r>
    </w:p>
    <w:p w:rsidR="00C12A1D" w:rsidRDefault="00C12A1D" w:rsidP="00C12A1D">
      <w:r>
        <w:t xml:space="preserve">14.7       .         .        +INF       EPS       </w:t>
      </w:r>
    </w:p>
    <w:p w:rsidR="00C12A1D" w:rsidRDefault="00C12A1D" w:rsidP="00C12A1D">
      <w:r>
        <w:t xml:space="preserve">14.8       .         .        +INF       EPS       </w:t>
      </w:r>
    </w:p>
    <w:p w:rsidR="00C12A1D" w:rsidRDefault="00C12A1D" w:rsidP="00C12A1D">
      <w:r>
        <w:t xml:space="preserve">14.9       .         .        +INF       EPS       </w:t>
      </w:r>
    </w:p>
    <w:p w:rsidR="00C12A1D" w:rsidRDefault="00C12A1D" w:rsidP="00C12A1D">
      <w:r>
        <w:t xml:space="preserve">14.10      .         .        +INF       EPS       </w:t>
      </w:r>
    </w:p>
    <w:p w:rsidR="00C12A1D" w:rsidRDefault="00C12A1D" w:rsidP="00C12A1D">
      <w:r>
        <w:t xml:space="preserve">14.11      .         .        +INF       EPS       </w:t>
      </w:r>
    </w:p>
    <w:p w:rsidR="00C12A1D" w:rsidRDefault="00C12A1D" w:rsidP="00C12A1D">
      <w:r>
        <w:t xml:space="preserve">14.12      .         .        +INF       EPS       </w:t>
      </w:r>
    </w:p>
    <w:p w:rsidR="00C12A1D" w:rsidRDefault="00C12A1D" w:rsidP="00C12A1D">
      <w:r>
        <w:t xml:space="preserve">14.13      .         .        +INF       EPS       </w:t>
      </w:r>
    </w:p>
    <w:p w:rsidR="00C12A1D" w:rsidRDefault="00C12A1D" w:rsidP="00C12A1D">
      <w:r>
        <w:t xml:space="preserve">14.14      .         .        +INF       EPS       </w:t>
      </w:r>
    </w:p>
    <w:p w:rsidR="00C12A1D" w:rsidRDefault="00C12A1D" w:rsidP="00C12A1D">
      <w:r>
        <w:t xml:space="preserve">14.15      .         .        +INF       EPS       </w:t>
      </w:r>
    </w:p>
    <w:p w:rsidR="00C12A1D" w:rsidRDefault="00C12A1D" w:rsidP="00C12A1D">
      <w:r>
        <w:lastRenderedPageBreak/>
        <w:t xml:space="preserve">14.16      .         .        +INF       EPS       </w:t>
      </w:r>
    </w:p>
    <w:p w:rsidR="00C12A1D" w:rsidRDefault="00C12A1D" w:rsidP="00C12A1D">
      <w:r>
        <w:t xml:space="preserve">14.17      .         .        +INF       EPS       </w:t>
      </w:r>
    </w:p>
    <w:p w:rsidR="00C12A1D" w:rsidRDefault="00C12A1D" w:rsidP="00C12A1D">
      <w:r>
        <w:t xml:space="preserve">14.18      .         .        +INF       EPS       </w:t>
      </w:r>
    </w:p>
    <w:p w:rsidR="00C12A1D" w:rsidRDefault="00C12A1D" w:rsidP="00C12A1D">
      <w:r>
        <w:t xml:space="preserve">14.19      .         .        +INF       EPS       </w:t>
      </w:r>
    </w:p>
    <w:p w:rsidR="00C12A1D" w:rsidRDefault="00C12A1D" w:rsidP="00C12A1D">
      <w:r>
        <w:t xml:space="preserve">14.20      .         .        +INF       EPS       </w:t>
      </w:r>
    </w:p>
    <w:p w:rsidR="00C12A1D" w:rsidRDefault="00C12A1D" w:rsidP="00C12A1D">
      <w:r>
        <w:t xml:space="preserve">14.21      .         .        +INF       EPS       </w:t>
      </w:r>
    </w:p>
    <w:p w:rsidR="00C12A1D" w:rsidRDefault="00C12A1D" w:rsidP="00C12A1D">
      <w:r>
        <w:t xml:space="preserve">14.22      .         .        +INF       EPS       </w:t>
      </w:r>
    </w:p>
    <w:p w:rsidR="00C12A1D" w:rsidRDefault="00C12A1D" w:rsidP="00C12A1D">
      <w:r>
        <w:t xml:space="preserve">14.23      .         .        +INF       EPS       </w:t>
      </w:r>
    </w:p>
    <w:p w:rsidR="00C12A1D" w:rsidRDefault="00C12A1D" w:rsidP="00C12A1D">
      <w:r>
        <w:t xml:space="preserve">14.24      .         .        +INF       EPS       </w:t>
      </w:r>
    </w:p>
    <w:p w:rsidR="00C12A1D" w:rsidRDefault="00C12A1D" w:rsidP="00C12A1D">
      <w:r>
        <w:t xml:space="preserve">14.25      .         .        +INF       EPS       </w:t>
      </w:r>
    </w:p>
    <w:p w:rsidR="00C12A1D" w:rsidRDefault="00C12A1D" w:rsidP="00C12A1D">
      <w:r>
        <w:t xml:space="preserve">14.26      .    4.1040E-4     +INF       .         </w:t>
      </w:r>
    </w:p>
    <w:p w:rsidR="00C12A1D" w:rsidRDefault="00C12A1D" w:rsidP="00C12A1D">
      <w:r>
        <w:t xml:space="preserve">14.27      .         .        +INF       EPS       </w:t>
      </w:r>
    </w:p>
    <w:p w:rsidR="00C12A1D" w:rsidRDefault="00C12A1D" w:rsidP="00C12A1D">
      <w:r>
        <w:t xml:space="preserve">14.28      .         .        +INF       EPS       </w:t>
      </w:r>
    </w:p>
    <w:p w:rsidR="00C12A1D" w:rsidRDefault="00C12A1D" w:rsidP="00C12A1D">
      <w:r>
        <w:t xml:space="preserve">14.29      .         .        +INF       EPS       </w:t>
      </w:r>
    </w:p>
    <w:p w:rsidR="00C12A1D" w:rsidRDefault="00C12A1D" w:rsidP="00C12A1D">
      <w:r>
        <w:t xml:space="preserve">15.1       .         .        +INF       EPS       </w:t>
      </w:r>
    </w:p>
    <w:p w:rsidR="00C12A1D" w:rsidRDefault="00C12A1D" w:rsidP="00C12A1D">
      <w:r>
        <w:t xml:space="preserve">15.2       .         .        +INF       EPS       </w:t>
      </w:r>
    </w:p>
    <w:p w:rsidR="00C12A1D" w:rsidRDefault="00C12A1D" w:rsidP="00C12A1D">
      <w:r>
        <w:t xml:space="preserve">15.3       .         .        +INF       EPS       </w:t>
      </w:r>
    </w:p>
    <w:p w:rsidR="00C12A1D" w:rsidRDefault="00C12A1D" w:rsidP="00C12A1D">
      <w:r>
        <w:t xml:space="preserve">15.4       .         .        +INF       EPS       </w:t>
      </w:r>
    </w:p>
    <w:p w:rsidR="00C12A1D" w:rsidRDefault="00C12A1D" w:rsidP="00C12A1D">
      <w:r>
        <w:t xml:space="preserve">15.5       .         .        +INF       EPS       </w:t>
      </w:r>
    </w:p>
    <w:p w:rsidR="00C12A1D" w:rsidRDefault="00C12A1D" w:rsidP="00C12A1D">
      <w:r>
        <w:t xml:space="preserve">15.6       .         .        +INF       EPS       </w:t>
      </w:r>
    </w:p>
    <w:p w:rsidR="00C12A1D" w:rsidRDefault="00C12A1D" w:rsidP="00C12A1D">
      <w:r>
        <w:t xml:space="preserve">15.7       .         .        +INF       EPS       </w:t>
      </w:r>
    </w:p>
    <w:p w:rsidR="00C12A1D" w:rsidRDefault="00C12A1D" w:rsidP="00C12A1D">
      <w:r>
        <w:t xml:space="preserve">15.8       .         .        +INF       EPS       </w:t>
      </w:r>
    </w:p>
    <w:p w:rsidR="00C12A1D" w:rsidRDefault="00C12A1D" w:rsidP="00C12A1D">
      <w:r>
        <w:t xml:space="preserve">15.9       .         .        +INF       EPS       </w:t>
      </w:r>
    </w:p>
    <w:p w:rsidR="00C12A1D" w:rsidRDefault="00C12A1D" w:rsidP="00C12A1D">
      <w:r>
        <w:t xml:space="preserve">15.10      .         .        +INF       EPS       </w:t>
      </w:r>
    </w:p>
    <w:p w:rsidR="00C12A1D" w:rsidRDefault="00C12A1D" w:rsidP="00C12A1D">
      <w:r>
        <w:t xml:space="preserve">15.11      .         .        +INF       EPS       </w:t>
      </w:r>
    </w:p>
    <w:p w:rsidR="00C12A1D" w:rsidRDefault="00C12A1D" w:rsidP="00C12A1D">
      <w:r>
        <w:lastRenderedPageBreak/>
        <w:t xml:space="preserve">15.12      .         .        +INF       EPS       </w:t>
      </w:r>
    </w:p>
    <w:p w:rsidR="00C12A1D" w:rsidRDefault="00C12A1D" w:rsidP="00C12A1D">
      <w:r>
        <w:t xml:space="preserve">15.13      .         .        +INF       EPS       </w:t>
      </w:r>
    </w:p>
    <w:p w:rsidR="00C12A1D" w:rsidRDefault="00C12A1D" w:rsidP="00C12A1D">
      <w:r>
        <w:t xml:space="preserve">15.14      .         .        +INF       EPS       </w:t>
      </w:r>
    </w:p>
    <w:p w:rsidR="00C12A1D" w:rsidRDefault="00C12A1D" w:rsidP="00C12A1D">
      <w:r>
        <w:t xml:space="preserve">15.15      .         .        +INF       EPS       </w:t>
      </w:r>
    </w:p>
    <w:p w:rsidR="00C12A1D" w:rsidRDefault="00C12A1D" w:rsidP="00C12A1D">
      <w:r>
        <w:t xml:space="preserve">15.16      .         .        +INF       EPS       </w:t>
      </w:r>
    </w:p>
    <w:p w:rsidR="00C12A1D" w:rsidRDefault="00C12A1D" w:rsidP="00C12A1D">
      <w:r>
        <w:t xml:space="preserve">15.17      .         .        +INF       EPS       </w:t>
      </w:r>
    </w:p>
    <w:p w:rsidR="00C12A1D" w:rsidRDefault="00C12A1D" w:rsidP="00C12A1D">
      <w:r>
        <w:t xml:space="preserve">15.18      .         .        +INF       EPS       </w:t>
      </w:r>
    </w:p>
    <w:p w:rsidR="00C12A1D" w:rsidRDefault="00C12A1D" w:rsidP="00C12A1D">
      <w:r>
        <w:t xml:space="preserve">15.19      .         .        +INF       EPS       </w:t>
      </w:r>
    </w:p>
    <w:p w:rsidR="00C12A1D" w:rsidRDefault="00C12A1D" w:rsidP="00C12A1D">
      <w:r>
        <w:t xml:space="preserve">15.20      .         .        +INF       EPS       </w:t>
      </w:r>
    </w:p>
    <w:p w:rsidR="00C12A1D" w:rsidRDefault="00C12A1D" w:rsidP="00C12A1D">
      <w:r>
        <w:t xml:space="preserve">15.21      .         .        +INF       EPS       </w:t>
      </w:r>
    </w:p>
    <w:p w:rsidR="00C12A1D" w:rsidRDefault="00C12A1D" w:rsidP="00C12A1D">
      <w:r>
        <w:t xml:space="preserve">15.22      .         .        +INF       EPS       </w:t>
      </w:r>
    </w:p>
    <w:p w:rsidR="00C12A1D" w:rsidRDefault="00C12A1D" w:rsidP="00C12A1D">
      <w:r>
        <w:t xml:space="preserve">15.23      .         .        +INF       EPS       </w:t>
      </w:r>
    </w:p>
    <w:p w:rsidR="00C12A1D" w:rsidRDefault="00C12A1D" w:rsidP="00C12A1D">
      <w:r>
        <w:t xml:space="preserve">15.24      .         .        +INF       EPS       </w:t>
      </w:r>
    </w:p>
    <w:p w:rsidR="00C12A1D" w:rsidRDefault="00C12A1D" w:rsidP="00C12A1D">
      <w:r>
        <w:t xml:space="preserve">15.25      .         .        +INF       EPS       </w:t>
      </w:r>
    </w:p>
    <w:p w:rsidR="00C12A1D" w:rsidRDefault="00C12A1D" w:rsidP="00C12A1D">
      <w:r>
        <w:t xml:space="preserve">15.26      .         .        +INF       EPS       </w:t>
      </w:r>
    </w:p>
    <w:p w:rsidR="00C12A1D" w:rsidRDefault="00C12A1D" w:rsidP="00C12A1D">
      <w:r>
        <w:t xml:space="preserve">15.27      .         .        +INF       EPS       </w:t>
      </w:r>
    </w:p>
    <w:p w:rsidR="00C12A1D" w:rsidRDefault="00C12A1D" w:rsidP="00C12A1D">
      <w:r>
        <w:t xml:space="preserve">15.28      .         .        +INF       EPS       </w:t>
      </w:r>
    </w:p>
    <w:p w:rsidR="00C12A1D" w:rsidRDefault="00C12A1D" w:rsidP="00C12A1D">
      <w:r>
        <w:t xml:space="preserve">15.29      .         .        +INF       EPS       </w:t>
      </w:r>
    </w:p>
    <w:p w:rsidR="00C12A1D" w:rsidRDefault="00C12A1D" w:rsidP="00C12A1D">
      <w:r>
        <w:t xml:space="preserve">16.1       .    9.5129E-4     +INF       .         </w:t>
      </w:r>
    </w:p>
    <w:p w:rsidR="00C12A1D" w:rsidRDefault="00C12A1D" w:rsidP="00C12A1D">
      <w:r>
        <w:t xml:space="preserve">16.2       .         .        +INF       EPS       </w:t>
      </w:r>
    </w:p>
    <w:p w:rsidR="00C12A1D" w:rsidRDefault="00C12A1D" w:rsidP="00C12A1D">
      <w:r>
        <w:t xml:space="preserve">16.3       .         .        +INF       EPS       </w:t>
      </w:r>
    </w:p>
    <w:p w:rsidR="00C12A1D" w:rsidRDefault="00C12A1D" w:rsidP="00C12A1D">
      <w:r>
        <w:t xml:space="preserve">16.4       .         .        +INF       EPS       </w:t>
      </w:r>
    </w:p>
    <w:p w:rsidR="00C12A1D" w:rsidRDefault="00C12A1D" w:rsidP="00C12A1D">
      <w:r>
        <w:t xml:space="preserve">16.5       .         .        +INF       EPS       </w:t>
      </w:r>
    </w:p>
    <w:p w:rsidR="00C12A1D" w:rsidRDefault="00C12A1D" w:rsidP="00C12A1D">
      <w:r>
        <w:t xml:space="preserve">16.6       .         .        +INF       EPS       </w:t>
      </w:r>
    </w:p>
    <w:p w:rsidR="00C12A1D" w:rsidRDefault="00C12A1D" w:rsidP="00C12A1D">
      <w:r>
        <w:t xml:space="preserve">16.7       .         .        +INF       EPS       </w:t>
      </w:r>
    </w:p>
    <w:p w:rsidR="00C12A1D" w:rsidRDefault="00C12A1D" w:rsidP="00C12A1D">
      <w:r>
        <w:lastRenderedPageBreak/>
        <w:t xml:space="preserve">16.8       .         .        +INF       EPS       </w:t>
      </w:r>
    </w:p>
    <w:p w:rsidR="00C12A1D" w:rsidRDefault="00C12A1D" w:rsidP="00C12A1D">
      <w:r>
        <w:t xml:space="preserve">16.9       .         .        +INF       EPS       </w:t>
      </w:r>
    </w:p>
    <w:p w:rsidR="00C12A1D" w:rsidRDefault="00C12A1D" w:rsidP="00C12A1D">
      <w:r>
        <w:t xml:space="preserve">16.10      .         .        +INF       EPS       </w:t>
      </w:r>
    </w:p>
    <w:p w:rsidR="00C12A1D" w:rsidRDefault="00C12A1D" w:rsidP="00C12A1D">
      <w:r>
        <w:t xml:space="preserve">16.11      .         .        +INF       EPS       </w:t>
      </w:r>
    </w:p>
    <w:p w:rsidR="00C12A1D" w:rsidRDefault="00C12A1D" w:rsidP="00C12A1D">
      <w:r>
        <w:t xml:space="preserve">16.12      .         .        +INF       EPS       </w:t>
      </w:r>
    </w:p>
    <w:p w:rsidR="00C12A1D" w:rsidRDefault="00C12A1D" w:rsidP="00C12A1D">
      <w:r>
        <w:t xml:space="preserve">16.13      .         .        +INF       EPS       </w:t>
      </w:r>
    </w:p>
    <w:p w:rsidR="00C12A1D" w:rsidRDefault="00C12A1D" w:rsidP="00C12A1D">
      <w:r>
        <w:t xml:space="preserve">16.14      .         .        +INF       EPS       </w:t>
      </w:r>
    </w:p>
    <w:p w:rsidR="00C12A1D" w:rsidRDefault="00C12A1D" w:rsidP="00C12A1D">
      <w:r>
        <w:t xml:space="preserve">16.15      .        0.003     +INF       .         </w:t>
      </w:r>
    </w:p>
    <w:p w:rsidR="00C12A1D" w:rsidRDefault="00C12A1D" w:rsidP="00C12A1D">
      <w:r>
        <w:t xml:space="preserve">16.16      .         .        +INF       EPS       </w:t>
      </w:r>
    </w:p>
    <w:p w:rsidR="00C12A1D" w:rsidRDefault="00C12A1D" w:rsidP="00C12A1D">
      <w:r>
        <w:t xml:space="preserve">16.17      .         .        +INF       EPS       </w:t>
      </w:r>
    </w:p>
    <w:p w:rsidR="00C12A1D" w:rsidRDefault="00C12A1D" w:rsidP="00C12A1D">
      <w:r>
        <w:t xml:space="preserve">16.18      .         .        +INF       EPS       </w:t>
      </w:r>
    </w:p>
    <w:p w:rsidR="00C12A1D" w:rsidRDefault="00C12A1D" w:rsidP="00C12A1D">
      <w:r>
        <w:t xml:space="preserve">16.19      .         .        +INF       EPS       </w:t>
      </w:r>
    </w:p>
    <w:p w:rsidR="00C12A1D" w:rsidRDefault="00C12A1D" w:rsidP="00C12A1D">
      <w:r>
        <w:t xml:space="preserve">16.20      .         .        +INF       EPS       </w:t>
      </w:r>
    </w:p>
    <w:p w:rsidR="00C12A1D" w:rsidRDefault="00C12A1D" w:rsidP="00C12A1D">
      <w:r>
        <w:t xml:space="preserve">16.21      .         .        +INF       EPS       </w:t>
      </w:r>
    </w:p>
    <w:p w:rsidR="00C12A1D" w:rsidRDefault="00C12A1D" w:rsidP="00C12A1D">
      <w:r>
        <w:t xml:space="preserve">16.22      .         .        +INF       EPS       </w:t>
      </w:r>
    </w:p>
    <w:p w:rsidR="00C12A1D" w:rsidRDefault="00C12A1D" w:rsidP="00C12A1D">
      <w:r>
        <w:t xml:space="preserve">16.23      .         .        +INF       EPS       </w:t>
      </w:r>
    </w:p>
    <w:p w:rsidR="00C12A1D" w:rsidRDefault="00C12A1D" w:rsidP="00C12A1D">
      <w:r>
        <w:t xml:space="preserve">16.24      .         .        +INF       EPS       </w:t>
      </w:r>
    </w:p>
    <w:p w:rsidR="00C12A1D" w:rsidRDefault="00C12A1D" w:rsidP="00C12A1D">
      <w:r>
        <w:t xml:space="preserve">16.25      .         .        +INF       EPS       </w:t>
      </w:r>
    </w:p>
    <w:p w:rsidR="00C12A1D" w:rsidRDefault="00C12A1D" w:rsidP="00C12A1D">
      <w:r>
        <w:t xml:space="preserve">16.26      .         .        +INF       EPS       </w:t>
      </w:r>
    </w:p>
    <w:p w:rsidR="00C12A1D" w:rsidRDefault="00C12A1D" w:rsidP="00C12A1D">
      <w:r>
        <w:t xml:space="preserve">16.27      .         .        +INF       EPS       </w:t>
      </w:r>
    </w:p>
    <w:p w:rsidR="00C12A1D" w:rsidRDefault="00C12A1D" w:rsidP="00C12A1D">
      <w:r>
        <w:t xml:space="preserve">16.28      .         .        +INF       EPS       </w:t>
      </w:r>
    </w:p>
    <w:p w:rsidR="00C12A1D" w:rsidRDefault="00C12A1D" w:rsidP="00C12A1D">
      <w:r>
        <w:t xml:space="preserve">16.29      .         .        +INF       EPS       </w:t>
      </w:r>
    </w:p>
    <w:p w:rsidR="00C12A1D" w:rsidRDefault="00C12A1D" w:rsidP="00C12A1D">
      <w:r>
        <w:t xml:space="preserve">17.1       .    6.3202E-4     +INF       .         </w:t>
      </w:r>
    </w:p>
    <w:p w:rsidR="00C12A1D" w:rsidRDefault="00C12A1D" w:rsidP="00C12A1D">
      <w:r>
        <w:t xml:space="preserve">17.2       .         .        +INF       EPS       </w:t>
      </w:r>
    </w:p>
    <w:p w:rsidR="00C12A1D" w:rsidRDefault="00C12A1D" w:rsidP="00C12A1D">
      <w:r>
        <w:t xml:space="preserve">17.3       .         .        +INF       EPS       </w:t>
      </w:r>
    </w:p>
    <w:p w:rsidR="00C12A1D" w:rsidRDefault="00C12A1D" w:rsidP="00C12A1D">
      <w:r>
        <w:lastRenderedPageBreak/>
        <w:t xml:space="preserve">17.4       .         .        +INF       EPS       </w:t>
      </w:r>
    </w:p>
    <w:p w:rsidR="00C12A1D" w:rsidRDefault="00C12A1D" w:rsidP="00C12A1D">
      <w:r>
        <w:t xml:space="preserve">17.5       .         .        +INF       EPS       </w:t>
      </w:r>
    </w:p>
    <w:p w:rsidR="00C12A1D" w:rsidRDefault="00C12A1D" w:rsidP="00C12A1D">
      <w:r>
        <w:t xml:space="preserve">17.6       .         .        +INF       EPS       </w:t>
      </w:r>
    </w:p>
    <w:p w:rsidR="00C12A1D" w:rsidRDefault="00C12A1D" w:rsidP="00C12A1D">
      <w:r>
        <w:t xml:space="preserve">17.7       .         .        +INF       EPS       </w:t>
      </w:r>
    </w:p>
    <w:p w:rsidR="00C12A1D" w:rsidRDefault="00C12A1D" w:rsidP="00C12A1D">
      <w:r>
        <w:t xml:space="preserve">17.8       .         .        +INF       EPS       </w:t>
      </w:r>
    </w:p>
    <w:p w:rsidR="00C12A1D" w:rsidRDefault="00C12A1D" w:rsidP="00C12A1D">
      <w:r>
        <w:t xml:space="preserve">17.9       .         .        +INF       EPS       </w:t>
      </w:r>
    </w:p>
    <w:p w:rsidR="00C12A1D" w:rsidRDefault="00C12A1D" w:rsidP="00C12A1D">
      <w:r>
        <w:t xml:space="preserve">17.10      .         .        +INF       EPS       </w:t>
      </w:r>
    </w:p>
    <w:p w:rsidR="00C12A1D" w:rsidRDefault="00C12A1D" w:rsidP="00C12A1D">
      <w:r>
        <w:t xml:space="preserve">17.11      .         .        +INF       EPS       </w:t>
      </w:r>
    </w:p>
    <w:p w:rsidR="00C12A1D" w:rsidRDefault="00C12A1D" w:rsidP="00C12A1D">
      <w:r>
        <w:t xml:space="preserve">17.12      .         .        +INF       EPS       </w:t>
      </w:r>
    </w:p>
    <w:p w:rsidR="00C12A1D" w:rsidRDefault="00C12A1D" w:rsidP="00C12A1D">
      <w:r>
        <w:t xml:space="preserve">17.13      .         .        +INF       EPS       </w:t>
      </w:r>
    </w:p>
    <w:p w:rsidR="00C12A1D" w:rsidRDefault="00C12A1D" w:rsidP="00C12A1D">
      <w:r>
        <w:t xml:space="preserve">17.14      .         .        +INF       EPS       </w:t>
      </w:r>
    </w:p>
    <w:p w:rsidR="00C12A1D" w:rsidRDefault="00C12A1D" w:rsidP="00C12A1D">
      <w:r>
        <w:t xml:space="preserve">17.15      .         .        +INF       EPS       </w:t>
      </w:r>
    </w:p>
    <w:p w:rsidR="00C12A1D" w:rsidRDefault="00C12A1D" w:rsidP="00C12A1D">
      <w:r>
        <w:t xml:space="preserve">17.16      .         .        +INF       EPS       </w:t>
      </w:r>
    </w:p>
    <w:p w:rsidR="00C12A1D" w:rsidRDefault="00C12A1D" w:rsidP="00C12A1D">
      <w:r>
        <w:t xml:space="preserve">17.17      .         .        +INF       EPS       </w:t>
      </w:r>
    </w:p>
    <w:p w:rsidR="00C12A1D" w:rsidRDefault="00C12A1D" w:rsidP="00C12A1D">
      <w:r>
        <w:t xml:space="preserve">17.18      .         .        +INF       EPS       </w:t>
      </w:r>
    </w:p>
    <w:p w:rsidR="00C12A1D" w:rsidRDefault="00C12A1D" w:rsidP="00C12A1D">
      <w:r>
        <w:t xml:space="preserve">17.19      .         .        +INF       EPS       </w:t>
      </w:r>
    </w:p>
    <w:p w:rsidR="00C12A1D" w:rsidRDefault="00C12A1D" w:rsidP="00C12A1D">
      <w:r>
        <w:t xml:space="preserve">17.20      .         .        +INF       EPS       </w:t>
      </w:r>
    </w:p>
    <w:p w:rsidR="00C12A1D" w:rsidRDefault="00C12A1D" w:rsidP="00C12A1D">
      <w:r>
        <w:t xml:space="preserve">17.21      .         .        +INF       EPS       </w:t>
      </w:r>
    </w:p>
    <w:p w:rsidR="00C12A1D" w:rsidRDefault="00C12A1D" w:rsidP="00C12A1D">
      <w:r>
        <w:t xml:space="preserve">17.22      .         .        +INF       EPS       </w:t>
      </w:r>
    </w:p>
    <w:p w:rsidR="00C12A1D" w:rsidRDefault="00C12A1D" w:rsidP="00C12A1D">
      <w:r>
        <w:t xml:space="preserve">17.23      .        0.010     +INF       .         </w:t>
      </w:r>
    </w:p>
    <w:p w:rsidR="00C12A1D" w:rsidRDefault="00C12A1D" w:rsidP="00C12A1D">
      <w:r>
        <w:t xml:space="preserve">17.24      .         .        +INF       EPS       </w:t>
      </w:r>
    </w:p>
    <w:p w:rsidR="00C12A1D" w:rsidRDefault="00C12A1D" w:rsidP="00C12A1D">
      <w:r>
        <w:t xml:space="preserve">17.25      .         .        +INF       EPS       </w:t>
      </w:r>
    </w:p>
    <w:p w:rsidR="00C12A1D" w:rsidRDefault="00C12A1D" w:rsidP="00C12A1D">
      <w:r>
        <w:t xml:space="preserve">17.26      .         .        +INF       EPS       </w:t>
      </w:r>
    </w:p>
    <w:p w:rsidR="00C12A1D" w:rsidRDefault="00C12A1D" w:rsidP="00C12A1D">
      <w:r>
        <w:t xml:space="preserve">17.27      .         .        +INF       EPS       </w:t>
      </w:r>
    </w:p>
    <w:p w:rsidR="00C12A1D" w:rsidRDefault="00C12A1D" w:rsidP="00C12A1D">
      <w:r>
        <w:t xml:space="preserve">17.28      .    9.7181E-4     +INF       .         </w:t>
      </w:r>
    </w:p>
    <w:p w:rsidR="00C12A1D" w:rsidRDefault="00C12A1D" w:rsidP="00C12A1D">
      <w:r>
        <w:lastRenderedPageBreak/>
        <w:t xml:space="preserve">17.29      .         .        +INF       EPS       </w:t>
      </w:r>
    </w:p>
    <w:p w:rsidR="00C12A1D" w:rsidRDefault="00C12A1D" w:rsidP="00C12A1D">
      <w:r>
        <w:t xml:space="preserve">18.1       .         .        +INF       EPS       </w:t>
      </w:r>
    </w:p>
    <w:p w:rsidR="00C12A1D" w:rsidRDefault="00C12A1D" w:rsidP="00C12A1D">
      <w:r>
        <w:t xml:space="preserve">18.2       .         .        +INF       EPS       </w:t>
      </w:r>
    </w:p>
    <w:p w:rsidR="00C12A1D" w:rsidRDefault="00C12A1D" w:rsidP="00C12A1D">
      <w:r>
        <w:t xml:space="preserve">18.3       .         .        +INF       EPS       </w:t>
      </w:r>
    </w:p>
    <w:p w:rsidR="00C12A1D" w:rsidRDefault="00C12A1D" w:rsidP="00C12A1D">
      <w:r>
        <w:t xml:space="preserve">18.4       .         .        +INF       EPS       </w:t>
      </w:r>
    </w:p>
    <w:p w:rsidR="00C12A1D" w:rsidRDefault="00C12A1D" w:rsidP="00C12A1D">
      <w:r>
        <w:t xml:space="preserve">18.5       .         .        +INF       EPS       </w:t>
      </w:r>
    </w:p>
    <w:p w:rsidR="00C12A1D" w:rsidRDefault="00C12A1D" w:rsidP="00C12A1D">
      <w:r>
        <w:t xml:space="preserve">18.6       .         .        +INF       EPS       </w:t>
      </w:r>
    </w:p>
    <w:p w:rsidR="00C12A1D" w:rsidRDefault="00C12A1D" w:rsidP="00C12A1D">
      <w:r>
        <w:t xml:space="preserve">18.7       .         .        +INF       EPS       </w:t>
      </w:r>
    </w:p>
    <w:p w:rsidR="00C12A1D" w:rsidRDefault="00C12A1D" w:rsidP="00C12A1D">
      <w:r>
        <w:t xml:space="preserve">18.8       .         .        +INF       EPS       </w:t>
      </w:r>
    </w:p>
    <w:p w:rsidR="00C12A1D" w:rsidRDefault="00C12A1D" w:rsidP="00C12A1D">
      <w:r>
        <w:t xml:space="preserve">18.9       .         .        +INF       EPS       </w:t>
      </w:r>
    </w:p>
    <w:p w:rsidR="00C12A1D" w:rsidRDefault="00C12A1D" w:rsidP="00C12A1D">
      <w:r>
        <w:t xml:space="preserve">18.10      .         .        +INF       EPS       </w:t>
      </w:r>
    </w:p>
    <w:p w:rsidR="00C12A1D" w:rsidRDefault="00C12A1D" w:rsidP="00C12A1D">
      <w:r>
        <w:t xml:space="preserve">18.11      .         .        +INF       EPS       </w:t>
      </w:r>
    </w:p>
    <w:p w:rsidR="00C12A1D" w:rsidRDefault="00C12A1D" w:rsidP="00C12A1D">
      <w:r>
        <w:t xml:space="preserve">18.12      .         .        +INF       EPS       </w:t>
      </w:r>
    </w:p>
    <w:p w:rsidR="00C12A1D" w:rsidRDefault="00C12A1D" w:rsidP="00C12A1D">
      <w:r>
        <w:t xml:space="preserve">18.13      .         .        +INF       EPS       </w:t>
      </w:r>
    </w:p>
    <w:p w:rsidR="00C12A1D" w:rsidRDefault="00C12A1D" w:rsidP="00C12A1D">
      <w:r>
        <w:t xml:space="preserve">18.14      .         .        +INF       EPS       </w:t>
      </w:r>
    </w:p>
    <w:p w:rsidR="00C12A1D" w:rsidRDefault="00C12A1D" w:rsidP="00C12A1D">
      <w:r>
        <w:t xml:space="preserve">18.15      .         .        +INF       EPS       </w:t>
      </w:r>
    </w:p>
    <w:p w:rsidR="00C12A1D" w:rsidRDefault="00C12A1D" w:rsidP="00C12A1D">
      <w:r>
        <w:t xml:space="preserve">18.16      .         .        +INF       EPS       </w:t>
      </w:r>
    </w:p>
    <w:p w:rsidR="00C12A1D" w:rsidRDefault="00C12A1D" w:rsidP="00C12A1D">
      <w:r>
        <w:t xml:space="preserve">18.17      .         .        +INF       EPS       </w:t>
      </w:r>
    </w:p>
    <w:p w:rsidR="00C12A1D" w:rsidRDefault="00C12A1D" w:rsidP="00C12A1D">
      <w:r>
        <w:t xml:space="preserve">18.18      .         .        +INF       EPS       </w:t>
      </w:r>
    </w:p>
    <w:p w:rsidR="00C12A1D" w:rsidRDefault="00C12A1D" w:rsidP="00C12A1D">
      <w:r>
        <w:t xml:space="preserve">18.19      .         .        +INF       EPS       </w:t>
      </w:r>
    </w:p>
    <w:p w:rsidR="00C12A1D" w:rsidRDefault="00C12A1D" w:rsidP="00C12A1D">
      <w:r>
        <w:t xml:space="preserve">18.20      .         .        +INF       EPS       </w:t>
      </w:r>
    </w:p>
    <w:p w:rsidR="00C12A1D" w:rsidRDefault="00C12A1D" w:rsidP="00C12A1D">
      <w:r>
        <w:t xml:space="preserve">18.21      .         .        +INF       EPS       </w:t>
      </w:r>
    </w:p>
    <w:p w:rsidR="00C12A1D" w:rsidRDefault="00C12A1D" w:rsidP="00C12A1D">
      <w:r>
        <w:t xml:space="preserve">18.22      .         .        +INF       EPS       </w:t>
      </w:r>
    </w:p>
    <w:p w:rsidR="00C12A1D" w:rsidRDefault="00C12A1D" w:rsidP="00C12A1D">
      <w:r>
        <w:t xml:space="preserve">18.23      .         .        +INF       EPS       </w:t>
      </w:r>
    </w:p>
    <w:p w:rsidR="00C12A1D" w:rsidRDefault="00C12A1D" w:rsidP="00C12A1D">
      <w:r>
        <w:t xml:space="preserve">18.24      .         .        +INF       EPS       </w:t>
      </w:r>
    </w:p>
    <w:p w:rsidR="00C12A1D" w:rsidRDefault="00C12A1D" w:rsidP="00C12A1D">
      <w:r>
        <w:lastRenderedPageBreak/>
        <w:t xml:space="preserve">18.25      .         .        +INF       EPS       </w:t>
      </w:r>
    </w:p>
    <w:p w:rsidR="00C12A1D" w:rsidRDefault="00C12A1D" w:rsidP="00C12A1D">
      <w:r>
        <w:t xml:space="preserve">18.26      .         .        +INF       EPS       </w:t>
      </w:r>
    </w:p>
    <w:p w:rsidR="00C12A1D" w:rsidRDefault="00C12A1D" w:rsidP="00C12A1D">
      <w:r>
        <w:t xml:space="preserve">18.27      .         .        +INF       EPS       </w:t>
      </w:r>
    </w:p>
    <w:p w:rsidR="00C12A1D" w:rsidRDefault="00C12A1D" w:rsidP="00C12A1D">
      <w:r>
        <w:t xml:space="preserve">18.28      .         .        +INF       EPS       </w:t>
      </w:r>
    </w:p>
    <w:p w:rsidR="00C12A1D" w:rsidRDefault="00C12A1D" w:rsidP="00C12A1D">
      <w:r>
        <w:t xml:space="preserve">18.29      .         .        +INF       EPS       </w:t>
      </w:r>
    </w:p>
    <w:p w:rsidR="00C12A1D" w:rsidRDefault="00C12A1D" w:rsidP="00C12A1D">
      <w:r>
        <w:t xml:space="preserve">19.1       .    5.2340E-4     +INF       .         </w:t>
      </w:r>
    </w:p>
    <w:p w:rsidR="00C12A1D" w:rsidRDefault="00C12A1D" w:rsidP="00C12A1D">
      <w:r>
        <w:t xml:space="preserve">19.2       .         .        +INF       EPS       </w:t>
      </w:r>
    </w:p>
    <w:p w:rsidR="00C12A1D" w:rsidRDefault="00C12A1D" w:rsidP="00C12A1D">
      <w:r>
        <w:t xml:space="preserve">19.3       .         .        +INF       EPS       </w:t>
      </w:r>
    </w:p>
    <w:p w:rsidR="00C12A1D" w:rsidRDefault="00C12A1D" w:rsidP="00C12A1D">
      <w:r>
        <w:t xml:space="preserve">19.4       .         .        +INF       EPS       </w:t>
      </w:r>
    </w:p>
    <w:p w:rsidR="00C12A1D" w:rsidRDefault="00C12A1D" w:rsidP="00C12A1D">
      <w:r>
        <w:t xml:space="preserve">19.5       .         .        +INF       EPS       </w:t>
      </w:r>
    </w:p>
    <w:p w:rsidR="00C12A1D" w:rsidRDefault="00C12A1D" w:rsidP="00C12A1D">
      <w:r>
        <w:t xml:space="preserve">19.6       .         .        +INF       EPS       </w:t>
      </w:r>
    </w:p>
    <w:p w:rsidR="00C12A1D" w:rsidRDefault="00C12A1D" w:rsidP="00C12A1D">
      <w:r>
        <w:t xml:space="preserve">19.7       .         .        +INF       EPS       </w:t>
      </w:r>
    </w:p>
    <w:p w:rsidR="00C12A1D" w:rsidRDefault="00C12A1D" w:rsidP="00C12A1D">
      <w:r>
        <w:t xml:space="preserve">19.8       .         .        +INF       EPS       </w:t>
      </w:r>
    </w:p>
    <w:p w:rsidR="00C12A1D" w:rsidRDefault="00C12A1D" w:rsidP="00C12A1D">
      <w:r>
        <w:t xml:space="preserve">19.9       .         .        +INF       EPS       </w:t>
      </w:r>
    </w:p>
    <w:p w:rsidR="00C12A1D" w:rsidRDefault="00C12A1D" w:rsidP="00C12A1D">
      <w:r>
        <w:t xml:space="preserve">19.10      .         .        +INF       EPS       </w:t>
      </w:r>
    </w:p>
    <w:p w:rsidR="00C12A1D" w:rsidRDefault="00C12A1D" w:rsidP="00C12A1D">
      <w:r>
        <w:t xml:space="preserve">19.11      .         .        +INF       EPS       </w:t>
      </w:r>
    </w:p>
    <w:p w:rsidR="00C12A1D" w:rsidRDefault="00C12A1D" w:rsidP="00C12A1D">
      <w:r>
        <w:t xml:space="preserve">19.12      .         .        +INF       EPS       </w:t>
      </w:r>
    </w:p>
    <w:p w:rsidR="00C12A1D" w:rsidRDefault="00C12A1D" w:rsidP="00C12A1D">
      <w:r>
        <w:t xml:space="preserve">19.13      .         .        +INF       EPS       </w:t>
      </w:r>
    </w:p>
    <w:p w:rsidR="00C12A1D" w:rsidRDefault="00C12A1D" w:rsidP="00C12A1D">
      <w:r>
        <w:t xml:space="preserve">19.14      .         .        +INF       EPS       </w:t>
      </w:r>
    </w:p>
    <w:p w:rsidR="00C12A1D" w:rsidRDefault="00C12A1D" w:rsidP="00C12A1D">
      <w:r>
        <w:t xml:space="preserve">19.15      .         .        +INF       EPS       </w:t>
      </w:r>
    </w:p>
    <w:p w:rsidR="00C12A1D" w:rsidRDefault="00C12A1D" w:rsidP="00C12A1D">
      <w:r>
        <w:t xml:space="preserve">19.16      .         .        +INF       EPS       </w:t>
      </w:r>
    </w:p>
    <w:p w:rsidR="00C12A1D" w:rsidRDefault="00C12A1D" w:rsidP="00C12A1D">
      <w:r>
        <w:t xml:space="preserve">19.17      .         .        +INF       EPS       </w:t>
      </w:r>
    </w:p>
    <w:p w:rsidR="00C12A1D" w:rsidRDefault="00C12A1D" w:rsidP="00C12A1D">
      <w:r>
        <w:t xml:space="preserve">19.18      .         .        +INF       EPS       </w:t>
      </w:r>
    </w:p>
    <w:p w:rsidR="00C12A1D" w:rsidRDefault="00C12A1D" w:rsidP="00C12A1D">
      <w:r>
        <w:t xml:space="preserve">19.19      .         .        +INF       EPS       </w:t>
      </w:r>
    </w:p>
    <w:p w:rsidR="00C12A1D" w:rsidRDefault="00C12A1D" w:rsidP="00C12A1D">
      <w:r>
        <w:t xml:space="preserve">19.20      .         .        +INF       EPS       </w:t>
      </w:r>
    </w:p>
    <w:p w:rsidR="00C12A1D" w:rsidRDefault="00C12A1D" w:rsidP="00C12A1D">
      <w:r>
        <w:lastRenderedPageBreak/>
        <w:t xml:space="preserve">19.21      .         .        +INF       EPS       </w:t>
      </w:r>
    </w:p>
    <w:p w:rsidR="00C12A1D" w:rsidRDefault="00C12A1D" w:rsidP="00C12A1D">
      <w:r>
        <w:t xml:space="preserve">19.22      .         .        +INF       EPS       </w:t>
      </w:r>
    </w:p>
    <w:p w:rsidR="00C12A1D" w:rsidRDefault="00C12A1D" w:rsidP="00C12A1D">
      <w:r>
        <w:t xml:space="preserve">19.23      .         .        +INF       EPS       </w:t>
      </w:r>
    </w:p>
    <w:p w:rsidR="00C12A1D" w:rsidRDefault="00C12A1D" w:rsidP="00C12A1D">
      <w:r>
        <w:t xml:space="preserve">19.24      .         .        +INF       EPS       </w:t>
      </w:r>
    </w:p>
    <w:p w:rsidR="00C12A1D" w:rsidRDefault="00C12A1D" w:rsidP="00C12A1D">
      <w:r>
        <w:t xml:space="preserve">19.25      .         .        +INF       EPS       </w:t>
      </w:r>
    </w:p>
    <w:p w:rsidR="00C12A1D" w:rsidRDefault="00C12A1D" w:rsidP="00C12A1D">
      <w:r>
        <w:t xml:space="preserve">19.26      .         .        +INF       EPS       </w:t>
      </w:r>
    </w:p>
    <w:p w:rsidR="00C12A1D" w:rsidRDefault="00C12A1D" w:rsidP="00C12A1D">
      <w:r>
        <w:t xml:space="preserve">19.27      .         .        +INF       EPS       </w:t>
      </w:r>
    </w:p>
    <w:p w:rsidR="00C12A1D" w:rsidRDefault="00C12A1D" w:rsidP="00C12A1D">
      <w:r>
        <w:t xml:space="preserve">19.28      .         .        +INF       EPS       </w:t>
      </w:r>
    </w:p>
    <w:p w:rsidR="00C12A1D" w:rsidRDefault="00C12A1D" w:rsidP="00C12A1D">
      <w:r>
        <w:t xml:space="preserve">19.29      .         .        +INF       EPS       </w:t>
      </w:r>
    </w:p>
    <w:p w:rsidR="00C12A1D" w:rsidRDefault="00C12A1D" w:rsidP="00C12A1D">
      <w:r>
        <w:t xml:space="preserve">20.1       .    7.0952E-4     +INF       .         </w:t>
      </w:r>
    </w:p>
    <w:p w:rsidR="00C12A1D" w:rsidRDefault="00C12A1D" w:rsidP="00C12A1D">
      <w:r>
        <w:t xml:space="preserve">20.2       .         .        +INF       EPS       </w:t>
      </w:r>
    </w:p>
    <w:p w:rsidR="00C12A1D" w:rsidRDefault="00C12A1D" w:rsidP="00C12A1D">
      <w:r>
        <w:t xml:space="preserve">20.3       .         .        +INF       EPS       </w:t>
      </w:r>
    </w:p>
    <w:p w:rsidR="00C12A1D" w:rsidRDefault="00C12A1D" w:rsidP="00C12A1D">
      <w:r>
        <w:t xml:space="preserve">20.4       .         .        +INF       EPS       </w:t>
      </w:r>
    </w:p>
    <w:p w:rsidR="00C12A1D" w:rsidRDefault="00C12A1D" w:rsidP="00C12A1D">
      <w:r>
        <w:t xml:space="preserve">20.5       .         .        +INF       EPS       </w:t>
      </w:r>
    </w:p>
    <w:p w:rsidR="00C12A1D" w:rsidRDefault="00C12A1D" w:rsidP="00C12A1D">
      <w:r>
        <w:t xml:space="preserve">20.6       .         .        +INF       EPS       </w:t>
      </w:r>
    </w:p>
    <w:p w:rsidR="00C12A1D" w:rsidRDefault="00C12A1D" w:rsidP="00C12A1D">
      <w:r>
        <w:t xml:space="preserve">20.7       .         .        +INF       EPS       </w:t>
      </w:r>
    </w:p>
    <w:p w:rsidR="00C12A1D" w:rsidRDefault="00C12A1D" w:rsidP="00C12A1D">
      <w:r>
        <w:t xml:space="preserve">20.8       .         .        +INF       EPS       </w:t>
      </w:r>
    </w:p>
    <w:p w:rsidR="00C12A1D" w:rsidRDefault="00C12A1D" w:rsidP="00C12A1D">
      <w:r>
        <w:t xml:space="preserve">20.9       .         .        +INF       EPS       </w:t>
      </w:r>
    </w:p>
    <w:p w:rsidR="00C12A1D" w:rsidRDefault="00C12A1D" w:rsidP="00C12A1D">
      <w:r>
        <w:t xml:space="preserve">20.10      .         .        +INF       EPS       </w:t>
      </w:r>
    </w:p>
    <w:p w:rsidR="00C12A1D" w:rsidRDefault="00C12A1D" w:rsidP="00C12A1D">
      <w:r>
        <w:t xml:space="preserve">20.11      .         .        +INF       EPS       </w:t>
      </w:r>
    </w:p>
    <w:p w:rsidR="00C12A1D" w:rsidRDefault="00C12A1D" w:rsidP="00C12A1D">
      <w:r>
        <w:t xml:space="preserve">20.12      .         .        +INF       EPS       </w:t>
      </w:r>
    </w:p>
    <w:p w:rsidR="00C12A1D" w:rsidRDefault="00C12A1D" w:rsidP="00C12A1D">
      <w:r>
        <w:t xml:space="preserve">20.13      .         .        +INF       EPS       </w:t>
      </w:r>
    </w:p>
    <w:p w:rsidR="00C12A1D" w:rsidRDefault="00C12A1D" w:rsidP="00C12A1D">
      <w:r>
        <w:t xml:space="preserve">20.14      .         .        +INF       EPS       </w:t>
      </w:r>
    </w:p>
    <w:p w:rsidR="00C12A1D" w:rsidRDefault="00C12A1D" w:rsidP="00C12A1D">
      <w:r>
        <w:t xml:space="preserve">20.15      .         .        +INF       EPS       </w:t>
      </w:r>
    </w:p>
    <w:p w:rsidR="00C12A1D" w:rsidRDefault="00C12A1D" w:rsidP="00C12A1D">
      <w:r>
        <w:t xml:space="preserve">20.16      .         .        +INF       EPS       </w:t>
      </w:r>
    </w:p>
    <w:p w:rsidR="00C12A1D" w:rsidRDefault="00C12A1D" w:rsidP="00C12A1D">
      <w:r>
        <w:lastRenderedPageBreak/>
        <w:t xml:space="preserve">20.17      .         .        +INF       EPS       </w:t>
      </w:r>
    </w:p>
    <w:p w:rsidR="00C12A1D" w:rsidRDefault="00C12A1D" w:rsidP="00C12A1D">
      <w:r>
        <w:t xml:space="preserve">20.18      .         .        +INF       EPS       </w:t>
      </w:r>
    </w:p>
    <w:p w:rsidR="00C12A1D" w:rsidRDefault="00C12A1D" w:rsidP="00C12A1D">
      <w:r>
        <w:t xml:space="preserve">20.19      .         .        +INF       EPS       </w:t>
      </w:r>
    </w:p>
    <w:p w:rsidR="00C12A1D" w:rsidRDefault="00C12A1D" w:rsidP="00C12A1D">
      <w:r>
        <w:t xml:space="preserve">20.20      .         .        +INF       EPS       </w:t>
      </w:r>
    </w:p>
    <w:p w:rsidR="00C12A1D" w:rsidRDefault="00C12A1D" w:rsidP="00C12A1D">
      <w:r>
        <w:t xml:space="preserve">20.21      .         .        +INF       EPS       </w:t>
      </w:r>
    </w:p>
    <w:p w:rsidR="00C12A1D" w:rsidRDefault="00C12A1D" w:rsidP="00C12A1D">
      <w:r>
        <w:t xml:space="preserve">20.22      .         .        +INF       EPS       </w:t>
      </w:r>
    </w:p>
    <w:p w:rsidR="00C12A1D" w:rsidRDefault="00C12A1D" w:rsidP="00C12A1D">
      <w:r>
        <w:t xml:space="preserve">20.23      .         .        +INF       EPS       </w:t>
      </w:r>
    </w:p>
    <w:p w:rsidR="00C12A1D" w:rsidRDefault="00C12A1D" w:rsidP="00C12A1D">
      <w:r>
        <w:t xml:space="preserve">20.24      .         .        +INF       EPS       </w:t>
      </w:r>
    </w:p>
    <w:p w:rsidR="00C12A1D" w:rsidRDefault="00C12A1D" w:rsidP="00C12A1D">
      <w:r>
        <w:t xml:space="preserve">20.25      .         .        +INF       EPS       </w:t>
      </w:r>
    </w:p>
    <w:p w:rsidR="00C12A1D" w:rsidRDefault="00C12A1D" w:rsidP="00C12A1D">
      <w:r>
        <w:t xml:space="preserve">20.26      .         .        +INF       EPS       </w:t>
      </w:r>
    </w:p>
    <w:p w:rsidR="00C12A1D" w:rsidRDefault="00C12A1D" w:rsidP="00C12A1D">
      <w:r>
        <w:t xml:space="preserve">20.27      .         .        +INF       EPS       </w:t>
      </w:r>
    </w:p>
    <w:p w:rsidR="00C12A1D" w:rsidRDefault="00C12A1D" w:rsidP="00C12A1D">
      <w:r>
        <w:t xml:space="preserve">20.28      .         .        +INF       EPS       </w:t>
      </w:r>
    </w:p>
    <w:p w:rsidR="00C12A1D" w:rsidRDefault="00C12A1D" w:rsidP="00C12A1D">
      <w:r>
        <w:t xml:space="preserve">20.29      .         .        +INF       EPS       </w:t>
      </w:r>
    </w:p>
    <w:p w:rsidR="00C12A1D" w:rsidRDefault="00C12A1D" w:rsidP="00C12A1D">
      <w:r>
        <w:t xml:space="preserve">21.1       .         .        +INF       EPS       </w:t>
      </w:r>
    </w:p>
    <w:p w:rsidR="00C12A1D" w:rsidRDefault="00C12A1D" w:rsidP="00C12A1D">
      <w:r>
        <w:t xml:space="preserve">21.2       .         .        +INF       EPS       </w:t>
      </w:r>
    </w:p>
    <w:p w:rsidR="00C12A1D" w:rsidRDefault="00C12A1D" w:rsidP="00C12A1D">
      <w:r>
        <w:t xml:space="preserve">21.3       .         .        +INF       EPS       </w:t>
      </w:r>
    </w:p>
    <w:p w:rsidR="00C12A1D" w:rsidRDefault="00C12A1D" w:rsidP="00C12A1D">
      <w:r>
        <w:t xml:space="preserve">21.4       .         .        +INF       EPS       </w:t>
      </w:r>
    </w:p>
    <w:p w:rsidR="00C12A1D" w:rsidRDefault="00C12A1D" w:rsidP="00C12A1D">
      <w:r>
        <w:t xml:space="preserve">21.5       .         .        +INF       EPS       </w:t>
      </w:r>
    </w:p>
    <w:p w:rsidR="00C12A1D" w:rsidRDefault="00C12A1D" w:rsidP="00C12A1D">
      <w:r>
        <w:t xml:space="preserve">21.6       .         .        +INF       EPS       </w:t>
      </w:r>
    </w:p>
    <w:p w:rsidR="00C12A1D" w:rsidRDefault="00C12A1D" w:rsidP="00C12A1D">
      <w:r>
        <w:t xml:space="preserve">21.7       .         .        +INF       EPS       </w:t>
      </w:r>
    </w:p>
    <w:p w:rsidR="00C12A1D" w:rsidRDefault="00C12A1D" w:rsidP="00C12A1D">
      <w:r>
        <w:t xml:space="preserve">21.8       .         .        +INF       EPS       </w:t>
      </w:r>
    </w:p>
    <w:p w:rsidR="00C12A1D" w:rsidRDefault="00C12A1D" w:rsidP="00C12A1D">
      <w:r>
        <w:t xml:space="preserve">21.9       .         .        +INF       EPS       </w:t>
      </w:r>
    </w:p>
    <w:p w:rsidR="00C12A1D" w:rsidRDefault="00C12A1D" w:rsidP="00C12A1D">
      <w:r>
        <w:t xml:space="preserve">21.10      .         .        +INF       EPS       </w:t>
      </w:r>
    </w:p>
    <w:p w:rsidR="00C12A1D" w:rsidRDefault="00C12A1D" w:rsidP="00C12A1D">
      <w:r>
        <w:t xml:space="preserve">21.11      .         .        +INF       EPS       </w:t>
      </w:r>
    </w:p>
    <w:p w:rsidR="00C12A1D" w:rsidRDefault="00C12A1D" w:rsidP="00C12A1D">
      <w:r>
        <w:t xml:space="preserve">21.12      .         .        +INF       EPS       </w:t>
      </w:r>
    </w:p>
    <w:p w:rsidR="00C12A1D" w:rsidRDefault="00C12A1D" w:rsidP="00C12A1D">
      <w:r>
        <w:lastRenderedPageBreak/>
        <w:t xml:space="preserve">21.13      .         .        +INF       EPS       </w:t>
      </w:r>
    </w:p>
    <w:p w:rsidR="00C12A1D" w:rsidRDefault="00C12A1D" w:rsidP="00C12A1D">
      <w:r>
        <w:t xml:space="preserve">21.14      .         .        +INF       EPS       </w:t>
      </w:r>
    </w:p>
    <w:p w:rsidR="00C12A1D" w:rsidRDefault="00C12A1D" w:rsidP="00C12A1D">
      <w:r>
        <w:t xml:space="preserve">21.15      .         .        +INF       EPS       </w:t>
      </w:r>
    </w:p>
    <w:p w:rsidR="00C12A1D" w:rsidRDefault="00C12A1D" w:rsidP="00C12A1D">
      <w:r>
        <w:t xml:space="preserve">21.16      .         .        +INF       EPS       </w:t>
      </w:r>
    </w:p>
    <w:p w:rsidR="00C12A1D" w:rsidRDefault="00C12A1D" w:rsidP="00C12A1D">
      <w:r>
        <w:t xml:space="preserve">21.17      .         .        +INF       EPS       </w:t>
      </w:r>
    </w:p>
    <w:p w:rsidR="00C12A1D" w:rsidRDefault="00C12A1D" w:rsidP="00C12A1D">
      <w:r>
        <w:t xml:space="preserve">21.18      .         .        +INF       EPS       </w:t>
      </w:r>
    </w:p>
    <w:p w:rsidR="00C12A1D" w:rsidRDefault="00C12A1D" w:rsidP="00C12A1D">
      <w:r>
        <w:t xml:space="preserve">21.19      .         .        +INF       EPS       </w:t>
      </w:r>
    </w:p>
    <w:p w:rsidR="00C12A1D" w:rsidRDefault="00C12A1D" w:rsidP="00C12A1D">
      <w:r>
        <w:t xml:space="preserve">21.20      .         .        +INF       EPS       </w:t>
      </w:r>
    </w:p>
    <w:p w:rsidR="00C12A1D" w:rsidRDefault="00C12A1D" w:rsidP="00C12A1D">
      <w:r>
        <w:t xml:space="preserve">21.21      .         .        +INF       EPS       </w:t>
      </w:r>
    </w:p>
    <w:p w:rsidR="00C12A1D" w:rsidRDefault="00C12A1D" w:rsidP="00C12A1D">
      <w:r>
        <w:t xml:space="preserve">21.22      .         .        +INF       EPS       </w:t>
      </w:r>
    </w:p>
    <w:p w:rsidR="00C12A1D" w:rsidRDefault="00C12A1D" w:rsidP="00C12A1D">
      <w:r>
        <w:t xml:space="preserve">21.23      .         .        +INF       EPS       </w:t>
      </w:r>
    </w:p>
    <w:p w:rsidR="00C12A1D" w:rsidRDefault="00C12A1D" w:rsidP="00C12A1D">
      <w:r>
        <w:t xml:space="preserve">21.24      .         .        +INF       EPS       </w:t>
      </w:r>
    </w:p>
    <w:p w:rsidR="00C12A1D" w:rsidRDefault="00C12A1D" w:rsidP="00C12A1D">
      <w:r>
        <w:t xml:space="preserve">21.25      .         .        +INF       EPS       </w:t>
      </w:r>
    </w:p>
    <w:p w:rsidR="00C12A1D" w:rsidRDefault="00C12A1D" w:rsidP="00C12A1D">
      <w:r>
        <w:t xml:space="preserve">21.26      .         .        +INF       EPS       </w:t>
      </w:r>
    </w:p>
    <w:p w:rsidR="00C12A1D" w:rsidRDefault="00C12A1D" w:rsidP="00C12A1D">
      <w:r>
        <w:t xml:space="preserve">21.27      .         .        +INF       EPS       </w:t>
      </w:r>
    </w:p>
    <w:p w:rsidR="00C12A1D" w:rsidRDefault="00C12A1D" w:rsidP="00C12A1D">
      <w:r>
        <w:t xml:space="preserve">21.28      .         .        +INF       EPS       </w:t>
      </w:r>
    </w:p>
    <w:p w:rsidR="00C12A1D" w:rsidRDefault="00C12A1D" w:rsidP="00C12A1D">
      <w:r>
        <w:t xml:space="preserve">21.29      .         .        +INF       EPS       </w:t>
      </w:r>
    </w:p>
    <w:p w:rsidR="00C12A1D" w:rsidRDefault="00C12A1D" w:rsidP="00C12A1D">
      <w:r>
        <w:t xml:space="preserve">22.1       .         .        +INF       EPS       </w:t>
      </w:r>
    </w:p>
    <w:p w:rsidR="00C12A1D" w:rsidRDefault="00C12A1D" w:rsidP="00C12A1D">
      <w:r>
        <w:t xml:space="preserve">22.2       .         .        +INF       EPS       </w:t>
      </w:r>
    </w:p>
    <w:p w:rsidR="00C12A1D" w:rsidRDefault="00C12A1D" w:rsidP="00C12A1D">
      <w:r>
        <w:t xml:space="preserve">22.3       .         .        +INF       EPS       </w:t>
      </w:r>
    </w:p>
    <w:p w:rsidR="00C12A1D" w:rsidRDefault="00C12A1D" w:rsidP="00C12A1D">
      <w:r>
        <w:t xml:space="preserve">22.4       .         .        +INF       EPS       </w:t>
      </w:r>
    </w:p>
    <w:p w:rsidR="00C12A1D" w:rsidRDefault="00C12A1D" w:rsidP="00C12A1D">
      <w:r>
        <w:t xml:space="preserve">22.5       .         .        +INF       EPS       </w:t>
      </w:r>
    </w:p>
    <w:p w:rsidR="00C12A1D" w:rsidRDefault="00C12A1D" w:rsidP="00C12A1D">
      <w:r>
        <w:t xml:space="preserve">22.6       .         .        +INF       EPS       </w:t>
      </w:r>
    </w:p>
    <w:p w:rsidR="00C12A1D" w:rsidRDefault="00C12A1D" w:rsidP="00C12A1D">
      <w:r>
        <w:t xml:space="preserve">22.7       .         .        +INF       EPS       </w:t>
      </w:r>
    </w:p>
    <w:p w:rsidR="00C12A1D" w:rsidRDefault="00C12A1D" w:rsidP="00C12A1D">
      <w:r>
        <w:t xml:space="preserve">22.8       .         .        +INF       EPS       </w:t>
      </w:r>
    </w:p>
    <w:p w:rsidR="00C12A1D" w:rsidRDefault="00C12A1D" w:rsidP="00C12A1D">
      <w:r>
        <w:lastRenderedPageBreak/>
        <w:t xml:space="preserve">22.9       .        0.002     +INF       .         </w:t>
      </w:r>
    </w:p>
    <w:p w:rsidR="00C12A1D" w:rsidRDefault="00C12A1D" w:rsidP="00C12A1D">
      <w:r>
        <w:t xml:space="preserve">22.10      .         .        +INF       EPS       </w:t>
      </w:r>
    </w:p>
    <w:p w:rsidR="00C12A1D" w:rsidRDefault="00C12A1D" w:rsidP="00C12A1D">
      <w:r>
        <w:t xml:space="preserve">22.11      .         .        +INF       EPS       </w:t>
      </w:r>
    </w:p>
    <w:p w:rsidR="00C12A1D" w:rsidRDefault="00C12A1D" w:rsidP="00C12A1D">
      <w:r>
        <w:t xml:space="preserve">22.12      .         .        +INF       EPS       </w:t>
      </w:r>
    </w:p>
    <w:p w:rsidR="00C12A1D" w:rsidRDefault="00C12A1D" w:rsidP="00C12A1D">
      <w:r>
        <w:t xml:space="preserve">22.13      .         .        +INF       EPS       </w:t>
      </w:r>
    </w:p>
    <w:p w:rsidR="00C12A1D" w:rsidRDefault="00C12A1D" w:rsidP="00C12A1D">
      <w:r>
        <w:t xml:space="preserve">22.14      .         .        +INF       EPS       </w:t>
      </w:r>
    </w:p>
    <w:p w:rsidR="00C12A1D" w:rsidRDefault="00C12A1D" w:rsidP="00C12A1D">
      <w:r>
        <w:t xml:space="preserve">22.15      .         .        +INF       EPS       </w:t>
      </w:r>
    </w:p>
    <w:p w:rsidR="00C12A1D" w:rsidRDefault="00C12A1D" w:rsidP="00C12A1D">
      <w:r>
        <w:t xml:space="preserve">22.16      .         .        +INF       EPS       </w:t>
      </w:r>
    </w:p>
    <w:p w:rsidR="00C12A1D" w:rsidRDefault="00C12A1D" w:rsidP="00C12A1D">
      <w:r>
        <w:t xml:space="preserve">22.17      .         .        +INF       EPS       </w:t>
      </w:r>
    </w:p>
    <w:p w:rsidR="00C12A1D" w:rsidRDefault="00C12A1D" w:rsidP="00C12A1D">
      <w:r>
        <w:t xml:space="preserve">22.18      .         .        +INF       EPS       </w:t>
      </w:r>
    </w:p>
    <w:p w:rsidR="00C12A1D" w:rsidRDefault="00C12A1D" w:rsidP="00C12A1D">
      <w:r>
        <w:t xml:space="preserve">22.19      .         .        +INF       EPS       </w:t>
      </w:r>
    </w:p>
    <w:p w:rsidR="00C12A1D" w:rsidRDefault="00C12A1D" w:rsidP="00C12A1D">
      <w:r>
        <w:t xml:space="preserve">22.20      .         .        +INF       EPS       </w:t>
      </w:r>
    </w:p>
    <w:p w:rsidR="00C12A1D" w:rsidRDefault="00C12A1D" w:rsidP="00C12A1D">
      <w:r>
        <w:t xml:space="preserve">22.21      .    6.4816E-4     +INF       .         </w:t>
      </w:r>
    </w:p>
    <w:p w:rsidR="00C12A1D" w:rsidRDefault="00C12A1D" w:rsidP="00C12A1D">
      <w:r>
        <w:t xml:space="preserve">22.22      .         .        +INF       EPS       </w:t>
      </w:r>
    </w:p>
    <w:p w:rsidR="00C12A1D" w:rsidRDefault="00C12A1D" w:rsidP="00C12A1D">
      <w:r>
        <w:t xml:space="preserve">22.23      .         .        +INF       EPS       </w:t>
      </w:r>
    </w:p>
    <w:p w:rsidR="00C12A1D" w:rsidRDefault="00C12A1D" w:rsidP="00C12A1D">
      <w:r>
        <w:t xml:space="preserve">22.24      .         .        +INF       EPS       </w:t>
      </w:r>
    </w:p>
    <w:p w:rsidR="00C12A1D" w:rsidRDefault="00C12A1D" w:rsidP="00C12A1D">
      <w:r>
        <w:t xml:space="preserve">22.25      .         .        +INF       EPS       </w:t>
      </w:r>
    </w:p>
    <w:p w:rsidR="00C12A1D" w:rsidRDefault="00C12A1D" w:rsidP="00C12A1D">
      <w:r>
        <w:t xml:space="preserve">22.26      .         .        +INF       EPS       </w:t>
      </w:r>
    </w:p>
    <w:p w:rsidR="00C12A1D" w:rsidRDefault="00C12A1D" w:rsidP="00C12A1D">
      <w:r>
        <w:t xml:space="preserve">22.27      .         .        +INF       EPS       </w:t>
      </w:r>
    </w:p>
    <w:p w:rsidR="00C12A1D" w:rsidRDefault="00C12A1D" w:rsidP="00C12A1D">
      <w:r>
        <w:t xml:space="preserve">22.28      .         .        +INF       EPS       </w:t>
      </w:r>
    </w:p>
    <w:p w:rsidR="00C12A1D" w:rsidRDefault="00C12A1D" w:rsidP="00C12A1D">
      <w:r>
        <w:t xml:space="preserve">22.29      .         .        +INF       EPS       </w:t>
      </w:r>
    </w:p>
    <w:p w:rsidR="00C12A1D" w:rsidRDefault="00C12A1D" w:rsidP="00C12A1D">
      <w:r>
        <w:t xml:space="preserve">23.1       .         .        +INF       EPS       </w:t>
      </w:r>
    </w:p>
    <w:p w:rsidR="00C12A1D" w:rsidRDefault="00C12A1D" w:rsidP="00C12A1D">
      <w:r>
        <w:t xml:space="preserve">23.2       .         .        +INF       EPS       </w:t>
      </w:r>
    </w:p>
    <w:p w:rsidR="00C12A1D" w:rsidRDefault="00C12A1D" w:rsidP="00C12A1D">
      <w:r>
        <w:t xml:space="preserve">23.3       .         .        +INF       EPS       </w:t>
      </w:r>
    </w:p>
    <w:p w:rsidR="00C12A1D" w:rsidRDefault="00C12A1D" w:rsidP="00C12A1D">
      <w:r>
        <w:t xml:space="preserve">23.4       .         .        +INF       EPS       </w:t>
      </w:r>
    </w:p>
    <w:p w:rsidR="00C12A1D" w:rsidRDefault="00C12A1D" w:rsidP="00C12A1D">
      <w:r>
        <w:lastRenderedPageBreak/>
        <w:t xml:space="preserve">23.5       .         .        +INF       EPS       </w:t>
      </w:r>
    </w:p>
    <w:p w:rsidR="00C12A1D" w:rsidRDefault="00C12A1D" w:rsidP="00C12A1D">
      <w:r>
        <w:t xml:space="preserve">23.6       .         .        +INF       EPS       </w:t>
      </w:r>
    </w:p>
    <w:p w:rsidR="00C12A1D" w:rsidRDefault="00C12A1D" w:rsidP="00C12A1D">
      <w:r>
        <w:t xml:space="preserve">23.7       .         .        +INF       EPS       </w:t>
      </w:r>
    </w:p>
    <w:p w:rsidR="00C12A1D" w:rsidRDefault="00C12A1D" w:rsidP="00C12A1D">
      <w:r>
        <w:t xml:space="preserve">23.8       .         .        +INF       EPS       </w:t>
      </w:r>
    </w:p>
    <w:p w:rsidR="00C12A1D" w:rsidRDefault="00C12A1D" w:rsidP="00C12A1D">
      <w:r>
        <w:t xml:space="preserve">23.9       .         .        +INF       EPS       </w:t>
      </w:r>
    </w:p>
    <w:p w:rsidR="00C12A1D" w:rsidRDefault="00C12A1D" w:rsidP="00C12A1D">
      <w:r>
        <w:t xml:space="preserve">23.10      .         .        +INF       EPS       </w:t>
      </w:r>
    </w:p>
    <w:p w:rsidR="00C12A1D" w:rsidRDefault="00C12A1D" w:rsidP="00C12A1D">
      <w:r>
        <w:t xml:space="preserve">23.11      .         .        +INF       EPS       </w:t>
      </w:r>
    </w:p>
    <w:p w:rsidR="00C12A1D" w:rsidRDefault="00C12A1D" w:rsidP="00C12A1D">
      <w:r>
        <w:t xml:space="preserve">23.12      .         .        +INF       EPS       </w:t>
      </w:r>
    </w:p>
    <w:p w:rsidR="00C12A1D" w:rsidRDefault="00C12A1D" w:rsidP="00C12A1D">
      <w:r>
        <w:t xml:space="preserve">23.13      .         .        +INF       EPS       </w:t>
      </w:r>
    </w:p>
    <w:p w:rsidR="00C12A1D" w:rsidRDefault="00C12A1D" w:rsidP="00C12A1D">
      <w:r>
        <w:t xml:space="preserve">23.14      .         .        +INF       EPS       </w:t>
      </w:r>
    </w:p>
    <w:p w:rsidR="00C12A1D" w:rsidRDefault="00C12A1D" w:rsidP="00C12A1D">
      <w:r>
        <w:t xml:space="preserve">23.15      .         .        +INF       EPS       </w:t>
      </w:r>
    </w:p>
    <w:p w:rsidR="00C12A1D" w:rsidRDefault="00C12A1D" w:rsidP="00C12A1D">
      <w:r>
        <w:t xml:space="preserve">23.16      .         .        +INF       EPS       </w:t>
      </w:r>
    </w:p>
    <w:p w:rsidR="00C12A1D" w:rsidRDefault="00C12A1D" w:rsidP="00C12A1D">
      <w:r>
        <w:t xml:space="preserve">23.17      .         .        +INF       EPS       </w:t>
      </w:r>
    </w:p>
    <w:p w:rsidR="00C12A1D" w:rsidRDefault="00C12A1D" w:rsidP="00C12A1D">
      <w:r>
        <w:t xml:space="preserve">23.18      .         .        +INF       EPS       </w:t>
      </w:r>
    </w:p>
    <w:p w:rsidR="00C12A1D" w:rsidRDefault="00C12A1D" w:rsidP="00C12A1D">
      <w:r>
        <w:t xml:space="preserve">23.19      .         .        +INF       EPS       </w:t>
      </w:r>
    </w:p>
    <w:p w:rsidR="00C12A1D" w:rsidRDefault="00C12A1D" w:rsidP="00C12A1D">
      <w:r>
        <w:t xml:space="preserve">23.20      .         .        +INF       EPS       </w:t>
      </w:r>
    </w:p>
    <w:p w:rsidR="00C12A1D" w:rsidRDefault="00C12A1D" w:rsidP="00C12A1D">
      <w:r>
        <w:t xml:space="preserve">23.21      .         .        +INF       EPS       </w:t>
      </w:r>
    </w:p>
    <w:p w:rsidR="00C12A1D" w:rsidRDefault="00C12A1D" w:rsidP="00C12A1D">
      <w:r>
        <w:t xml:space="preserve">23.22      .         .        +INF       EPS       </w:t>
      </w:r>
    </w:p>
    <w:p w:rsidR="00C12A1D" w:rsidRDefault="00C12A1D" w:rsidP="00C12A1D">
      <w:r>
        <w:t xml:space="preserve">23.23      .         .        +INF       EPS       </w:t>
      </w:r>
    </w:p>
    <w:p w:rsidR="00C12A1D" w:rsidRDefault="00C12A1D" w:rsidP="00C12A1D">
      <w:r>
        <w:t xml:space="preserve">23.24      .         .        +INF       EPS       </w:t>
      </w:r>
    </w:p>
    <w:p w:rsidR="00C12A1D" w:rsidRDefault="00C12A1D" w:rsidP="00C12A1D">
      <w:r>
        <w:t xml:space="preserve">23.25      .         .        +INF       EPS       </w:t>
      </w:r>
    </w:p>
    <w:p w:rsidR="00C12A1D" w:rsidRDefault="00C12A1D" w:rsidP="00C12A1D">
      <w:r>
        <w:t xml:space="preserve">23.26      .         .        +INF       EPS       </w:t>
      </w:r>
    </w:p>
    <w:p w:rsidR="00C12A1D" w:rsidRDefault="00C12A1D" w:rsidP="00C12A1D">
      <w:r>
        <w:t xml:space="preserve">23.27      .         .        +INF       EPS       </w:t>
      </w:r>
    </w:p>
    <w:p w:rsidR="00C12A1D" w:rsidRDefault="00C12A1D" w:rsidP="00C12A1D">
      <w:r>
        <w:t xml:space="preserve">23.28      .         .        +INF       EPS       </w:t>
      </w:r>
    </w:p>
    <w:p w:rsidR="00C12A1D" w:rsidRDefault="00C12A1D" w:rsidP="00C12A1D">
      <w:r>
        <w:t xml:space="preserve">23.29      .         .        +INF       EPS       </w:t>
      </w:r>
    </w:p>
    <w:p w:rsidR="00C12A1D" w:rsidRDefault="00C12A1D" w:rsidP="00C12A1D">
      <w:r>
        <w:lastRenderedPageBreak/>
        <w:t xml:space="preserve">24.1       .         .        +INF       EPS       </w:t>
      </w:r>
    </w:p>
    <w:p w:rsidR="00C12A1D" w:rsidRDefault="00C12A1D" w:rsidP="00C12A1D">
      <w:r>
        <w:t xml:space="preserve">24.2       .         .        +INF       EPS       </w:t>
      </w:r>
    </w:p>
    <w:p w:rsidR="00C12A1D" w:rsidRDefault="00C12A1D" w:rsidP="00C12A1D">
      <w:r>
        <w:t xml:space="preserve">24.3       .         .        +INF       EPS       </w:t>
      </w:r>
    </w:p>
    <w:p w:rsidR="00C12A1D" w:rsidRDefault="00C12A1D" w:rsidP="00C12A1D">
      <w:r>
        <w:t xml:space="preserve">24.4       .         .        +INF       EPS       </w:t>
      </w:r>
    </w:p>
    <w:p w:rsidR="00C12A1D" w:rsidRDefault="00C12A1D" w:rsidP="00C12A1D">
      <w:r>
        <w:t xml:space="preserve">24.5       .         .        +INF       EPS       </w:t>
      </w:r>
    </w:p>
    <w:p w:rsidR="00C12A1D" w:rsidRDefault="00C12A1D" w:rsidP="00C12A1D">
      <w:r>
        <w:t xml:space="preserve">24.6       .         .        +INF       EPS       </w:t>
      </w:r>
    </w:p>
    <w:p w:rsidR="00C12A1D" w:rsidRDefault="00C12A1D" w:rsidP="00C12A1D">
      <w:r>
        <w:t xml:space="preserve">24.7       .         .        +INF       EPS       </w:t>
      </w:r>
    </w:p>
    <w:p w:rsidR="00C12A1D" w:rsidRDefault="00C12A1D" w:rsidP="00C12A1D">
      <w:r>
        <w:t xml:space="preserve">24.8       .         .        +INF       EPS       </w:t>
      </w:r>
    </w:p>
    <w:p w:rsidR="00C12A1D" w:rsidRDefault="00C12A1D" w:rsidP="00C12A1D">
      <w:r>
        <w:t xml:space="preserve">24.9       .         .        +INF       EPS       </w:t>
      </w:r>
    </w:p>
    <w:p w:rsidR="00C12A1D" w:rsidRDefault="00C12A1D" w:rsidP="00C12A1D">
      <w:r>
        <w:t xml:space="preserve">24.10      .         .        +INF       EPS       </w:t>
      </w:r>
    </w:p>
    <w:p w:rsidR="00C12A1D" w:rsidRDefault="00C12A1D" w:rsidP="00C12A1D">
      <w:r>
        <w:t xml:space="preserve">24.11      .         .        +INF       EPS       </w:t>
      </w:r>
    </w:p>
    <w:p w:rsidR="00C12A1D" w:rsidRDefault="00C12A1D" w:rsidP="00C12A1D">
      <w:r>
        <w:t xml:space="preserve">24.12      .         .        +INF       EPS       </w:t>
      </w:r>
    </w:p>
    <w:p w:rsidR="00C12A1D" w:rsidRDefault="00C12A1D" w:rsidP="00C12A1D">
      <w:r>
        <w:t xml:space="preserve">24.13      .         .        +INF       EPS       </w:t>
      </w:r>
    </w:p>
    <w:p w:rsidR="00C12A1D" w:rsidRDefault="00C12A1D" w:rsidP="00C12A1D">
      <w:r>
        <w:t xml:space="preserve">24.14      .         .        +INF       EPS       </w:t>
      </w:r>
    </w:p>
    <w:p w:rsidR="00C12A1D" w:rsidRDefault="00C12A1D" w:rsidP="00C12A1D">
      <w:r>
        <w:t xml:space="preserve">24.15      .         .        +INF       EPS       </w:t>
      </w:r>
    </w:p>
    <w:p w:rsidR="00C12A1D" w:rsidRDefault="00C12A1D" w:rsidP="00C12A1D">
      <w:r>
        <w:t xml:space="preserve">24.16      .         .        +INF       EPS       </w:t>
      </w:r>
    </w:p>
    <w:p w:rsidR="00C12A1D" w:rsidRDefault="00C12A1D" w:rsidP="00C12A1D">
      <w:r>
        <w:t xml:space="preserve">24.17      .         .        +INF       EPS       </w:t>
      </w:r>
    </w:p>
    <w:p w:rsidR="00C12A1D" w:rsidRDefault="00C12A1D" w:rsidP="00C12A1D">
      <w:r>
        <w:t xml:space="preserve">24.18      .         .        +INF       EPS       </w:t>
      </w:r>
    </w:p>
    <w:p w:rsidR="00C12A1D" w:rsidRDefault="00C12A1D" w:rsidP="00C12A1D">
      <w:r>
        <w:t xml:space="preserve">24.19      .         .        +INF       EPS       </w:t>
      </w:r>
    </w:p>
    <w:p w:rsidR="00C12A1D" w:rsidRDefault="00C12A1D" w:rsidP="00C12A1D">
      <w:r>
        <w:t xml:space="preserve">24.20      .         .        +INF       EPS       </w:t>
      </w:r>
    </w:p>
    <w:p w:rsidR="00C12A1D" w:rsidRDefault="00C12A1D" w:rsidP="00C12A1D">
      <w:r>
        <w:t xml:space="preserve">24.21      .        0.003     +INF       .         </w:t>
      </w:r>
    </w:p>
    <w:p w:rsidR="00C12A1D" w:rsidRDefault="00C12A1D" w:rsidP="00C12A1D">
      <w:r>
        <w:t xml:space="preserve">24.22      .         .        +INF       EPS       </w:t>
      </w:r>
    </w:p>
    <w:p w:rsidR="00C12A1D" w:rsidRDefault="00C12A1D" w:rsidP="00C12A1D">
      <w:r>
        <w:t xml:space="preserve">24.23      .         .        +INF       EPS       </w:t>
      </w:r>
    </w:p>
    <w:p w:rsidR="00C12A1D" w:rsidRDefault="00C12A1D" w:rsidP="00C12A1D">
      <w:r>
        <w:t xml:space="preserve">24.24      .         .        +INF       EPS       </w:t>
      </w:r>
    </w:p>
    <w:p w:rsidR="00C12A1D" w:rsidRDefault="00C12A1D" w:rsidP="00C12A1D">
      <w:r>
        <w:t xml:space="preserve">24.25      .         .        +INF       EPS       </w:t>
      </w:r>
    </w:p>
    <w:p w:rsidR="00C12A1D" w:rsidRDefault="00C12A1D" w:rsidP="00C12A1D">
      <w:r>
        <w:lastRenderedPageBreak/>
        <w:t xml:space="preserve">24.26      .         .        +INF       EPS       </w:t>
      </w:r>
    </w:p>
    <w:p w:rsidR="00C12A1D" w:rsidRDefault="00C12A1D" w:rsidP="00C12A1D">
      <w:r>
        <w:t xml:space="preserve">24.27      .         .        +INF       EPS       </w:t>
      </w:r>
    </w:p>
    <w:p w:rsidR="00C12A1D" w:rsidRDefault="00C12A1D" w:rsidP="00C12A1D">
      <w:r>
        <w:t xml:space="preserve">24.28      .         .        +INF       EPS       </w:t>
      </w:r>
    </w:p>
    <w:p w:rsidR="00C12A1D" w:rsidRDefault="00C12A1D" w:rsidP="00C12A1D">
      <w:r>
        <w:t xml:space="preserve">24.29      .         .        +INF       EPS       </w:t>
      </w:r>
    </w:p>
    <w:p w:rsidR="00C12A1D" w:rsidRDefault="00C12A1D" w:rsidP="00C12A1D">
      <w:r>
        <w:t xml:space="preserve">25.1       .         .        +INF       EPS       </w:t>
      </w:r>
    </w:p>
    <w:p w:rsidR="00C12A1D" w:rsidRDefault="00C12A1D" w:rsidP="00C12A1D">
      <w:r>
        <w:t xml:space="preserve">25.2       .         .        +INF       EPS       </w:t>
      </w:r>
    </w:p>
    <w:p w:rsidR="00C12A1D" w:rsidRDefault="00C12A1D" w:rsidP="00C12A1D">
      <w:r>
        <w:t xml:space="preserve">25.3       .         .        +INF       EPS       </w:t>
      </w:r>
    </w:p>
    <w:p w:rsidR="00C12A1D" w:rsidRDefault="00C12A1D" w:rsidP="00C12A1D">
      <w:r>
        <w:t xml:space="preserve">25.4       .         .        +INF       EPS       </w:t>
      </w:r>
    </w:p>
    <w:p w:rsidR="00C12A1D" w:rsidRDefault="00C12A1D" w:rsidP="00C12A1D">
      <w:r>
        <w:t xml:space="preserve">25.5       .         .        +INF       EPS       </w:t>
      </w:r>
    </w:p>
    <w:p w:rsidR="00C12A1D" w:rsidRDefault="00C12A1D" w:rsidP="00C12A1D">
      <w:r>
        <w:t xml:space="preserve">25.6       .         .        +INF       EPS       </w:t>
      </w:r>
    </w:p>
    <w:p w:rsidR="00C12A1D" w:rsidRDefault="00C12A1D" w:rsidP="00C12A1D">
      <w:r>
        <w:t xml:space="preserve">25.7       .         .        +INF       EPS       </w:t>
      </w:r>
    </w:p>
    <w:p w:rsidR="00C12A1D" w:rsidRDefault="00C12A1D" w:rsidP="00C12A1D">
      <w:r>
        <w:t xml:space="preserve">25.8       .         .        +INF       EPS       </w:t>
      </w:r>
    </w:p>
    <w:p w:rsidR="00C12A1D" w:rsidRDefault="00C12A1D" w:rsidP="00C12A1D">
      <w:r>
        <w:t xml:space="preserve">25.9       .         .        +INF       EPS       </w:t>
      </w:r>
    </w:p>
    <w:p w:rsidR="00C12A1D" w:rsidRDefault="00C12A1D" w:rsidP="00C12A1D">
      <w:r>
        <w:t xml:space="preserve">25.10      .         .        +INF       EPS       </w:t>
      </w:r>
    </w:p>
    <w:p w:rsidR="00C12A1D" w:rsidRDefault="00C12A1D" w:rsidP="00C12A1D">
      <w:r>
        <w:t xml:space="preserve">25.11      .         .        +INF       EPS       </w:t>
      </w:r>
    </w:p>
    <w:p w:rsidR="00C12A1D" w:rsidRDefault="00C12A1D" w:rsidP="00C12A1D">
      <w:r>
        <w:t xml:space="preserve">25.12      .         .        +INF       EPS       </w:t>
      </w:r>
    </w:p>
    <w:p w:rsidR="00C12A1D" w:rsidRDefault="00C12A1D" w:rsidP="00C12A1D">
      <w:r>
        <w:t xml:space="preserve">25.13      .         .        +INF       EPS       </w:t>
      </w:r>
    </w:p>
    <w:p w:rsidR="00C12A1D" w:rsidRDefault="00C12A1D" w:rsidP="00C12A1D">
      <w:r>
        <w:t xml:space="preserve">25.14      .         .        +INF       EPS       </w:t>
      </w:r>
    </w:p>
    <w:p w:rsidR="00C12A1D" w:rsidRDefault="00C12A1D" w:rsidP="00C12A1D">
      <w:r>
        <w:t xml:space="preserve">25.15      .         .        +INF       EPS       </w:t>
      </w:r>
    </w:p>
    <w:p w:rsidR="00C12A1D" w:rsidRDefault="00C12A1D" w:rsidP="00C12A1D">
      <w:r>
        <w:t xml:space="preserve">25.16      .         .        +INF       EPS       </w:t>
      </w:r>
    </w:p>
    <w:p w:rsidR="00C12A1D" w:rsidRDefault="00C12A1D" w:rsidP="00C12A1D">
      <w:r>
        <w:t xml:space="preserve">25.17      .         .        +INF       EPS       </w:t>
      </w:r>
    </w:p>
    <w:p w:rsidR="00C12A1D" w:rsidRDefault="00C12A1D" w:rsidP="00C12A1D">
      <w:r>
        <w:t xml:space="preserve">25.18      .         .        +INF       EPS       </w:t>
      </w:r>
    </w:p>
    <w:p w:rsidR="00C12A1D" w:rsidRDefault="00C12A1D" w:rsidP="00C12A1D">
      <w:r>
        <w:t xml:space="preserve">25.19      .         .        +INF       EPS       </w:t>
      </w:r>
    </w:p>
    <w:p w:rsidR="00C12A1D" w:rsidRDefault="00C12A1D" w:rsidP="00C12A1D">
      <w:r>
        <w:t xml:space="preserve">25.20      .         .        +INF       EPS       </w:t>
      </w:r>
    </w:p>
    <w:p w:rsidR="00C12A1D" w:rsidRDefault="00C12A1D" w:rsidP="00C12A1D">
      <w:r>
        <w:t xml:space="preserve">25.21      .        0.001     +INF       .         </w:t>
      </w:r>
    </w:p>
    <w:p w:rsidR="00C12A1D" w:rsidRDefault="00C12A1D" w:rsidP="00C12A1D">
      <w:r>
        <w:lastRenderedPageBreak/>
        <w:t xml:space="preserve">25.22      .         .        +INF       EPS       </w:t>
      </w:r>
    </w:p>
    <w:p w:rsidR="00C12A1D" w:rsidRDefault="00C12A1D" w:rsidP="00C12A1D">
      <w:r>
        <w:t xml:space="preserve">25.23      .         .        +INF       EPS       </w:t>
      </w:r>
    </w:p>
    <w:p w:rsidR="00C12A1D" w:rsidRDefault="00C12A1D" w:rsidP="00C12A1D">
      <w:r>
        <w:t xml:space="preserve">25.24      .         .        +INF       EPS       </w:t>
      </w:r>
    </w:p>
    <w:p w:rsidR="00C12A1D" w:rsidRDefault="00C12A1D" w:rsidP="00C12A1D">
      <w:r>
        <w:t xml:space="preserve">25.25      .         .        +INF       EPS       </w:t>
      </w:r>
    </w:p>
    <w:p w:rsidR="00C12A1D" w:rsidRDefault="00C12A1D" w:rsidP="00C12A1D">
      <w:r>
        <w:t xml:space="preserve">25.26      .         .        +INF       EPS       </w:t>
      </w:r>
    </w:p>
    <w:p w:rsidR="00C12A1D" w:rsidRDefault="00C12A1D" w:rsidP="00C12A1D">
      <w:r>
        <w:t xml:space="preserve">25.27      .         .        +INF       EPS       </w:t>
      </w:r>
    </w:p>
    <w:p w:rsidR="00C12A1D" w:rsidRDefault="00C12A1D" w:rsidP="00C12A1D">
      <w:r>
        <w:t xml:space="preserve">25.28      .         .        +INF       EPS       </w:t>
      </w:r>
    </w:p>
    <w:p w:rsidR="00C12A1D" w:rsidRDefault="00C12A1D" w:rsidP="00C12A1D">
      <w:r>
        <w:t xml:space="preserve">25.29      .         .        +INF       EPS       </w:t>
      </w:r>
    </w:p>
    <w:p w:rsidR="00C12A1D" w:rsidRDefault="00C12A1D" w:rsidP="00C12A1D">
      <w:r>
        <w:t xml:space="preserve">26.1       .         .        +INF       EPS       </w:t>
      </w:r>
    </w:p>
    <w:p w:rsidR="00C12A1D" w:rsidRDefault="00C12A1D" w:rsidP="00C12A1D">
      <w:r>
        <w:t xml:space="preserve">26.2       .         .        +INF       EPS       </w:t>
      </w:r>
    </w:p>
    <w:p w:rsidR="00C12A1D" w:rsidRDefault="00C12A1D" w:rsidP="00C12A1D">
      <w:r>
        <w:t xml:space="preserve">26.3       .         .        +INF       EPS       </w:t>
      </w:r>
    </w:p>
    <w:p w:rsidR="00C12A1D" w:rsidRDefault="00C12A1D" w:rsidP="00C12A1D">
      <w:r>
        <w:t xml:space="preserve">26.4       .         .        +INF       EPS       </w:t>
      </w:r>
    </w:p>
    <w:p w:rsidR="00C12A1D" w:rsidRDefault="00C12A1D" w:rsidP="00C12A1D">
      <w:r>
        <w:t xml:space="preserve">26.5       .         .        +INF       EPS       </w:t>
      </w:r>
    </w:p>
    <w:p w:rsidR="00C12A1D" w:rsidRDefault="00C12A1D" w:rsidP="00C12A1D">
      <w:r>
        <w:t xml:space="preserve">26.6       .         .        +INF       EPS       </w:t>
      </w:r>
    </w:p>
    <w:p w:rsidR="00C12A1D" w:rsidRDefault="00C12A1D" w:rsidP="00C12A1D">
      <w:r>
        <w:t xml:space="preserve">26.7       .         .        +INF       EPS       </w:t>
      </w:r>
    </w:p>
    <w:p w:rsidR="00C12A1D" w:rsidRDefault="00C12A1D" w:rsidP="00C12A1D">
      <w:r>
        <w:t xml:space="preserve">26.8       .         .        +INF       EPS       </w:t>
      </w:r>
    </w:p>
    <w:p w:rsidR="00C12A1D" w:rsidRDefault="00C12A1D" w:rsidP="00C12A1D">
      <w:r>
        <w:t xml:space="preserve">26.9       .         .        +INF       EPS       </w:t>
      </w:r>
    </w:p>
    <w:p w:rsidR="00C12A1D" w:rsidRDefault="00C12A1D" w:rsidP="00C12A1D">
      <w:r>
        <w:t xml:space="preserve">26.10      .         .        +INF       EPS       </w:t>
      </w:r>
    </w:p>
    <w:p w:rsidR="00C12A1D" w:rsidRDefault="00C12A1D" w:rsidP="00C12A1D">
      <w:r>
        <w:t xml:space="preserve">26.11      .         .        +INF       EPS       </w:t>
      </w:r>
    </w:p>
    <w:p w:rsidR="00C12A1D" w:rsidRDefault="00C12A1D" w:rsidP="00C12A1D">
      <w:r>
        <w:t xml:space="preserve">26.12      .         .        +INF       EPS       </w:t>
      </w:r>
    </w:p>
    <w:p w:rsidR="00C12A1D" w:rsidRDefault="00C12A1D" w:rsidP="00C12A1D">
      <w:r>
        <w:t xml:space="preserve">26.13      .         .        +INF       EPS       </w:t>
      </w:r>
    </w:p>
    <w:p w:rsidR="00C12A1D" w:rsidRDefault="00C12A1D" w:rsidP="00C12A1D">
      <w:r>
        <w:t xml:space="preserve">26.14      .         .        +INF       EPS       </w:t>
      </w:r>
    </w:p>
    <w:p w:rsidR="00C12A1D" w:rsidRDefault="00C12A1D" w:rsidP="00C12A1D">
      <w:r>
        <w:t xml:space="preserve">26.15      .         .        +INF       EPS       </w:t>
      </w:r>
    </w:p>
    <w:p w:rsidR="00C12A1D" w:rsidRDefault="00C12A1D" w:rsidP="00C12A1D">
      <w:r>
        <w:t xml:space="preserve">26.16      .         .        +INF       EPS       </w:t>
      </w:r>
    </w:p>
    <w:p w:rsidR="00C12A1D" w:rsidRDefault="00C12A1D" w:rsidP="00C12A1D">
      <w:r>
        <w:t xml:space="preserve">26.17      .         .        +INF       EPS       </w:t>
      </w:r>
    </w:p>
    <w:p w:rsidR="00C12A1D" w:rsidRDefault="00C12A1D" w:rsidP="00C12A1D">
      <w:r>
        <w:lastRenderedPageBreak/>
        <w:t xml:space="preserve">26.18      .         .        +INF       EPS       </w:t>
      </w:r>
    </w:p>
    <w:p w:rsidR="00C12A1D" w:rsidRDefault="00C12A1D" w:rsidP="00C12A1D">
      <w:r>
        <w:t xml:space="preserve">26.19      .         .        +INF       EPS       </w:t>
      </w:r>
    </w:p>
    <w:p w:rsidR="00C12A1D" w:rsidRDefault="00C12A1D" w:rsidP="00C12A1D">
      <w:r>
        <w:t xml:space="preserve">26.20      .         .        +INF       EPS       </w:t>
      </w:r>
    </w:p>
    <w:p w:rsidR="00C12A1D" w:rsidRDefault="00C12A1D" w:rsidP="00C12A1D">
      <w:r>
        <w:t xml:space="preserve">26.21      .         .        +INF       EPS       </w:t>
      </w:r>
    </w:p>
    <w:p w:rsidR="00C12A1D" w:rsidRDefault="00C12A1D" w:rsidP="00C12A1D">
      <w:r>
        <w:t xml:space="preserve">26.22      .         .        +INF       EPS       </w:t>
      </w:r>
    </w:p>
    <w:p w:rsidR="00C12A1D" w:rsidRDefault="00C12A1D" w:rsidP="00C12A1D">
      <w:r>
        <w:t xml:space="preserve">26.23      .         .        +INF       EPS       </w:t>
      </w:r>
    </w:p>
    <w:p w:rsidR="00C12A1D" w:rsidRDefault="00C12A1D" w:rsidP="00C12A1D">
      <w:r>
        <w:t xml:space="preserve">26.24      .         .        +INF       EPS       </w:t>
      </w:r>
    </w:p>
    <w:p w:rsidR="00C12A1D" w:rsidRDefault="00C12A1D" w:rsidP="00C12A1D">
      <w:r>
        <w:t xml:space="preserve">26.25      .         .        +INF       EPS       </w:t>
      </w:r>
    </w:p>
    <w:p w:rsidR="00C12A1D" w:rsidRDefault="00C12A1D" w:rsidP="00C12A1D">
      <w:r>
        <w:t xml:space="preserve">26.26      .         .        +INF       EPS       </w:t>
      </w:r>
    </w:p>
    <w:p w:rsidR="00C12A1D" w:rsidRDefault="00C12A1D" w:rsidP="00C12A1D">
      <w:r>
        <w:t xml:space="preserve">26.27      .         .        +INF       EPS       </w:t>
      </w:r>
    </w:p>
    <w:p w:rsidR="00C12A1D" w:rsidRDefault="00C12A1D" w:rsidP="00C12A1D">
      <w:r>
        <w:t xml:space="preserve">26.28      .         .        +INF       EPS       </w:t>
      </w:r>
    </w:p>
    <w:p w:rsidR="00C12A1D" w:rsidRDefault="00C12A1D" w:rsidP="00C12A1D">
      <w:r>
        <w:t xml:space="preserve">26.29      .         .        +INF       EPS       </w:t>
      </w:r>
    </w:p>
    <w:p w:rsidR="00C12A1D" w:rsidRDefault="00C12A1D" w:rsidP="00C12A1D">
      <w:r>
        <w:t xml:space="preserve">27.1       .         .        +INF       EPS       </w:t>
      </w:r>
    </w:p>
    <w:p w:rsidR="00C12A1D" w:rsidRDefault="00C12A1D" w:rsidP="00C12A1D">
      <w:r>
        <w:t xml:space="preserve">27.2       .         .        +INF       EPS       </w:t>
      </w:r>
    </w:p>
    <w:p w:rsidR="00C12A1D" w:rsidRDefault="00C12A1D" w:rsidP="00C12A1D">
      <w:r>
        <w:t xml:space="preserve">27.3       .         .        +INF       EPS       </w:t>
      </w:r>
    </w:p>
    <w:p w:rsidR="00C12A1D" w:rsidRDefault="00C12A1D" w:rsidP="00C12A1D">
      <w:r>
        <w:t xml:space="preserve">27.4       .         .        +INF       EPS       </w:t>
      </w:r>
    </w:p>
    <w:p w:rsidR="00C12A1D" w:rsidRDefault="00C12A1D" w:rsidP="00C12A1D">
      <w:r>
        <w:t xml:space="preserve">27.5       .         .        +INF       EPS       </w:t>
      </w:r>
    </w:p>
    <w:p w:rsidR="00C12A1D" w:rsidRDefault="00C12A1D" w:rsidP="00C12A1D">
      <w:r>
        <w:t xml:space="preserve">27.6       .         .        +INF       EPS       </w:t>
      </w:r>
    </w:p>
    <w:p w:rsidR="00C12A1D" w:rsidRDefault="00C12A1D" w:rsidP="00C12A1D">
      <w:r>
        <w:t xml:space="preserve">27.7       .         .        +INF       EPS       </w:t>
      </w:r>
    </w:p>
    <w:p w:rsidR="00C12A1D" w:rsidRDefault="00C12A1D" w:rsidP="00C12A1D">
      <w:r>
        <w:t xml:space="preserve">27.8       .         .        +INF       EPS       </w:t>
      </w:r>
    </w:p>
    <w:p w:rsidR="00C12A1D" w:rsidRDefault="00C12A1D" w:rsidP="00C12A1D">
      <w:r>
        <w:t xml:space="preserve">27.9       .         .        +INF       EPS       </w:t>
      </w:r>
    </w:p>
    <w:p w:rsidR="00C12A1D" w:rsidRDefault="00C12A1D" w:rsidP="00C12A1D">
      <w:r>
        <w:t xml:space="preserve">27.10      .         .        +INF       EPS       </w:t>
      </w:r>
    </w:p>
    <w:p w:rsidR="00C12A1D" w:rsidRDefault="00C12A1D" w:rsidP="00C12A1D">
      <w:r>
        <w:t xml:space="preserve">27.11      .         .        +INF       EPS       </w:t>
      </w:r>
    </w:p>
    <w:p w:rsidR="00C12A1D" w:rsidRDefault="00C12A1D" w:rsidP="00C12A1D">
      <w:r>
        <w:t xml:space="preserve">27.12      .         .        +INF       EPS       </w:t>
      </w:r>
    </w:p>
    <w:p w:rsidR="00C12A1D" w:rsidRDefault="00C12A1D" w:rsidP="00C12A1D">
      <w:r>
        <w:t xml:space="preserve">27.13      .         .        +INF       EPS       </w:t>
      </w:r>
    </w:p>
    <w:p w:rsidR="00C12A1D" w:rsidRDefault="00C12A1D" w:rsidP="00C12A1D">
      <w:r>
        <w:lastRenderedPageBreak/>
        <w:t xml:space="preserve">27.14      .         .        +INF       EPS       </w:t>
      </w:r>
    </w:p>
    <w:p w:rsidR="00C12A1D" w:rsidRDefault="00C12A1D" w:rsidP="00C12A1D">
      <w:r>
        <w:t xml:space="preserve">27.15      .    4.1395E-6     +INF       .         </w:t>
      </w:r>
    </w:p>
    <w:p w:rsidR="00C12A1D" w:rsidRDefault="00C12A1D" w:rsidP="00C12A1D">
      <w:r>
        <w:t xml:space="preserve">27.16      .         .        +INF       EPS       </w:t>
      </w:r>
    </w:p>
    <w:p w:rsidR="00C12A1D" w:rsidRDefault="00C12A1D" w:rsidP="00C12A1D">
      <w:r>
        <w:t xml:space="preserve">27.17      .         .        +INF       EPS       </w:t>
      </w:r>
    </w:p>
    <w:p w:rsidR="00C12A1D" w:rsidRDefault="00C12A1D" w:rsidP="00C12A1D">
      <w:r>
        <w:t xml:space="preserve">27.18      .         .        +INF       EPS       </w:t>
      </w:r>
    </w:p>
    <w:p w:rsidR="00C12A1D" w:rsidRDefault="00C12A1D" w:rsidP="00C12A1D">
      <w:r>
        <w:t xml:space="preserve">27.19      .         .        +INF       EPS       </w:t>
      </w:r>
    </w:p>
    <w:p w:rsidR="00C12A1D" w:rsidRDefault="00C12A1D" w:rsidP="00C12A1D">
      <w:r>
        <w:t xml:space="preserve">27.20      .         .        +INF       EPS       </w:t>
      </w:r>
    </w:p>
    <w:p w:rsidR="00C12A1D" w:rsidRDefault="00C12A1D" w:rsidP="00C12A1D">
      <w:r>
        <w:t xml:space="preserve">27.21      .         .        +INF       EPS       </w:t>
      </w:r>
    </w:p>
    <w:p w:rsidR="00C12A1D" w:rsidRDefault="00C12A1D" w:rsidP="00C12A1D">
      <w:r>
        <w:t xml:space="preserve">27.22      .         .        +INF       EPS       </w:t>
      </w:r>
    </w:p>
    <w:p w:rsidR="00C12A1D" w:rsidRDefault="00C12A1D" w:rsidP="00C12A1D">
      <w:r>
        <w:t xml:space="preserve">27.23      .         .        +INF       EPS       </w:t>
      </w:r>
    </w:p>
    <w:p w:rsidR="00C12A1D" w:rsidRDefault="00C12A1D" w:rsidP="00C12A1D">
      <w:r>
        <w:t xml:space="preserve">27.24      .         .        +INF       EPS       </w:t>
      </w:r>
    </w:p>
    <w:p w:rsidR="00C12A1D" w:rsidRDefault="00C12A1D" w:rsidP="00C12A1D">
      <w:r>
        <w:t xml:space="preserve">27.25      .         .        +INF       EPS       </w:t>
      </w:r>
    </w:p>
    <w:p w:rsidR="00C12A1D" w:rsidRDefault="00C12A1D" w:rsidP="00C12A1D">
      <w:r>
        <w:t xml:space="preserve">27.26      .         .        +INF       EPS       </w:t>
      </w:r>
    </w:p>
    <w:p w:rsidR="00C12A1D" w:rsidRDefault="00C12A1D" w:rsidP="00C12A1D">
      <w:r>
        <w:t xml:space="preserve">27.27      .         .        +INF       EPS       </w:t>
      </w:r>
    </w:p>
    <w:p w:rsidR="00C12A1D" w:rsidRDefault="00C12A1D" w:rsidP="00C12A1D">
      <w:r>
        <w:t xml:space="preserve">27.28      .         .        +INF       EPS       </w:t>
      </w:r>
    </w:p>
    <w:p w:rsidR="00C12A1D" w:rsidRDefault="00C12A1D" w:rsidP="00C12A1D">
      <w:r>
        <w:t xml:space="preserve">27.29      .         .        +INF       EPS       </w:t>
      </w:r>
    </w:p>
    <w:p w:rsidR="00C12A1D" w:rsidRDefault="00C12A1D" w:rsidP="00C12A1D">
      <w:r>
        <w:t xml:space="preserve">28.1       .         .        +INF       EPS       </w:t>
      </w:r>
    </w:p>
    <w:p w:rsidR="00C12A1D" w:rsidRDefault="00C12A1D" w:rsidP="00C12A1D">
      <w:r>
        <w:t xml:space="preserve">28.2       .         .        +INF       EPS       </w:t>
      </w:r>
    </w:p>
    <w:p w:rsidR="00C12A1D" w:rsidRDefault="00C12A1D" w:rsidP="00C12A1D">
      <w:r>
        <w:t xml:space="preserve">28.3       .         .        +INF       EPS       </w:t>
      </w:r>
    </w:p>
    <w:p w:rsidR="00C12A1D" w:rsidRDefault="00C12A1D" w:rsidP="00C12A1D">
      <w:r>
        <w:t xml:space="preserve">28.4       .         .        +INF       EPS       </w:t>
      </w:r>
    </w:p>
    <w:p w:rsidR="00C12A1D" w:rsidRDefault="00C12A1D" w:rsidP="00C12A1D">
      <w:r>
        <w:t xml:space="preserve">28.5       .         .        +INF       EPS       </w:t>
      </w:r>
    </w:p>
    <w:p w:rsidR="00C12A1D" w:rsidRDefault="00C12A1D" w:rsidP="00C12A1D">
      <w:r>
        <w:t xml:space="preserve">28.6       .         .        +INF       EPS       </w:t>
      </w:r>
    </w:p>
    <w:p w:rsidR="00C12A1D" w:rsidRDefault="00C12A1D" w:rsidP="00C12A1D">
      <w:r>
        <w:t xml:space="preserve">28.7       .         .        +INF       EPS       </w:t>
      </w:r>
    </w:p>
    <w:p w:rsidR="00C12A1D" w:rsidRDefault="00C12A1D" w:rsidP="00C12A1D">
      <w:r>
        <w:t xml:space="preserve">28.8       .         .        +INF       EPS       </w:t>
      </w:r>
    </w:p>
    <w:p w:rsidR="00C12A1D" w:rsidRDefault="00C12A1D" w:rsidP="00C12A1D">
      <w:r>
        <w:t xml:space="preserve">28.9       .         .        +INF       EPS       </w:t>
      </w:r>
    </w:p>
    <w:p w:rsidR="00C12A1D" w:rsidRDefault="00C12A1D" w:rsidP="00C12A1D">
      <w:r>
        <w:lastRenderedPageBreak/>
        <w:t xml:space="preserve">28.10      .         .        +INF       EPS       </w:t>
      </w:r>
    </w:p>
    <w:p w:rsidR="00C12A1D" w:rsidRDefault="00C12A1D" w:rsidP="00C12A1D">
      <w:r>
        <w:t xml:space="preserve">28.11      .         .        +INF       EPS       </w:t>
      </w:r>
    </w:p>
    <w:p w:rsidR="00C12A1D" w:rsidRDefault="00C12A1D" w:rsidP="00C12A1D">
      <w:r>
        <w:t xml:space="preserve">28.12      .         .        +INF       EPS       </w:t>
      </w:r>
    </w:p>
    <w:p w:rsidR="00C12A1D" w:rsidRDefault="00C12A1D" w:rsidP="00C12A1D">
      <w:r>
        <w:t xml:space="preserve">28.13      .         .        +INF       EPS       </w:t>
      </w:r>
    </w:p>
    <w:p w:rsidR="00C12A1D" w:rsidRDefault="00C12A1D" w:rsidP="00C12A1D">
      <w:r>
        <w:t xml:space="preserve">28.14      .         .        +INF       EPS       </w:t>
      </w:r>
    </w:p>
    <w:p w:rsidR="00C12A1D" w:rsidRDefault="00C12A1D" w:rsidP="00C12A1D">
      <w:r>
        <w:t xml:space="preserve">28.15      .         .        +INF       EPS       </w:t>
      </w:r>
    </w:p>
    <w:p w:rsidR="00C12A1D" w:rsidRDefault="00C12A1D" w:rsidP="00C12A1D">
      <w:r>
        <w:t xml:space="preserve">28.16      .         .        +INF       EPS       </w:t>
      </w:r>
    </w:p>
    <w:p w:rsidR="00C12A1D" w:rsidRDefault="00C12A1D" w:rsidP="00C12A1D">
      <w:r>
        <w:t xml:space="preserve">28.17      .         .        +INF       EPS       </w:t>
      </w:r>
    </w:p>
    <w:p w:rsidR="00C12A1D" w:rsidRDefault="00C12A1D" w:rsidP="00C12A1D">
      <w:r>
        <w:t xml:space="preserve">28.18      .         .        +INF       EPS       </w:t>
      </w:r>
    </w:p>
    <w:p w:rsidR="00C12A1D" w:rsidRDefault="00C12A1D" w:rsidP="00C12A1D">
      <w:r>
        <w:t xml:space="preserve">28.19      .         .        +INF       EPS       </w:t>
      </w:r>
    </w:p>
    <w:p w:rsidR="00C12A1D" w:rsidRDefault="00C12A1D" w:rsidP="00C12A1D">
      <w:r>
        <w:t xml:space="preserve">28.20      .         .        +INF       EPS       </w:t>
      </w:r>
    </w:p>
    <w:p w:rsidR="00C12A1D" w:rsidRDefault="00C12A1D" w:rsidP="00C12A1D">
      <w:r>
        <w:t xml:space="preserve">28.21      .         .        +INF       EPS       </w:t>
      </w:r>
    </w:p>
    <w:p w:rsidR="00C12A1D" w:rsidRDefault="00C12A1D" w:rsidP="00C12A1D">
      <w:r>
        <w:t xml:space="preserve">28.22      .         .        +INF       EPS       </w:t>
      </w:r>
    </w:p>
    <w:p w:rsidR="00C12A1D" w:rsidRDefault="00C12A1D" w:rsidP="00C12A1D">
      <w:r>
        <w:t xml:space="preserve">28.23      .         .        +INF       EPS       </w:t>
      </w:r>
    </w:p>
    <w:p w:rsidR="00C12A1D" w:rsidRDefault="00C12A1D" w:rsidP="00C12A1D">
      <w:r>
        <w:t xml:space="preserve">28.24      .         .        +INF       EPS       </w:t>
      </w:r>
    </w:p>
    <w:p w:rsidR="00C12A1D" w:rsidRDefault="00C12A1D" w:rsidP="00C12A1D">
      <w:r>
        <w:t xml:space="preserve">28.25      .         .        +INF       EPS       </w:t>
      </w:r>
    </w:p>
    <w:p w:rsidR="00C12A1D" w:rsidRDefault="00C12A1D" w:rsidP="00C12A1D">
      <w:r>
        <w:t xml:space="preserve">28.26      .         .        +INF       EPS       </w:t>
      </w:r>
    </w:p>
    <w:p w:rsidR="00C12A1D" w:rsidRDefault="00C12A1D" w:rsidP="00C12A1D">
      <w:r>
        <w:t xml:space="preserve">28.27      .         .        +INF       EPS       </w:t>
      </w:r>
    </w:p>
    <w:p w:rsidR="00C12A1D" w:rsidRDefault="00C12A1D" w:rsidP="00C12A1D">
      <w:r>
        <w:t xml:space="preserve">28.28      .         .        +INF       EPS       </w:t>
      </w:r>
    </w:p>
    <w:p w:rsidR="00C12A1D" w:rsidRDefault="00C12A1D" w:rsidP="00C12A1D">
      <w:r>
        <w:t xml:space="preserve">28.29      .         .        +INF       EPS       </w:t>
      </w:r>
    </w:p>
    <w:p w:rsidR="00C12A1D" w:rsidRDefault="00C12A1D" w:rsidP="00C12A1D">
      <w:r>
        <w:t xml:space="preserve">29.1       .         .        +INF       EPS       </w:t>
      </w:r>
    </w:p>
    <w:p w:rsidR="00C12A1D" w:rsidRDefault="00C12A1D" w:rsidP="00C12A1D">
      <w:r>
        <w:t xml:space="preserve">29.2       .         .        +INF       EPS       </w:t>
      </w:r>
    </w:p>
    <w:p w:rsidR="00C12A1D" w:rsidRDefault="00C12A1D" w:rsidP="00C12A1D">
      <w:r>
        <w:t xml:space="preserve">29.3       .         .        +INF       EPS       </w:t>
      </w:r>
    </w:p>
    <w:p w:rsidR="00C12A1D" w:rsidRDefault="00C12A1D" w:rsidP="00C12A1D">
      <w:r>
        <w:t xml:space="preserve">29.4       .         .        +INF       EPS       </w:t>
      </w:r>
    </w:p>
    <w:p w:rsidR="00C12A1D" w:rsidRDefault="00C12A1D" w:rsidP="00C12A1D">
      <w:r>
        <w:t xml:space="preserve">29.5       .         .        +INF       EPS       </w:t>
      </w:r>
    </w:p>
    <w:p w:rsidR="00C12A1D" w:rsidRDefault="00C12A1D" w:rsidP="00C12A1D">
      <w:r>
        <w:lastRenderedPageBreak/>
        <w:t xml:space="preserve">29.6       .         .        +INF       EPS       </w:t>
      </w:r>
    </w:p>
    <w:p w:rsidR="00C12A1D" w:rsidRDefault="00C12A1D" w:rsidP="00C12A1D">
      <w:r>
        <w:t xml:space="preserve">29.7       .         .        +INF       EPS       </w:t>
      </w:r>
    </w:p>
    <w:p w:rsidR="00C12A1D" w:rsidRDefault="00C12A1D" w:rsidP="00C12A1D">
      <w:r>
        <w:t xml:space="preserve">29.8       .         .        +INF       EPS       </w:t>
      </w:r>
    </w:p>
    <w:p w:rsidR="00C12A1D" w:rsidRDefault="00C12A1D" w:rsidP="00C12A1D">
      <w:r>
        <w:t xml:space="preserve">29.9       .         .        +INF       EPS       </w:t>
      </w:r>
    </w:p>
    <w:p w:rsidR="00C12A1D" w:rsidRDefault="00C12A1D" w:rsidP="00C12A1D">
      <w:r>
        <w:t xml:space="preserve">29.10      .         .        +INF       EPS       </w:t>
      </w:r>
    </w:p>
    <w:p w:rsidR="00C12A1D" w:rsidRDefault="00C12A1D" w:rsidP="00C12A1D">
      <w:r>
        <w:t xml:space="preserve">29.11      .         .        +INF       EPS       </w:t>
      </w:r>
    </w:p>
    <w:p w:rsidR="00C12A1D" w:rsidRDefault="00C12A1D" w:rsidP="00C12A1D">
      <w:r>
        <w:t xml:space="preserve">29.12      .         .        +INF       EPS       </w:t>
      </w:r>
    </w:p>
    <w:p w:rsidR="00C12A1D" w:rsidRDefault="00C12A1D" w:rsidP="00C12A1D">
      <w:r>
        <w:t xml:space="preserve">29.13      .         .        +INF       EPS       </w:t>
      </w:r>
    </w:p>
    <w:p w:rsidR="00C12A1D" w:rsidRDefault="00C12A1D" w:rsidP="00C12A1D">
      <w:r>
        <w:t xml:space="preserve">29.14      .         .        +INF       EPS       </w:t>
      </w:r>
    </w:p>
    <w:p w:rsidR="00C12A1D" w:rsidRDefault="00C12A1D" w:rsidP="00C12A1D">
      <w:r>
        <w:t xml:space="preserve">29.15      .         .        +INF       EPS       </w:t>
      </w:r>
    </w:p>
    <w:p w:rsidR="00C12A1D" w:rsidRDefault="00C12A1D" w:rsidP="00C12A1D">
      <w:r>
        <w:t xml:space="preserve">29.16      .         .        +INF       EPS       </w:t>
      </w:r>
    </w:p>
    <w:p w:rsidR="00C12A1D" w:rsidRDefault="00C12A1D" w:rsidP="00C12A1D">
      <w:r>
        <w:t xml:space="preserve">29.17      .         .        +INF       EPS       </w:t>
      </w:r>
    </w:p>
    <w:p w:rsidR="00C12A1D" w:rsidRDefault="00C12A1D" w:rsidP="00C12A1D">
      <w:r>
        <w:t xml:space="preserve">29.18      .         .        +INF       EPS       </w:t>
      </w:r>
    </w:p>
    <w:p w:rsidR="00C12A1D" w:rsidRDefault="00C12A1D" w:rsidP="00C12A1D">
      <w:r>
        <w:t xml:space="preserve">29.19      .         .        +INF       EPS       </w:t>
      </w:r>
    </w:p>
    <w:p w:rsidR="00C12A1D" w:rsidRDefault="00C12A1D" w:rsidP="00C12A1D">
      <w:r>
        <w:t xml:space="preserve">29.20      .         .        +INF       EPS       </w:t>
      </w:r>
    </w:p>
    <w:p w:rsidR="00C12A1D" w:rsidRDefault="00C12A1D" w:rsidP="00C12A1D">
      <w:r>
        <w:t xml:space="preserve">29.21      .    5.0642E-5     +INF       .         </w:t>
      </w:r>
    </w:p>
    <w:p w:rsidR="00C12A1D" w:rsidRDefault="00C12A1D" w:rsidP="00C12A1D">
      <w:r>
        <w:t xml:space="preserve">29.22      .         .        +INF       EPS       </w:t>
      </w:r>
    </w:p>
    <w:p w:rsidR="00C12A1D" w:rsidRDefault="00C12A1D" w:rsidP="00C12A1D">
      <w:r>
        <w:t xml:space="preserve">29.23      .         .        +INF       EPS       </w:t>
      </w:r>
    </w:p>
    <w:p w:rsidR="00C12A1D" w:rsidRDefault="00C12A1D" w:rsidP="00C12A1D">
      <w:r>
        <w:t xml:space="preserve">29.24      .         .        +INF       EPS       </w:t>
      </w:r>
    </w:p>
    <w:p w:rsidR="00C12A1D" w:rsidRDefault="00C12A1D" w:rsidP="00C12A1D">
      <w:r>
        <w:t xml:space="preserve">29.25      .         .        +INF       EPS       </w:t>
      </w:r>
    </w:p>
    <w:p w:rsidR="00C12A1D" w:rsidRDefault="00C12A1D" w:rsidP="00C12A1D">
      <w:r>
        <w:t xml:space="preserve">29.26      .         .        +INF       EPS       </w:t>
      </w:r>
    </w:p>
    <w:p w:rsidR="00C12A1D" w:rsidRDefault="00C12A1D" w:rsidP="00C12A1D">
      <w:r>
        <w:t xml:space="preserve">29.27      .         .        +INF       EPS       </w:t>
      </w:r>
    </w:p>
    <w:p w:rsidR="00C12A1D" w:rsidRDefault="00C12A1D" w:rsidP="00C12A1D">
      <w:r>
        <w:t xml:space="preserve">29.28      .         .        +INF       EPS       </w:t>
      </w:r>
    </w:p>
    <w:p w:rsidR="00C12A1D" w:rsidRDefault="00C12A1D" w:rsidP="00C12A1D">
      <w:r>
        <w:t xml:space="preserve">29.29      .         .        +INF       EPS       </w:t>
      </w:r>
    </w:p>
    <w:p w:rsidR="00C12A1D" w:rsidRDefault="00C12A1D" w:rsidP="00C12A1D"/>
    <w:p w:rsidR="00C12A1D" w:rsidRDefault="00C12A1D" w:rsidP="00C12A1D">
      <w:r>
        <w:lastRenderedPageBreak/>
        <w:t xml:space="preserve">                       LOWER     LEVEL     UPPER    MARGINAL</w:t>
      </w:r>
    </w:p>
    <w:p w:rsidR="00C12A1D" w:rsidRDefault="00C12A1D" w:rsidP="00C12A1D"/>
    <w:p w:rsidR="00C12A1D" w:rsidRDefault="00C12A1D" w:rsidP="00C12A1D">
      <w:r>
        <w:t xml:space="preserve">---- VAR obj            -INF  1.2112E+8     +INF       .         </w:t>
      </w:r>
    </w:p>
    <w:p w:rsidR="00C12A1D" w:rsidRDefault="00C12A1D" w:rsidP="00C12A1D"/>
    <w:p w:rsidR="00C12A1D" w:rsidRDefault="00C12A1D" w:rsidP="00C12A1D">
      <w:r>
        <w:t xml:space="preserve">  obj  Objective function</w:t>
      </w:r>
    </w:p>
    <w:p w:rsidR="00C12A1D" w:rsidRDefault="00C12A1D" w:rsidP="00C12A1D"/>
    <w:p w:rsidR="00C12A1D" w:rsidRDefault="00C12A1D" w:rsidP="00C12A1D"/>
    <w:p w:rsidR="00C12A1D" w:rsidRDefault="00C12A1D" w:rsidP="00C12A1D">
      <w:r>
        <w:t>**** REPORT SUMMARY :        0     NONOPT</w:t>
      </w:r>
    </w:p>
    <w:p w:rsidR="00C12A1D" w:rsidRDefault="00C12A1D" w:rsidP="00C12A1D">
      <w:r>
        <w:t xml:space="preserve">                             0 INFEASIBLE</w:t>
      </w:r>
    </w:p>
    <w:p w:rsidR="00C12A1D" w:rsidRDefault="00C12A1D" w:rsidP="00C12A1D">
      <w:r>
        <w:t xml:space="preserve">                             0  UNBOUNDED</w:t>
      </w:r>
    </w:p>
    <w:p w:rsidR="00C12A1D" w:rsidRDefault="00C12A1D" w:rsidP="00C12A1D">
      <w:r>
        <w:br w:type="page"/>
      </w:r>
      <w:r>
        <w:lastRenderedPageBreak/>
        <w:t>GAMS 24.1.3  r41464 Released Jul 26, 2013 WEX-WEI x86_64/MS Windows 01/19/16 16:18:25 Page 10</w:t>
      </w:r>
    </w:p>
    <w:p w:rsidR="00C12A1D" w:rsidRDefault="00C12A1D" w:rsidP="00C12A1D">
      <w:r>
        <w:t>G e n e r a l   A l g e b r a i c   M o d e l i n g   S y s t e m</w:t>
      </w:r>
    </w:p>
    <w:p w:rsidR="00C12A1D" w:rsidRDefault="00C12A1D" w:rsidP="00C12A1D">
      <w:r>
        <w:t>E x e c u t i o n</w:t>
      </w:r>
    </w:p>
    <w:p w:rsidR="00C12A1D" w:rsidRDefault="00C12A1D" w:rsidP="00C12A1D"/>
    <w:p w:rsidR="00C12A1D" w:rsidRDefault="00C12A1D" w:rsidP="00C12A1D"/>
    <w:p w:rsidR="00C12A1D" w:rsidRDefault="00C12A1D" w:rsidP="00C12A1D">
      <w:r>
        <w:t>----    205 PARAMETER WQS                  =        2.721  Water Quality Standar</w:t>
      </w:r>
    </w:p>
    <w:p w:rsidR="00C12A1D" w:rsidRDefault="00C12A1D" w:rsidP="00C12A1D">
      <w:r>
        <w:t xml:space="preserve">                                                           d (ng per lit)</w:t>
      </w:r>
    </w:p>
    <w:p w:rsidR="00C12A1D" w:rsidRDefault="00C12A1D" w:rsidP="00C12A1D"/>
    <w:p w:rsidR="00C12A1D" w:rsidRDefault="00C12A1D" w:rsidP="00C12A1D">
      <w:r>
        <w:t>----    205 PARAMETER red_final  Final reduction in the discharge achieved by ea</w:t>
      </w:r>
    </w:p>
    <w:p w:rsidR="00C12A1D" w:rsidRDefault="00C12A1D" w:rsidP="00C12A1D">
      <w:r>
        <w:t xml:space="preserve">                                 ch industry after optimization</w:t>
      </w:r>
    </w:p>
    <w:p w:rsidR="00C12A1D" w:rsidRDefault="00C12A1D" w:rsidP="00C12A1D"/>
    <w:p w:rsidR="00C12A1D" w:rsidRDefault="00C12A1D" w:rsidP="00C12A1D">
      <w:r>
        <w:t xml:space="preserve">             1</w:t>
      </w:r>
    </w:p>
    <w:p w:rsidR="00C12A1D" w:rsidRDefault="00C12A1D" w:rsidP="00C12A1D"/>
    <w:p w:rsidR="00C12A1D" w:rsidRDefault="00C12A1D" w:rsidP="00C12A1D">
      <w:r>
        <w:t>1        0.123</w:t>
      </w:r>
    </w:p>
    <w:p w:rsidR="00C12A1D" w:rsidRDefault="00C12A1D" w:rsidP="00C12A1D">
      <w:r>
        <w:t>2        0.002</w:t>
      </w:r>
    </w:p>
    <w:p w:rsidR="00C12A1D" w:rsidRDefault="00C12A1D" w:rsidP="00C12A1D">
      <w:r>
        <w:t>3        0.010</w:t>
      </w:r>
    </w:p>
    <w:p w:rsidR="00C12A1D" w:rsidRDefault="00C12A1D" w:rsidP="00C12A1D">
      <w:r>
        <w:t>4        0.001</w:t>
      </w:r>
    </w:p>
    <w:p w:rsidR="00C12A1D" w:rsidRDefault="00C12A1D" w:rsidP="00C12A1D">
      <w:r>
        <w:t>5        0.003</w:t>
      </w:r>
    </w:p>
    <w:p w:rsidR="00C12A1D" w:rsidRDefault="00C12A1D" w:rsidP="00C12A1D">
      <w:r>
        <w:t>6        0.003</w:t>
      </w:r>
    </w:p>
    <w:p w:rsidR="00C12A1D" w:rsidRDefault="00C12A1D" w:rsidP="00C12A1D">
      <w:r>
        <w:t>7        0.002</w:t>
      </w:r>
    </w:p>
    <w:p w:rsidR="00C12A1D" w:rsidRDefault="00C12A1D" w:rsidP="00C12A1D">
      <w:r>
        <w:t>8        0.079</w:t>
      </w:r>
    </w:p>
    <w:p w:rsidR="00C12A1D" w:rsidRDefault="00C12A1D" w:rsidP="00C12A1D">
      <w:r>
        <w:t>9        0.008</w:t>
      </w:r>
    </w:p>
    <w:p w:rsidR="00C12A1D" w:rsidRDefault="00C12A1D" w:rsidP="00C12A1D">
      <w:r>
        <w:t>10 5.234066E-4</w:t>
      </w:r>
    </w:p>
    <w:p w:rsidR="00C12A1D" w:rsidRDefault="00C12A1D" w:rsidP="00C12A1D">
      <w:r>
        <w:t>11 4.681529E-4</w:t>
      </w:r>
    </w:p>
    <w:p w:rsidR="00C12A1D" w:rsidRDefault="00C12A1D" w:rsidP="00C12A1D">
      <w:r>
        <w:t>12 6.891677E-4</w:t>
      </w:r>
    </w:p>
    <w:p w:rsidR="00C12A1D" w:rsidRDefault="00C12A1D" w:rsidP="00C12A1D">
      <w:r>
        <w:lastRenderedPageBreak/>
        <w:t>13       0.002</w:t>
      </w:r>
    </w:p>
    <w:p w:rsidR="00C12A1D" w:rsidRDefault="00C12A1D" w:rsidP="00C12A1D">
      <w:r>
        <w:t>14       0.011</w:t>
      </w:r>
    </w:p>
    <w:p w:rsidR="00C12A1D" w:rsidRDefault="00C12A1D" w:rsidP="00C12A1D">
      <w:r>
        <w:t>15       0.040</w:t>
      </w:r>
    </w:p>
    <w:p w:rsidR="00C12A1D" w:rsidRDefault="00C12A1D" w:rsidP="00C12A1D">
      <w:r>
        <w:t>16       0.024</w:t>
      </w:r>
    </w:p>
    <w:p w:rsidR="00C12A1D" w:rsidRDefault="00C12A1D" w:rsidP="00C12A1D">
      <w:r>
        <w:t>17       0.174</w:t>
      </w:r>
    </w:p>
    <w:p w:rsidR="00C12A1D" w:rsidRDefault="00C12A1D" w:rsidP="00C12A1D">
      <w:r>
        <w:t>18       0.057</w:t>
      </w:r>
    </w:p>
    <w:p w:rsidR="00C12A1D" w:rsidRDefault="00C12A1D" w:rsidP="00C12A1D">
      <w:r>
        <w:t>19       0.004</w:t>
      </w:r>
    </w:p>
    <w:p w:rsidR="00C12A1D" w:rsidRDefault="00C12A1D" w:rsidP="00C12A1D">
      <w:r>
        <w:t>20 7.095210E-4</w:t>
      </w:r>
    </w:p>
    <w:p w:rsidR="00C12A1D" w:rsidRDefault="00C12A1D" w:rsidP="00C12A1D">
      <w:r>
        <w:t>21       0.277</w:t>
      </w:r>
    </w:p>
    <w:p w:rsidR="00C12A1D" w:rsidRDefault="00C12A1D" w:rsidP="00C12A1D">
      <w:r>
        <w:t>22       0.016</w:t>
      </w:r>
    </w:p>
    <w:p w:rsidR="00C12A1D" w:rsidRDefault="00C12A1D" w:rsidP="00C12A1D">
      <w:r>
        <w:t>23       0.066</w:t>
      </w:r>
    </w:p>
    <w:p w:rsidR="00C12A1D" w:rsidRDefault="00C12A1D" w:rsidP="00C12A1D">
      <w:r>
        <w:t>24       0.003</w:t>
      </w:r>
    </w:p>
    <w:p w:rsidR="00C12A1D" w:rsidRDefault="00C12A1D" w:rsidP="00C12A1D">
      <w:r>
        <w:t>25       0.001</w:t>
      </w:r>
    </w:p>
    <w:p w:rsidR="00C12A1D" w:rsidRDefault="00C12A1D" w:rsidP="00C12A1D">
      <w:r>
        <w:t>26 8.487739E-4</w:t>
      </w:r>
    </w:p>
    <w:p w:rsidR="00C12A1D" w:rsidRDefault="00C12A1D" w:rsidP="00C12A1D">
      <w:r>
        <w:t>27 4.139517E-6</w:t>
      </w:r>
    </w:p>
    <w:p w:rsidR="00C12A1D" w:rsidRDefault="00C12A1D" w:rsidP="00C12A1D">
      <w:r>
        <w:t>28       0.002</w:t>
      </w:r>
    </w:p>
    <w:p w:rsidR="00C12A1D" w:rsidRDefault="00C12A1D" w:rsidP="00C12A1D">
      <w:r>
        <w:t>29 5.064171E-5</w:t>
      </w:r>
    </w:p>
    <w:p w:rsidR="00C12A1D" w:rsidRDefault="00C12A1D" w:rsidP="00C12A1D"/>
    <w:p w:rsidR="00C12A1D" w:rsidRDefault="00C12A1D" w:rsidP="00C12A1D"/>
    <w:p w:rsidR="00C12A1D" w:rsidRDefault="00C12A1D" w:rsidP="00C12A1D">
      <w:r>
        <w:t>----    205 PARAMETER WQS_final  Final water standard achieved after reduction</w:t>
      </w:r>
    </w:p>
    <w:p w:rsidR="00C12A1D" w:rsidRDefault="00C12A1D" w:rsidP="00C12A1D"/>
    <w:p w:rsidR="00C12A1D" w:rsidRDefault="00C12A1D" w:rsidP="00C12A1D">
      <w:r>
        <w:t xml:space="preserve">             1</w:t>
      </w:r>
    </w:p>
    <w:p w:rsidR="00C12A1D" w:rsidRDefault="00C12A1D" w:rsidP="00C12A1D"/>
    <w:p w:rsidR="00C12A1D" w:rsidRDefault="00C12A1D" w:rsidP="00C12A1D">
      <w:r>
        <w:t>1        2.721</w:t>
      </w:r>
    </w:p>
    <w:p w:rsidR="00C12A1D" w:rsidRDefault="00C12A1D" w:rsidP="00C12A1D">
      <w:r>
        <w:t>2        2.721</w:t>
      </w:r>
    </w:p>
    <w:p w:rsidR="00C12A1D" w:rsidRDefault="00C12A1D" w:rsidP="00C12A1D">
      <w:r>
        <w:lastRenderedPageBreak/>
        <w:t>3        2.721</w:t>
      </w:r>
    </w:p>
    <w:p w:rsidR="00C12A1D" w:rsidRDefault="00C12A1D" w:rsidP="00C12A1D">
      <w:r>
        <w:t>4        2.721</w:t>
      </w:r>
    </w:p>
    <w:p w:rsidR="00C12A1D" w:rsidRDefault="00C12A1D" w:rsidP="00C12A1D">
      <w:r>
        <w:t>5        2.721</w:t>
      </w:r>
    </w:p>
    <w:p w:rsidR="00C12A1D" w:rsidRDefault="00C12A1D" w:rsidP="00C12A1D">
      <w:r>
        <w:t>6        2.721</w:t>
      </w:r>
    </w:p>
    <w:p w:rsidR="00C12A1D" w:rsidRDefault="00C12A1D" w:rsidP="00C12A1D">
      <w:r>
        <w:t>7        2.721</w:t>
      </w:r>
    </w:p>
    <w:p w:rsidR="00C12A1D" w:rsidRDefault="00C12A1D" w:rsidP="00C12A1D">
      <w:r>
        <w:t>8        2.721</w:t>
      </w:r>
    </w:p>
    <w:p w:rsidR="00C12A1D" w:rsidRDefault="00C12A1D" w:rsidP="00C12A1D">
      <w:r>
        <w:t>9        2.721</w:t>
      </w:r>
    </w:p>
    <w:p w:rsidR="00C12A1D" w:rsidRDefault="00C12A1D" w:rsidP="00C12A1D">
      <w:r>
        <w:t>10       2.721</w:t>
      </w:r>
    </w:p>
    <w:p w:rsidR="00C12A1D" w:rsidRDefault="00C12A1D" w:rsidP="00C12A1D">
      <w:r>
        <w:t>11       2.721</w:t>
      </w:r>
    </w:p>
    <w:p w:rsidR="00C12A1D" w:rsidRDefault="00C12A1D" w:rsidP="00C12A1D">
      <w:r>
        <w:t>12       2.721</w:t>
      </w:r>
    </w:p>
    <w:p w:rsidR="00C12A1D" w:rsidRDefault="00C12A1D" w:rsidP="00C12A1D">
      <w:r>
        <w:t>13       2.721</w:t>
      </w:r>
    </w:p>
    <w:p w:rsidR="00C12A1D" w:rsidRDefault="00C12A1D" w:rsidP="00C12A1D">
      <w:r>
        <w:t>14       2.721</w:t>
      </w:r>
    </w:p>
    <w:p w:rsidR="00C12A1D" w:rsidRDefault="00C12A1D" w:rsidP="00C12A1D">
      <w:r>
        <w:t>15       2.721</w:t>
      </w:r>
    </w:p>
    <w:p w:rsidR="00C12A1D" w:rsidRDefault="00C12A1D" w:rsidP="00C12A1D">
      <w:r>
        <w:t>16       2.721</w:t>
      </w:r>
    </w:p>
    <w:p w:rsidR="00C12A1D" w:rsidRDefault="00C12A1D" w:rsidP="00C12A1D">
      <w:r>
        <w:t>17       2.721</w:t>
      </w:r>
    </w:p>
    <w:p w:rsidR="00C12A1D" w:rsidRDefault="00C12A1D" w:rsidP="00C12A1D">
      <w:r>
        <w:t>18       2.721</w:t>
      </w:r>
    </w:p>
    <w:p w:rsidR="00C12A1D" w:rsidRDefault="00C12A1D" w:rsidP="00C12A1D">
      <w:r>
        <w:t>19       2.721</w:t>
      </w:r>
    </w:p>
    <w:p w:rsidR="00C12A1D" w:rsidRDefault="00C12A1D" w:rsidP="00C12A1D">
      <w:r>
        <w:t>20       2.721</w:t>
      </w:r>
    </w:p>
    <w:p w:rsidR="00C12A1D" w:rsidRDefault="00C12A1D" w:rsidP="00C12A1D">
      <w:r>
        <w:t>21       2.721</w:t>
      </w:r>
    </w:p>
    <w:p w:rsidR="00C12A1D" w:rsidRDefault="00C12A1D" w:rsidP="00C12A1D">
      <w:r>
        <w:t>22       2.721</w:t>
      </w:r>
    </w:p>
    <w:p w:rsidR="00C12A1D" w:rsidRDefault="00C12A1D" w:rsidP="00C12A1D">
      <w:r>
        <w:t>23       2.721</w:t>
      </w:r>
    </w:p>
    <w:p w:rsidR="00C12A1D" w:rsidRDefault="00C12A1D" w:rsidP="00C12A1D">
      <w:r>
        <w:t>24       2.721</w:t>
      </w:r>
    </w:p>
    <w:p w:rsidR="00C12A1D" w:rsidRDefault="00C12A1D" w:rsidP="00C12A1D">
      <w:r>
        <w:t>25       2.721</w:t>
      </w:r>
    </w:p>
    <w:p w:rsidR="00C12A1D" w:rsidRDefault="00C12A1D" w:rsidP="00C12A1D">
      <w:r>
        <w:t>26       2.721</w:t>
      </w:r>
    </w:p>
    <w:p w:rsidR="00C12A1D" w:rsidRDefault="00C12A1D" w:rsidP="00C12A1D">
      <w:r>
        <w:t>27       2.721</w:t>
      </w:r>
    </w:p>
    <w:p w:rsidR="00C12A1D" w:rsidRDefault="00C12A1D" w:rsidP="00C12A1D">
      <w:r>
        <w:lastRenderedPageBreak/>
        <w:t>28       2.721</w:t>
      </w:r>
    </w:p>
    <w:p w:rsidR="00C12A1D" w:rsidRDefault="00C12A1D" w:rsidP="00C12A1D">
      <w:r>
        <w:t>29       2.721</w:t>
      </w:r>
    </w:p>
    <w:p w:rsidR="00C12A1D" w:rsidRDefault="00C12A1D" w:rsidP="00C12A1D"/>
    <w:p w:rsidR="00C12A1D" w:rsidRDefault="00C12A1D" w:rsidP="00C12A1D"/>
    <w:p w:rsidR="00C12A1D" w:rsidRDefault="00C12A1D" w:rsidP="00C12A1D">
      <w:r>
        <w:t>----    205 VARIABLE b.L  binary variable specifying the process selection</w:t>
      </w:r>
    </w:p>
    <w:p w:rsidR="00C12A1D" w:rsidRDefault="00C12A1D" w:rsidP="00C12A1D"/>
    <w:p w:rsidR="00C12A1D" w:rsidRDefault="00C12A1D" w:rsidP="00C12A1D">
      <w:r>
        <w:t xml:space="preserve">             1</w:t>
      </w:r>
    </w:p>
    <w:p w:rsidR="00C12A1D" w:rsidRDefault="00C12A1D" w:rsidP="00C12A1D"/>
    <w:p w:rsidR="00C12A1D" w:rsidRDefault="00C12A1D" w:rsidP="00C12A1D">
      <w:r>
        <w:t>1        1.000</w:t>
      </w:r>
    </w:p>
    <w:p w:rsidR="00C12A1D" w:rsidRDefault="00C12A1D" w:rsidP="00C12A1D">
      <w:r>
        <w:t>8        1.000</w:t>
      </w:r>
    </w:p>
    <w:p w:rsidR="00C12A1D" w:rsidRDefault="00C12A1D" w:rsidP="00C12A1D">
      <w:r>
        <w:t>9        1.000</w:t>
      </w:r>
    </w:p>
    <w:p w:rsidR="00C12A1D" w:rsidRDefault="00C12A1D" w:rsidP="00C12A1D">
      <w:r>
        <w:t>14       1.000</w:t>
      </w:r>
    </w:p>
    <w:p w:rsidR="00C12A1D" w:rsidRDefault="00C12A1D" w:rsidP="00C12A1D">
      <w:r>
        <w:t>15       1.000</w:t>
      </w:r>
    </w:p>
    <w:p w:rsidR="00C12A1D" w:rsidRDefault="00C12A1D" w:rsidP="00C12A1D">
      <w:r>
        <w:t>16       1.000</w:t>
      </w:r>
    </w:p>
    <w:p w:rsidR="00C12A1D" w:rsidRDefault="00C12A1D" w:rsidP="00C12A1D">
      <w:r>
        <w:t>17       1.000</w:t>
      </w:r>
    </w:p>
    <w:p w:rsidR="00C12A1D" w:rsidRDefault="00C12A1D" w:rsidP="00C12A1D">
      <w:r>
        <w:t>18       1.000</w:t>
      </w:r>
    </w:p>
    <w:p w:rsidR="00C12A1D" w:rsidRDefault="00C12A1D" w:rsidP="00C12A1D">
      <w:r>
        <w:t>19       1.000</w:t>
      </w:r>
    </w:p>
    <w:p w:rsidR="00C12A1D" w:rsidRDefault="00C12A1D" w:rsidP="00C12A1D">
      <w:r>
        <w:t>21       1.000</w:t>
      </w:r>
    </w:p>
    <w:p w:rsidR="00C12A1D" w:rsidRDefault="00C12A1D" w:rsidP="00C12A1D">
      <w:r>
        <w:t>22       1.000</w:t>
      </w:r>
    </w:p>
    <w:p w:rsidR="00C12A1D" w:rsidRDefault="00C12A1D" w:rsidP="00C12A1D">
      <w:r>
        <w:t>23       1.000</w:t>
      </w:r>
    </w:p>
    <w:p w:rsidR="00C12A1D" w:rsidRDefault="00C12A1D" w:rsidP="00C12A1D">
      <w:r>
        <w:t>26       1.000</w:t>
      </w:r>
    </w:p>
    <w:p w:rsidR="00C12A1D" w:rsidRDefault="00C12A1D" w:rsidP="00C12A1D">
      <w:r>
        <w:t>28       1.000</w:t>
      </w:r>
    </w:p>
    <w:p w:rsidR="00C12A1D" w:rsidRDefault="00C12A1D" w:rsidP="00C12A1D"/>
    <w:p w:rsidR="00C12A1D" w:rsidRDefault="00C12A1D" w:rsidP="00C12A1D"/>
    <w:p w:rsidR="00C12A1D" w:rsidRDefault="00C12A1D" w:rsidP="00C12A1D">
      <w:r>
        <w:t>----    205 PARAMETER Results  To store and display the final results</w:t>
      </w:r>
    </w:p>
    <w:p w:rsidR="00C12A1D" w:rsidRDefault="00C12A1D" w:rsidP="00C12A1D"/>
    <w:p w:rsidR="00C12A1D" w:rsidRDefault="00C12A1D" w:rsidP="00C12A1D">
      <w:r>
        <w:t xml:space="preserve">            1           2           3           4           5</w:t>
      </w:r>
    </w:p>
    <w:p w:rsidR="00C12A1D" w:rsidRDefault="00C12A1D" w:rsidP="00C12A1D"/>
    <w:p w:rsidR="00C12A1D" w:rsidRDefault="00C12A1D" w:rsidP="00C12A1D">
      <w:r>
        <w:t>1       0.911 4.859086E+7 1.211190E+8 1.697099E+8       0.057</w:t>
      </w:r>
    </w:p>
    <w:p w:rsidR="00C12A1D" w:rsidRDefault="00C12A1D" w:rsidP="00C12A1D"/>
    <w:p w:rsidR="00C12A1D" w:rsidRDefault="00C12A1D" w:rsidP="00C12A1D"/>
    <w:p w:rsidR="00C12A1D" w:rsidRDefault="00C12A1D" w:rsidP="00C12A1D">
      <w:r>
        <w:t>----    205 PARAMETER cost  cost incurred by each industry due to waste treatmen</w:t>
      </w:r>
    </w:p>
    <w:p w:rsidR="00C12A1D" w:rsidRDefault="00C12A1D" w:rsidP="00C12A1D">
      <w:r>
        <w:t xml:space="preserve">                            t setup</w:t>
      </w:r>
    </w:p>
    <w:p w:rsidR="00C12A1D" w:rsidRDefault="00C12A1D" w:rsidP="00C12A1D"/>
    <w:p w:rsidR="00C12A1D" w:rsidRDefault="00C12A1D" w:rsidP="00C12A1D">
      <w:r>
        <w:t xml:space="preserve">             1</w:t>
      </w:r>
    </w:p>
    <w:p w:rsidR="00C12A1D" w:rsidRDefault="00C12A1D" w:rsidP="00C12A1D"/>
    <w:p w:rsidR="00C12A1D" w:rsidRDefault="00C12A1D" w:rsidP="00C12A1D">
      <w:r>
        <w:t>1  1.682497E+7</w:t>
      </w:r>
    </w:p>
    <w:p w:rsidR="00C12A1D" w:rsidRDefault="00C12A1D" w:rsidP="00C12A1D">
      <w:r>
        <w:t>2      811.327</w:t>
      </w:r>
    </w:p>
    <w:p w:rsidR="00C12A1D" w:rsidRDefault="00C12A1D" w:rsidP="00C12A1D">
      <w:r>
        <w:t>3     4013.072</w:t>
      </w:r>
    </w:p>
    <w:p w:rsidR="00C12A1D" w:rsidRDefault="00C12A1D" w:rsidP="00C12A1D">
      <w:r>
        <w:t>4      562.686</w:t>
      </w:r>
    </w:p>
    <w:p w:rsidR="00C12A1D" w:rsidRDefault="00C12A1D" w:rsidP="00C12A1D">
      <w:r>
        <w:t>5     1280.683</w:t>
      </w:r>
    </w:p>
    <w:p w:rsidR="00C12A1D" w:rsidRDefault="00C12A1D" w:rsidP="00C12A1D">
      <w:r>
        <w:t>6     1211.582</w:t>
      </w:r>
    </w:p>
    <w:p w:rsidR="00C12A1D" w:rsidRDefault="00C12A1D" w:rsidP="00C12A1D">
      <w:r>
        <w:t>7      781.671</w:t>
      </w:r>
    </w:p>
    <w:p w:rsidR="00C12A1D" w:rsidRDefault="00C12A1D" w:rsidP="00C12A1D">
      <w:r>
        <w:t>8  9856624.797</w:t>
      </w:r>
    </w:p>
    <w:p w:rsidR="00C12A1D" w:rsidRDefault="00C12A1D" w:rsidP="00C12A1D">
      <w:r>
        <w:t>9  1640870.067</w:t>
      </w:r>
    </w:p>
    <w:p w:rsidR="00C12A1D" w:rsidRDefault="00C12A1D" w:rsidP="00C12A1D">
      <w:r>
        <w:t>10     209.363</w:t>
      </w:r>
    </w:p>
    <w:p w:rsidR="00C12A1D" w:rsidRDefault="00C12A1D" w:rsidP="00C12A1D">
      <w:r>
        <w:t>11     187.261</w:t>
      </w:r>
    </w:p>
    <w:p w:rsidR="00C12A1D" w:rsidRDefault="00C12A1D" w:rsidP="00C12A1D">
      <w:r>
        <w:t>12     275.667</w:t>
      </w:r>
    </w:p>
    <w:p w:rsidR="00C12A1D" w:rsidRDefault="00C12A1D" w:rsidP="00C12A1D">
      <w:r>
        <w:t>13     650.791</w:t>
      </w:r>
    </w:p>
    <w:p w:rsidR="00C12A1D" w:rsidRDefault="00C12A1D" w:rsidP="00C12A1D">
      <w:r>
        <w:t>14 1374389.160</w:t>
      </w:r>
    </w:p>
    <w:p w:rsidR="00C12A1D" w:rsidRDefault="00C12A1D" w:rsidP="00C12A1D">
      <w:r>
        <w:lastRenderedPageBreak/>
        <w:t>15 6566463.968</w:t>
      </w:r>
    </w:p>
    <w:p w:rsidR="00C12A1D" w:rsidRDefault="00C12A1D" w:rsidP="00C12A1D">
      <w:r>
        <w:t>16 2629507.411</w:t>
      </w:r>
    </w:p>
    <w:p w:rsidR="00C12A1D" w:rsidRDefault="00C12A1D" w:rsidP="00C12A1D">
      <w:r>
        <w:t>17 2.139382E+7</w:t>
      </w:r>
    </w:p>
    <w:p w:rsidR="00C12A1D" w:rsidRDefault="00C12A1D" w:rsidP="00C12A1D">
      <w:r>
        <w:t>18 8392676.816</w:t>
      </w:r>
    </w:p>
    <w:p w:rsidR="00C12A1D" w:rsidRDefault="00C12A1D" w:rsidP="00C12A1D">
      <w:r>
        <w:t>19  420689.360</w:t>
      </w:r>
    </w:p>
    <w:p w:rsidR="00C12A1D" w:rsidRDefault="00C12A1D" w:rsidP="00C12A1D">
      <w:r>
        <w:t>20     283.808</w:t>
      </w:r>
    </w:p>
    <w:p w:rsidR="00C12A1D" w:rsidRDefault="00C12A1D" w:rsidP="00C12A1D">
      <w:r>
        <w:t>21 3.941235E+7</w:t>
      </w:r>
    </w:p>
    <w:p w:rsidR="00C12A1D" w:rsidRDefault="00C12A1D" w:rsidP="00C12A1D">
      <w:r>
        <w:t>22 1709438.405</w:t>
      </w:r>
    </w:p>
    <w:p w:rsidR="00C12A1D" w:rsidRDefault="00C12A1D" w:rsidP="00C12A1D">
      <w:r>
        <w:t>23 1.024846E+7</w:t>
      </w:r>
    </w:p>
    <w:p w:rsidR="00C12A1D" w:rsidRDefault="00C12A1D" w:rsidP="00C12A1D">
      <w:r>
        <w:t>24    1251.325</w:t>
      </w:r>
    </w:p>
    <w:p w:rsidR="00C12A1D" w:rsidRDefault="00C12A1D" w:rsidP="00C12A1D">
      <w:r>
        <w:t>25     534.705</w:t>
      </w:r>
    </w:p>
    <w:p w:rsidR="00C12A1D" w:rsidRDefault="00C12A1D" w:rsidP="00C12A1D">
      <w:r>
        <w:t>26  182306.339</w:t>
      </w:r>
    </w:p>
    <w:p w:rsidR="00C12A1D" w:rsidRDefault="00C12A1D" w:rsidP="00C12A1D">
      <w:r>
        <w:t>27       1.656</w:t>
      </w:r>
    </w:p>
    <w:p w:rsidR="00C12A1D" w:rsidRDefault="00C12A1D" w:rsidP="00C12A1D">
      <w:r>
        <w:t>28  454401.277</w:t>
      </w:r>
    </w:p>
    <w:p w:rsidR="00C12A1D" w:rsidRDefault="00C12A1D" w:rsidP="00C12A1D">
      <w:r>
        <w:t>29      20.257</w:t>
      </w:r>
    </w:p>
    <w:p w:rsidR="00C12A1D" w:rsidRDefault="00C12A1D" w:rsidP="00C12A1D"/>
    <w:p w:rsidR="00C12A1D" w:rsidRDefault="00C12A1D" w:rsidP="00C12A1D"/>
    <w:p w:rsidR="00C12A1D" w:rsidRDefault="00C12A1D" w:rsidP="00C12A1D">
      <w:r>
        <w:t>----    205 VARIABLE t.L  Variable deciding the amount of mercury traded between</w:t>
      </w:r>
    </w:p>
    <w:p w:rsidR="00C12A1D" w:rsidRDefault="00C12A1D" w:rsidP="00C12A1D">
      <w:r>
        <w:t xml:space="preserve">                          various industries</w:t>
      </w:r>
    </w:p>
    <w:p w:rsidR="00C12A1D" w:rsidRDefault="00C12A1D" w:rsidP="00C12A1D"/>
    <w:p w:rsidR="00C12A1D" w:rsidRDefault="00C12A1D" w:rsidP="00C12A1D">
      <w:r>
        <w:t xml:space="preserve">             1           9          15          18          21          23</w:t>
      </w:r>
    </w:p>
    <w:p w:rsidR="00C12A1D" w:rsidRDefault="00C12A1D" w:rsidP="00C12A1D"/>
    <w:p w:rsidR="00C12A1D" w:rsidRDefault="00C12A1D" w:rsidP="00C12A1D">
      <w:r>
        <w:t>1                                                        0.003</w:t>
      </w:r>
    </w:p>
    <w:p w:rsidR="00C12A1D" w:rsidRDefault="00C12A1D" w:rsidP="00C12A1D">
      <w:r>
        <w:t>2                                                        0.002</w:t>
      </w:r>
    </w:p>
    <w:p w:rsidR="00C12A1D" w:rsidRDefault="00C12A1D" w:rsidP="00C12A1D">
      <w:r>
        <w:t>3                                0.001                   0.009</w:t>
      </w:r>
    </w:p>
    <w:p w:rsidR="00C12A1D" w:rsidRDefault="00C12A1D" w:rsidP="00C12A1D">
      <w:r>
        <w:lastRenderedPageBreak/>
        <w:t>4                                            0.001</w:t>
      </w:r>
    </w:p>
    <w:p w:rsidR="00C12A1D" w:rsidRDefault="00C12A1D" w:rsidP="00C12A1D">
      <w:r>
        <w:t>5        0.003</w:t>
      </w:r>
    </w:p>
    <w:p w:rsidR="00C12A1D" w:rsidRDefault="00C12A1D" w:rsidP="00C12A1D">
      <w:r>
        <w:t>6                                            0.003</w:t>
      </w:r>
    </w:p>
    <w:p w:rsidR="00C12A1D" w:rsidRDefault="00C12A1D" w:rsidP="00C12A1D">
      <w:r>
        <w:t>7                          5.818860E-4       0.001</w:t>
      </w:r>
    </w:p>
    <w:p w:rsidR="00C12A1D" w:rsidRDefault="00C12A1D" w:rsidP="00C12A1D">
      <w:r>
        <w:t>8                                0.004</w:t>
      </w:r>
    </w:p>
    <w:p w:rsidR="00C12A1D" w:rsidRDefault="00C12A1D" w:rsidP="00C12A1D">
      <w:r>
        <w:t>10                                                             5.234066E-4</w:t>
      </w:r>
    </w:p>
    <w:p w:rsidR="00C12A1D" w:rsidRDefault="00C12A1D" w:rsidP="00C12A1D">
      <w:r>
        <w:t>11 4.681529E-4</w:t>
      </w:r>
    </w:p>
    <w:p w:rsidR="00C12A1D" w:rsidRDefault="00C12A1D" w:rsidP="00C12A1D">
      <w:r>
        <w:t>12 6.891677E-4</w:t>
      </w:r>
    </w:p>
    <w:p w:rsidR="00C12A1D" w:rsidRDefault="00C12A1D" w:rsidP="00C12A1D">
      <w:r>
        <w:t>13                   0.002</w:t>
      </w:r>
    </w:p>
    <w:p w:rsidR="00C12A1D" w:rsidRDefault="00C12A1D" w:rsidP="00C12A1D">
      <w:r>
        <w:t>16 9.512900E-4                   0.003</w:t>
      </w:r>
    </w:p>
    <w:p w:rsidR="00C12A1D" w:rsidRDefault="00C12A1D" w:rsidP="00C12A1D">
      <w:r>
        <w:t>17 6.320167E-4                                                       0.010</w:t>
      </w:r>
    </w:p>
    <w:p w:rsidR="00C12A1D" w:rsidRDefault="00C12A1D" w:rsidP="00C12A1D">
      <w:r>
        <w:t>19 5.233991E-4</w:t>
      </w:r>
    </w:p>
    <w:p w:rsidR="00C12A1D" w:rsidRDefault="00C12A1D" w:rsidP="00C12A1D">
      <w:r>
        <w:t>20 7.095210E-4</w:t>
      </w:r>
    </w:p>
    <w:p w:rsidR="00C12A1D" w:rsidRDefault="00C12A1D" w:rsidP="00C12A1D">
      <w:r>
        <w:t>22                   0.002                         6.481563E-4</w:t>
      </w:r>
    </w:p>
    <w:p w:rsidR="00C12A1D" w:rsidRDefault="00C12A1D" w:rsidP="00C12A1D">
      <w:r>
        <w:t>24                                                       0.003</w:t>
      </w:r>
    </w:p>
    <w:p w:rsidR="00C12A1D" w:rsidRDefault="00C12A1D" w:rsidP="00C12A1D">
      <w:r>
        <w:t>25                                                       0.001</w:t>
      </w:r>
    </w:p>
    <w:p w:rsidR="00C12A1D" w:rsidRDefault="00C12A1D" w:rsidP="00C12A1D">
      <w:r>
        <w:t>27                         4.139517E-6</w:t>
      </w:r>
    </w:p>
    <w:p w:rsidR="00C12A1D" w:rsidRDefault="00C12A1D" w:rsidP="00C12A1D">
      <w:r>
        <w:t>29                                                 5.064171E-5</w:t>
      </w:r>
    </w:p>
    <w:p w:rsidR="00C12A1D" w:rsidRDefault="00C12A1D" w:rsidP="00C12A1D"/>
    <w:p w:rsidR="00C12A1D" w:rsidRDefault="00C12A1D" w:rsidP="00C12A1D">
      <w:r>
        <w:t xml:space="preserve"> +          26          28</w:t>
      </w:r>
    </w:p>
    <w:p w:rsidR="00C12A1D" w:rsidRDefault="00C12A1D" w:rsidP="00C12A1D"/>
    <w:p w:rsidR="00C12A1D" w:rsidRDefault="00C12A1D" w:rsidP="00C12A1D">
      <w:r>
        <w:t>5  7.375361E-5</w:t>
      </w:r>
    </w:p>
    <w:p w:rsidR="00C12A1D" w:rsidRDefault="00C12A1D" w:rsidP="00C12A1D">
      <w:r>
        <w:t>14 4.103997E-4</w:t>
      </w:r>
    </w:p>
    <w:p w:rsidR="00C12A1D" w:rsidRDefault="00C12A1D" w:rsidP="00C12A1D">
      <w:r>
        <w:t>17             9.718073E-4</w:t>
      </w:r>
    </w:p>
    <w:p w:rsidR="00C12A1D" w:rsidRDefault="00C12A1D" w:rsidP="00C12A1D"/>
    <w:p w:rsidR="00C12A1D" w:rsidRDefault="00C12A1D" w:rsidP="00C12A1D"/>
    <w:p w:rsidR="00C12A1D" w:rsidRDefault="00C12A1D" w:rsidP="00C12A1D"/>
    <w:p w:rsidR="00C12A1D" w:rsidRDefault="00C12A1D" w:rsidP="00C12A1D">
      <w:r>
        <w:t>EXECUTION TIME       =        0.000 SECONDS      3 MB  24.1.3 r41464 WEX-WEI</w:t>
      </w:r>
    </w:p>
    <w:p w:rsidR="00C12A1D" w:rsidRDefault="00C12A1D" w:rsidP="00C12A1D"/>
    <w:p w:rsidR="00C12A1D" w:rsidRDefault="00C12A1D" w:rsidP="00C12A1D"/>
    <w:p w:rsidR="00C12A1D" w:rsidRDefault="00C12A1D" w:rsidP="00C12A1D">
      <w:r>
        <w:t>USER: Jeff Polasek                                   G130903:1641AS-WIN</w:t>
      </w:r>
    </w:p>
    <w:p w:rsidR="00C12A1D" w:rsidRDefault="00C12A1D" w:rsidP="00C12A1D">
      <w:r>
        <w:t xml:space="preserve">      Texas A&amp;M University, Artie McFerrin Department of ChemicaDC10525</w:t>
      </w:r>
    </w:p>
    <w:p w:rsidR="00C12A1D" w:rsidRDefault="00C12A1D" w:rsidP="00C12A1D">
      <w:r>
        <w:t xml:space="preserve">      License for teaching and research at degree granting institutions</w:t>
      </w:r>
    </w:p>
    <w:p w:rsidR="00C12A1D" w:rsidRDefault="00C12A1D" w:rsidP="00C12A1D"/>
    <w:p w:rsidR="00C12A1D" w:rsidRDefault="00C12A1D" w:rsidP="00C12A1D"/>
    <w:p w:rsidR="00C12A1D" w:rsidRDefault="00C12A1D" w:rsidP="00C12A1D">
      <w:r>
        <w:t>**** FILE SUMMARY</w:t>
      </w:r>
    </w:p>
    <w:p w:rsidR="00C12A1D" w:rsidRDefault="00C12A1D" w:rsidP="00C12A1D"/>
    <w:p w:rsidR="00C12A1D" w:rsidRDefault="00C12A1D" w:rsidP="00C12A1D">
      <w:r>
        <w:t>Input      C:\Users\debalinasengupta\Desktop\Trading_Basic.gms</w:t>
      </w:r>
    </w:p>
    <w:p w:rsidR="0087682A" w:rsidRDefault="00C12A1D" w:rsidP="00C12A1D">
      <w:r>
        <w:t>Output     C:\Users\debalinasengupta\Documents\gamsdir\projdir\Trading_Basic.lst</w:t>
      </w:r>
      <w:bookmarkStart w:id="0" w:name="_GoBack"/>
      <w:bookmarkEnd w:id="0"/>
    </w:p>
    <w:sectPr w:rsidR="00876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CF0"/>
    <w:rsid w:val="005D3CF0"/>
    <w:rsid w:val="0087682A"/>
    <w:rsid w:val="00C12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6F310E2D</Template>
  <TotalTime>1</TotalTime>
  <Pages>97</Pages>
  <Words>14231</Words>
  <Characters>81119</Characters>
  <Application>Microsoft Office Word</Application>
  <DocSecurity>0</DocSecurity>
  <Lines>675</Lines>
  <Paragraphs>190</Paragraphs>
  <ScaleCrop>false</ScaleCrop>
  <Company>Chemical Engineering, Texas A&amp;M University</Company>
  <LinksUpToDate>false</LinksUpToDate>
  <CharactersWithSpaces>95160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2016-01-19T22:18:00Z</dcterms:created>
  <dcterms:modified xsi:type="dcterms:W3CDTF">2016-01-19T22:19:00Z</dcterms:modified>
</cp:coreProperties>
</file>